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F" w:rsidRDefault="00AA3B4F" w:rsidP="0040637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Утверждаю:</w:t>
      </w:r>
    </w:p>
    <w:p w:rsidR="00AA3B4F" w:rsidRDefault="00AA3B4F" w:rsidP="001022D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Георгиевского городского округа Ставропольского края</w:t>
      </w:r>
    </w:p>
    <w:p w:rsidR="00AA3B4F" w:rsidRDefault="00AA3B4F" w:rsidP="001022D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________________Ю.В. Логинова</w:t>
      </w:r>
    </w:p>
    <w:p w:rsidR="00AA3B4F" w:rsidRDefault="00AA3B4F" w:rsidP="001022D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______________2018г.</w:t>
      </w:r>
    </w:p>
    <w:p w:rsidR="00AA3B4F" w:rsidRDefault="00AA3B4F" w:rsidP="001022D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A3B4F" w:rsidRDefault="00AA3B4F" w:rsidP="001022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3B4F" w:rsidRPr="00EF5869" w:rsidRDefault="00AA3B4F" w:rsidP="00EF5869">
      <w:pPr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EF5869">
        <w:rPr>
          <w:rFonts w:ascii="Times New Roman" w:hAnsi="Times New Roman"/>
          <w:b/>
          <w:caps/>
          <w:sz w:val="32"/>
          <w:szCs w:val="32"/>
        </w:rPr>
        <w:t xml:space="preserve">Перспективный план </w:t>
      </w:r>
    </w:p>
    <w:p w:rsidR="00AA3B4F" w:rsidRDefault="00AA3B4F" w:rsidP="00EF58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5869">
        <w:rPr>
          <w:rFonts w:ascii="Times New Roman" w:hAnsi="Times New Roman"/>
          <w:b/>
          <w:sz w:val="32"/>
          <w:szCs w:val="32"/>
        </w:rPr>
        <w:t>культурно-массовых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869">
        <w:rPr>
          <w:rFonts w:ascii="Times New Roman" w:hAnsi="Times New Roman"/>
          <w:b/>
          <w:sz w:val="32"/>
          <w:szCs w:val="32"/>
        </w:rPr>
        <w:t>на 2018 год</w:t>
      </w:r>
    </w:p>
    <w:p w:rsidR="00AA3B4F" w:rsidRDefault="00AA3B4F" w:rsidP="001022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3024"/>
        <w:gridCol w:w="1740"/>
        <w:gridCol w:w="2127"/>
        <w:gridCol w:w="1984"/>
      </w:tblGrid>
      <w:tr w:rsidR="00AA3B4F" w:rsidRPr="00D97E53" w:rsidTr="000142C8">
        <w:tc>
          <w:tcPr>
            <w:tcW w:w="9498" w:type="dxa"/>
            <w:gridSpan w:val="5"/>
            <w:tcBorders>
              <w:top w:val="nil"/>
              <w:left w:val="nil"/>
              <w:right w:val="nil"/>
            </w:tcBorders>
          </w:tcPr>
          <w:p w:rsidR="00AA3B4F" w:rsidRPr="00D97E53" w:rsidRDefault="00AA3B4F" w:rsidP="00AA6B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24" w:type="dxa"/>
          </w:tcPr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0" w:type="dxa"/>
          </w:tcPr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27" w:type="dxa"/>
          </w:tcPr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</w:p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</w:tcPr>
          <w:p w:rsidR="00AA3B4F" w:rsidRPr="00D97E53" w:rsidRDefault="00AA3B4F" w:rsidP="00B15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36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«Новогодний разгуляй» - праздничная дискотека</w:t>
            </w:r>
          </w:p>
          <w:p w:rsidR="00AA3B4F" w:rsidRPr="00D97E53" w:rsidRDefault="00AA3B4F" w:rsidP="00936B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января</w:t>
            </w:r>
          </w:p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20-00</w:t>
            </w:r>
          </w:p>
        </w:tc>
        <w:tc>
          <w:tcPr>
            <w:tcW w:w="2127" w:type="dxa"/>
          </w:tcPr>
          <w:p w:rsidR="00AA3B4F" w:rsidRPr="00D97E53" w:rsidRDefault="00AA3B4F" w:rsidP="00936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Народное гуляние «Новогодний серпантин» </w:t>
            </w:r>
          </w:p>
        </w:tc>
        <w:tc>
          <w:tcPr>
            <w:tcW w:w="1740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января</w:t>
            </w:r>
          </w:p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01.00-03.00</w:t>
            </w:r>
          </w:p>
        </w:tc>
        <w:tc>
          <w:tcPr>
            <w:tcW w:w="2127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.Георгиевск, площадь Победы</w:t>
            </w:r>
          </w:p>
        </w:tc>
        <w:tc>
          <w:tcPr>
            <w:tcW w:w="1984" w:type="dxa"/>
          </w:tcPr>
          <w:p w:rsidR="00AA3B4F" w:rsidRPr="00D97E53" w:rsidRDefault="00AA3B4F" w:rsidP="0093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Умеренко С.В.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943719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Новогодний вечер отдыха «Новогоднее настрое</w:t>
            </w:r>
            <w:r>
              <w:rPr>
                <w:rFonts w:cs="Times New Roman"/>
                <w:color w:val="000000"/>
                <w:lang w:val="ru-RU"/>
              </w:rPr>
              <w:t>ние», для подростков и молодёжи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  <w:p w:rsidR="00AA3B4F" w:rsidRPr="00A24D80" w:rsidRDefault="00AA3B4F" w:rsidP="00943719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19.00</w:t>
            </w:r>
          </w:p>
        </w:tc>
        <w:tc>
          <w:tcPr>
            <w:tcW w:w="2127" w:type="dxa"/>
          </w:tcPr>
          <w:p w:rsidR="00AA3B4F" w:rsidRPr="00933DAC" w:rsidRDefault="00AA3B4F" w:rsidP="00943719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Провести новогодние культурно-массовые мероприятия в «Нижнезольском СДК»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1-15 января 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Работники СДК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Провести новогодние культурно-массовые мероприятия 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1-14 января 2018г.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Морская Л.Ю.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Гайдаржи Е.В.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Социальная рождественская елка для детей-сирот, детей-инвалидов и детей из малоимущих семей.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января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12.00-13.15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малое фойе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Мультфейерверк «Новогодний серпантин».</w:t>
            </w:r>
          </w:p>
          <w:p w:rsidR="00AA3B4F" w:rsidRPr="00D97E53" w:rsidRDefault="00AA3B4F" w:rsidP="00943719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января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13.15-14.15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малое фойе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«Весело у елочки !» для детей художественной самодеятельности   ДК 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января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943719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 xml:space="preserve">«Рождественские колядки» - вечер отдыха для </w:t>
            </w:r>
            <w:r>
              <w:rPr>
                <w:rFonts w:cs="Times New Roman"/>
                <w:color w:val="000000"/>
                <w:lang w:val="ru-RU"/>
              </w:rPr>
              <w:t>молодёжи в Рождественский вечер</w:t>
            </w:r>
          </w:p>
        </w:tc>
        <w:tc>
          <w:tcPr>
            <w:tcW w:w="1740" w:type="dxa"/>
          </w:tcPr>
          <w:p w:rsidR="00AA3B4F" w:rsidRPr="00933DAC" w:rsidRDefault="00AA3B4F" w:rsidP="00943719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06</w:t>
            </w:r>
            <w:r w:rsidRPr="00933DAC">
              <w:rPr>
                <w:rFonts w:cs="Times New Roman"/>
              </w:rPr>
              <w:t xml:space="preserve"> января</w:t>
            </w:r>
          </w:p>
          <w:p w:rsidR="00AA3B4F" w:rsidRPr="00933DAC" w:rsidRDefault="00AA3B4F" w:rsidP="00943719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19.00</w:t>
            </w:r>
          </w:p>
        </w:tc>
        <w:tc>
          <w:tcPr>
            <w:tcW w:w="2127" w:type="dxa"/>
          </w:tcPr>
          <w:p w:rsidR="00AA3B4F" w:rsidRPr="00933DAC" w:rsidRDefault="00AA3B4F" w:rsidP="00943719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Рождественский концерт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января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«Вовочка в тридевятом царстве» - благотворительная Рождественская ёлка для детей инвалидов, многодетных, малообеспеченных семей</w:t>
            </w:r>
          </w:p>
        </w:tc>
        <w:tc>
          <w:tcPr>
            <w:tcW w:w="1740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января</w:t>
            </w:r>
          </w:p>
        </w:tc>
        <w:tc>
          <w:tcPr>
            <w:tcW w:w="2127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943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час «Вехи героической истории»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Мемориальный вечер «Не дали мы на поругание фашистам наш общий дом, наш Северный Кавказ!»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14.00-14.45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Возложение цветов к памятнику неизвестному солдату и к памятнику воинам-станичникам, павшим на фронтах Великой Отечественной войны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14.45-15.00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МКУК «Георгиевский СДК»,  памятник неизвестному солдату и памятник воинам-станичникам, погибшим в годы ВОВ», 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Показ хроникально-документального фильма «Великая война. Битва за Кавказ.»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15.00-15.45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памяти «Пылал мой край в огне»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Встреча молодежи с ветеранами, тружениками тыла «Далекому мужеству верность храня»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Городская акция «Георгиевск, опаленный войной» (75-летие освобождение города Георгиевска от немецко - фашистских захватчиков) с приглашением представителей Георгиевского городского отделения Ставропольской краевой общественной организации ветеранов войны, труда, Вооруженных сил и правоохранительных органов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10.00 -16.00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ЦГБ, ЦЮБ, ЦДБ, ГБ№2, ГДБ№ 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Литературное путешествие «Если ты собрался в гости» (А. Усачев)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Лента времени «В память о том времени» (к 75-й годовщине освобождения г.  Георгиевска)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Вахта памяти «Героям лучшая награда, что память в сердце есть о них» (к 75-й годовщине освобождения г. Георгиевска)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7570D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мужества «Памяти незаживающая рана» (к 75-й годовщине освобождения г. Георгиевска)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15.00-16.00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 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вечер «На боевых рубежах Кавказа.  Освобождение города    Георгиевска»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06374" w:rsidRDefault="00AA3B4F" w:rsidP="004B6AFF">
            <w:pPr>
              <w:pStyle w:val="TableContents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Митинг «Над памятью время не властно», посвящённый 75-й годовщине освобождения посёлка от немецко-фашистских захватчиков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у Мемориала Славы воинов, погибших в годы ВОВ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320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012D8">
              <w:rPr>
                <w:rFonts w:cs="Times New Roman"/>
                <w:lang w:val="ru-RU"/>
              </w:rPr>
              <w:t>«Мы помним, как это было…» - вечер встречи тружеников тыла посёлка с детьми и подростками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Митинг, посвященный 75 -годовщине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освобождения Северного Кавказа   и  Ставропольского края немецко-фашистских захватчиков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памятник «Скорбящая мать»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 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Рождественский спектакль для детей </w:t>
            </w:r>
          </w:p>
          <w:p w:rsidR="00AA3B4F" w:rsidRPr="00D97E53" w:rsidRDefault="00AA3B4F" w:rsidP="004B6AFF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«Рождественская ёлочка»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истории «Полыхала война над Кавказом седым» 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вечер, посвященный 75-летию освобождения края от немецко – фашистских захватчиков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Спектакль «Морозко»</w:t>
            </w:r>
          </w:p>
          <w:p w:rsidR="00AA3B4F" w:rsidRPr="00D97E53" w:rsidRDefault="00AA3B4F" w:rsidP="004B6AFF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Для  детей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«Умей Сказать Спасибо»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истории «Память пылающих лет»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мужества «Память пылающих лет»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«Память пылающих лет»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урок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Балковская с\б №23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Синюгина А.П.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NormalWeb"/>
              <w:shd w:val="clear" w:color="auto" w:fill="FFFFFF"/>
              <w:spacing w:before="0" w:beforeAutospacing="0" w:after="0"/>
              <w:jc w:val="both"/>
              <w:textAlignment w:val="baseline"/>
              <w:rPr>
                <w:color w:val="000000"/>
              </w:rPr>
            </w:pPr>
            <w:r w:rsidRPr="00933DAC">
              <w:rPr>
                <w:color w:val="000000"/>
              </w:rPr>
              <w:t>Из цикла мероприятий по экологии. Познавательно-развлекательная программа для детей и подростков «Пусть буду</w:t>
            </w:r>
            <w:r>
              <w:rPr>
                <w:color w:val="000000"/>
              </w:rPr>
              <w:t>т на планете леса, вода и дети»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12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Городская выставка «Рождественские колядки»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12 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933DAC">
                <w:rPr>
                  <w:rFonts w:cs="Times New Roman"/>
                </w:rPr>
                <w:t>6 г</w:t>
              </w:r>
            </w:smartTag>
            <w:r w:rsidRPr="00933DAC">
              <w:rPr>
                <w:rFonts w:cs="Times New Roman"/>
              </w:rPr>
              <w:t>. Георгиевска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>Белан В.Н.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 xml:space="preserve"> 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- воспоминание                                                             «Они трудом приближали Победу»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игра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 390-летию со дня рождения Ш. Перро «И благородный Шарль Перро берется снова за перо»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Аудиотрансляция  «К 74-й годовщине прорыва блокады Ленинграда».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12.00-12.30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 «Рождественские вечёрки"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Подосинина И.А.,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Вечер отдыха народного ансамбля «Элегия» - «Ох, эти святые ве</w:t>
            </w:r>
            <w:r>
              <w:rPr>
                <w:rFonts w:cs="Times New Roman"/>
                <w:color w:val="000000"/>
                <w:lang w:val="ru-RU"/>
              </w:rPr>
              <w:t>чера. От Рождества до Крещения»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13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16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«Ретро-клубе»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«Георгиевский городской Дом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Межрегиональный патриотический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фестиваль-конкурса «Солдатский конверт-2018»,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посвященного 75-летию освобождения Ставропольского края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 немецко-фашистских захватчиков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ст. Подгорная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  <w:lang w:val="ru-RU"/>
              </w:rPr>
              <w:t>Экскурсия на выставку «Ван Гог. Симфония цвета»</w:t>
            </w: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15</w:t>
            </w:r>
            <w:r>
              <w:rPr>
                <w:rFonts w:cs="Times New Roman"/>
                <w:lang w:val="ru-RU"/>
              </w:rPr>
              <w:t>-</w:t>
            </w:r>
            <w:r w:rsidRPr="00933DAC">
              <w:rPr>
                <w:rFonts w:cs="Times New Roman"/>
              </w:rPr>
              <w:t xml:space="preserve">16 </w:t>
            </w:r>
            <w:r w:rsidRPr="00933DAC">
              <w:rPr>
                <w:rFonts w:cs="Times New Roman"/>
                <w:lang w:val="ru-RU"/>
              </w:rPr>
              <w:t xml:space="preserve">января 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933DAC">
              <w:rPr>
                <w:rFonts w:cs="Times New Roman"/>
                <w:lang w:val="ru-RU"/>
              </w:rPr>
              <w:t>Георгиевский историко-краеведческий музей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  <w:lang w:val="ru-RU"/>
              </w:rPr>
            </w:pPr>
            <w:r w:rsidRPr="00933DAC">
              <w:rPr>
                <w:rFonts w:cs="Times New Roman"/>
                <w:bCs/>
                <w:lang w:val="ru-RU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Принять участие в городском межрегиональном конкурсе-фестивале военно-патриотической песни «Солдатский конверт 2018», посвящённом 75-летию освобождения Ставропольского края от немецко-фашистских захватчиков.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NormalWeb"/>
              <w:spacing w:before="0" w:beforeAutospacing="0" w:after="0"/>
              <w:jc w:val="both"/>
              <w:rPr>
                <w:color w:val="000000"/>
              </w:rPr>
            </w:pPr>
            <w:r w:rsidRPr="00933DAC">
              <w:rPr>
                <w:color w:val="000000"/>
              </w:rPr>
              <w:t>Участие в межрегиональном патриотическом</w:t>
            </w:r>
          </w:p>
          <w:p w:rsidR="00AA3B4F" w:rsidRPr="00933DAC" w:rsidRDefault="00AA3B4F" w:rsidP="004B6AFF">
            <w:pPr>
              <w:pStyle w:val="NormalWeb"/>
              <w:spacing w:before="0" w:beforeAutospacing="0" w:after="0"/>
              <w:jc w:val="both"/>
              <w:rPr>
                <w:color w:val="000000"/>
              </w:rPr>
            </w:pPr>
            <w:r w:rsidRPr="00933DAC">
              <w:rPr>
                <w:color w:val="000000"/>
              </w:rPr>
              <w:t>фестивале-кон</w:t>
            </w:r>
            <w:r>
              <w:rPr>
                <w:color w:val="000000"/>
              </w:rPr>
              <w:t>курсе «Солдатский конверт-2018»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15</w:t>
            </w:r>
            <w:r w:rsidRPr="00933DAC">
              <w:rPr>
                <w:rFonts w:cs="Times New Roman"/>
              </w:rPr>
              <w:t xml:space="preserve"> 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12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МКУК «Подгорненский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«Добро пожаловать в bookвальное пространство!»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 «Память о наших земляках должна жить вечно»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«Наступили святки, начались колядки» - концертная программа, чаепитие, для инвалидов и многодетных семей.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Дубонос  А.Н.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Лебедева Е.С..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Городская выставка «Рождественские колядки»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16 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 Городская детская поликлиника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>Вознесенская Н.П.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правовых знаний «Знай и уважай закон»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Патриотический час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«900 дней мужества»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познаний и открытий «Прозрачный невидимка»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урок «Мы помним»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час для детей и подростков: «Действия при обнаружении подозрительного предмета»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17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видеороликов и обсуждение проблемы наркомании среди молодежи.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«Мы помним и гордимся»!, посвящённый 75-ой годовщине освобождения Северного Кавказа и Ставропольского края от немецко-фашистских захватчиков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«Городской Дворец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Просветительская программа для детей «Крещенский сочельник. Богоявленье.» с участием настоятеля Храма Святой Троицы протоиерея отца Вадима.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06374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Конкурс набросков среди 2-х классов, 3-4 классов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18 января 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ДХШ </w:t>
            </w:r>
            <w:r w:rsidRPr="00933DAC">
              <w:rPr>
                <w:rFonts w:cs="Times New Roman"/>
                <w:lang w:val="ru-RU"/>
              </w:rPr>
              <w:t>г.Георгиевска</w:t>
            </w:r>
          </w:p>
        </w:tc>
        <w:tc>
          <w:tcPr>
            <w:tcW w:w="1984" w:type="dxa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Вознесенская Н.П.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Русские народные  инструменты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Майоров А.И.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75-летию прорыва блокады Ленинграда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«Во славу великого подвига»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Информ-досье «900 дней в кольце блокады»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1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val="ru-RU" w:eastAsia="en-US"/>
              </w:rPr>
              <w:t>Конкурс знатоков права «Кто хочет стать Президентом»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val="ru-RU" w:eastAsia="en-US"/>
              </w:rPr>
              <w:t>17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933DAC">
              <w:rPr>
                <w:szCs w:val="24"/>
                <w:lang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eastAsia="en-US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1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val="ru-RU" w:eastAsia="en-US"/>
              </w:rPr>
              <w:t>Библиографический калейдоскоп «Хочу всё знать»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eastAsia="en-US"/>
              </w:rPr>
              <w:t>18</w:t>
            </w:r>
            <w:r w:rsidRPr="00933DAC">
              <w:rPr>
                <w:szCs w:val="24"/>
                <w:lang w:val="ru-RU" w:eastAsia="en-US"/>
              </w:rPr>
              <w:t xml:space="preserve">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NormalWeb"/>
              <w:spacing w:before="0" w:beforeAutospacing="0" w:after="0"/>
            </w:pPr>
            <w:r w:rsidRPr="00933DAC">
              <w:t>Заочное экологическое путешествие «Книжки умные читаем и природу уважаем «(заповедники и парки)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16.00-17.00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Молебне водосвятия на Крещение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станица Урухская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«Святой источник»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Всестаничный  праздник Крещение Господне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4B6AFF">
            <w:pPr>
              <w:tabs>
                <w:tab w:val="left" w:pos="9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января</w:t>
            </w:r>
          </w:p>
          <w:p w:rsidR="00AA3B4F" w:rsidRPr="00D97E53" w:rsidRDefault="00AA3B4F" w:rsidP="004B6AFF">
            <w:pPr>
              <w:tabs>
                <w:tab w:val="left" w:pos="13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На реке  «Кума»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Кравченко Л.И.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фольклорного ансамбля казачьей песни «Благовест» на городском празднике «Крещение Господне»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9.30-11.00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Городское озеро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Музыкальная программа ТКБ посвященная «Крещению..»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19 января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Городское озеро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Положий П.И.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«Забавы матушки зимы» зимние развлекательные игры для детей.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турнир «О малой Родине стихами»</w:t>
            </w:r>
          </w:p>
          <w:p w:rsidR="00AA3B4F" w:rsidRPr="00D97E53" w:rsidRDefault="00AA3B4F" w:rsidP="004B6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Александрийская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933DAC">
              <w:rPr>
                <w:rFonts w:cs="Times New Roman"/>
                <w:lang w:val="ru-RU"/>
              </w:rPr>
              <w:t>Участие во Всероссийском открытом конкурсе «Юный художник России»-2018</w:t>
            </w: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20 </w:t>
            </w:r>
            <w:r w:rsidRPr="00933DAC">
              <w:rPr>
                <w:rFonts w:cs="Times New Roman"/>
                <w:lang w:val="ru-RU"/>
              </w:rPr>
              <w:t xml:space="preserve">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933DAC">
              <w:rPr>
                <w:rFonts w:cs="Times New Roman"/>
                <w:lang w:val="ru-RU"/>
              </w:rPr>
              <w:t>г. Москва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933DAC">
              <w:rPr>
                <w:rFonts w:cs="Times New Roman"/>
                <w:lang w:val="ru-RU"/>
              </w:rPr>
              <w:t>Белан В.Н.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Видеоэкскурсия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«Страна восходящего солнца»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Цирковое представление город Невинномысск 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«Городской Дворец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2"/>
              <w:jc w:val="left"/>
              <w:rPr>
                <w:szCs w:val="24"/>
              </w:rPr>
            </w:pPr>
            <w:r w:rsidRPr="00933DAC">
              <w:rPr>
                <w:szCs w:val="24"/>
              </w:rPr>
              <w:t>Тематический вечер «Волшебная страна Этикет»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  <w:r w:rsidRPr="00933DAC">
              <w:rPr>
                <w:szCs w:val="24"/>
                <w:lang w:val="ru-RU"/>
              </w:rPr>
              <w:t>22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  <w:r w:rsidRPr="00933DAC">
              <w:rPr>
                <w:szCs w:val="24"/>
                <w:lang w:val="ru-RU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Библиотечный урок «Книга знанием славится, читайте – вам понравиться» (справочная литература по отделам)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«Мама, папа, я – счастливая се</w:t>
            </w:r>
            <w:r>
              <w:rPr>
                <w:rFonts w:cs="Times New Roman"/>
                <w:color w:val="000000"/>
                <w:lang w:val="ru-RU"/>
              </w:rPr>
              <w:t>мья» - конкурс детского рисунка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23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Беседа, посвящённая 90 летию со дня рождения писателя П.Л.Проскурина (1928-2001гг.)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Краеведческая программа для детей «Милый сердцу край.»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Вечер-памяти Ю. Вревской «Подвиг баронессы и сестры милосердия»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«Книжная полка с новинками»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Прогулка по музею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«Мастер масштабных исторических полотен» (170 лет со д\р. В.И. Сурикова)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Выставка - просмотр Пять страшных месяцев войны (к 75-й годовщине освобождения г. Георгиевска)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Агит-шоу-викторина «Вызывает интерес избирательный процесс… «(День молодого избирателя)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Информина «Советы будущим студентам»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 «Что в имени твоем?»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Поэтические посиделки «Поэтическое крылечко»                       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Литературно-музыкальный вечер «Он правду под гитару говорил»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литературно-музыкальный «Мне есть, что спеть»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 xml:space="preserve">Урок мужества «Непокорённый Ленинграда», посвящённый Дню воинской славы России, 74-й </w:t>
            </w:r>
          </w:p>
          <w:p w:rsidR="00AA3B4F" w:rsidRPr="00933DAC" w:rsidRDefault="00AA3B4F" w:rsidP="004B6AF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годо</w:t>
            </w:r>
            <w:r>
              <w:rPr>
                <w:rFonts w:cs="Times New Roman"/>
                <w:color w:val="000000"/>
                <w:lang w:val="ru-RU"/>
              </w:rPr>
              <w:t>вщине снятия блокады Ленинграда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933DAC">
              <w:rPr>
                <w:rFonts w:cs="Times New Roman"/>
                <w:color w:val="000000"/>
                <w:lang w:val="ru-RU"/>
              </w:rPr>
              <w:t>25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>января</w:t>
            </w:r>
          </w:p>
          <w:p w:rsidR="00AA3B4F" w:rsidRPr="00933DAC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Поздравительная акция «С днем Татьяны!»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Учреждения станицы Урухской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 - глобус «Открой заново Японию»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1"/>
              <w:rPr>
                <w:szCs w:val="24"/>
                <w:lang w:val="ru-RU"/>
              </w:rPr>
            </w:pPr>
            <w:r w:rsidRPr="00933DAC">
              <w:rPr>
                <w:szCs w:val="24"/>
                <w:lang w:val="ru-RU"/>
              </w:rPr>
              <w:t>Тематический день информации «Владимир Высоцкий. Поющий нерв нашей эпохи» (к 80-летию со дня рождения поэта)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  <w:r w:rsidRPr="00933DAC">
              <w:rPr>
                <w:szCs w:val="24"/>
              </w:rPr>
              <w:t>25</w:t>
            </w:r>
            <w:r w:rsidRPr="00933DAC">
              <w:rPr>
                <w:szCs w:val="24"/>
                <w:lang w:val="ru-RU"/>
              </w:rPr>
              <w:t xml:space="preserve"> </w:t>
            </w:r>
            <w:r w:rsidRPr="00933DAC">
              <w:rPr>
                <w:szCs w:val="24"/>
              </w:rPr>
              <w:t>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«Под покровительством Татьяны»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(ко Дню студента)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15.00-16.00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1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val="ru-RU" w:eastAsia="en-US"/>
              </w:rPr>
              <w:t>Вечер памяти «Ленинград: 900 дней осады»</w:t>
            </w:r>
          </w:p>
        </w:tc>
        <w:tc>
          <w:tcPr>
            <w:tcW w:w="1740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933DAC">
              <w:rPr>
                <w:szCs w:val="24"/>
                <w:lang w:eastAsia="en-US"/>
              </w:rPr>
              <w:t>26</w:t>
            </w:r>
            <w:r w:rsidRPr="00933DAC">
              <w:rPr>
                <w:szCs w:val="24"/>
                <w:lang w:val="ru-RU" w:eastAsia="en-US"/>
              </w:rPr>
              <w:t xml:space="preserve"> </w:t>
            </w:r>
            <w:r w:rsidRPr="00933DAC">
              <w:rPr>
                <w:szCs w:val="24"/>
                <w:lang w:eastAsia="en-US"/>
              </w:rPr>
              <w:t>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Heading2"/>
              <w:jc w:val="left"/>
              <w:rPr>
                <w:szCs w:val="24"/>
              </w:rPr>
            </w:pPr>
            <w:r w:rsidRPr="00933DAC">
              <w:rPr>
                <w:szCs w:val="24"/>
              </w:rPr>
              <w:t>Вечер памяти Скорбные фиалки Холокоста (Международный день памяти жертв Холокоста)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Правовая дискуссия «Право голоса за тобой»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  <w:r w:rsidRPr="00933DAC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 xml:space="preserve">Участие в Международном Конкурсе детского рисунка «Новогодние фантазии»   </w:t>
            </w: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26 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>Рудова Т.А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«Вред от наркотиков»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молодёжи «Мы студенты весёлые народ!»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936B1A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с учащимися МБОУ СОШ №15 им. А.З. Потапова ст.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936B1A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«Страшные страницы истории города Ленинграда»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видеохроники «Недаром помнит вся Россия» </w:t>
            </w:r>
          </w:p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(Снятие блокады Ленинграда)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Танцевальный вечер в «Ретро-клубе» 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«Георгиевский городской Дом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«В памяти моей..» в клубе «Светлица», посвященный 75-летию освобождения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«Георгиевский городской Дом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AA3B4F" w:rsidRPr="00406374" w:rsidRDefault="00AA3B4F" w:rsidP="004B6AF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 xml:space="preserve">Участие в Международном Конкурсе детского рисунка «Мой сказочный мир»  </w:t>
            </w: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29</w:t>
            </w:r>
            <w:r>
              <w:rPr>
                <w:rFonts w:cs="Times New Roman"/>
                <w:lang w:val="ru-RU"/>
              </w:rPr>
              <w:t xml:space="preserve"> </w:t>
            </w:r>
            <w:r w:rsidRPr="00933DAC">
              <w:rPr>
                <w:rFonts w:cs="Times New Roman"/>
              </w:rPr>
              <w:t xml:space="preserve">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>Ненашева Л.И.</w:t>
            </w:r>
          </w:p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Акция-обращение к читателям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«Почувствуй себя меценатом – подари библиотеке книгу»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искусства «Балет прекрасный вид искусства…»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  <w:r w:rsidRPr="00933DAC">
              <w:rPr>
                <w:szCs w:val="24"/>
                <w:lang w:val="ru-RU"/>
              </w:rPr>
              <w:t>ГДБ</w:t>
            </w:r>
            <w:r>
              <w:rPr>
                <w:szCs w:val="24"/>
                <w:lang w:val="ru-RU"/>
              </w:rPr>
              <w:t xml:space="preserve"> </w:t>
            </w:r>
            <w:r w:rsidRPr="00933DAC">
              <w:rPr>
                <w:szCs w:val="24"/>
                <w:lang w:val="ru-RU"/>
              </w:rPr>
              <w:t>№5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933DAC" w:rsidRDefault="00AA3B4F" w:rsidP="004B6AF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«Колокол памяти» мероприятие, посвящённое 75годовщине освобождению станицы в годы ВОВ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4B6AFF">
            <w:pPr>
              <w:pStyle w:val="Textbody"/>
              <w:spacing w:after="0"/>
              <w:jc w:val="center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Участие в Международном Конкурсе «Волшебные звери»</w:t>
            </w:r>
          </w:p>
        </w:tc>
        <w:tc>
          <w:tcPr>
            <w:tcW w:w="1740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 xml:space="preserve">30 января </w:t>
            </w:r>
          </w:p>
        </w:tc>
        <w:tc>
          <w:tcPr>
            <w:tcW w:w="2127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</w:rPr>
            </w:pPr>
            <w:r w:rsidRPr="00933DAC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933DAC" w:rsidRDefault="00AA3B4F" w:rsidP="004B6AFF">
            <w:pPr>
              <w:pStyle w:val="Standard"/>
              <w:jc w:val="center"/>
              <w:rPr>
                <w:rFonts w:cs="Times New Roman"/>
                <w:bCs/>
              </w:rPr>
            </w:pPr>
            <w:r w:rsidRPr="00933DAC">
              <w:rPr>
                <w:rFonts w:cs="Times New Roman"/>
                <w:bCs/>
              </w:rPr>
              <w:t>Исламов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933DAC" w:rsidRDefault="00AA3B4F" w:rsidP="004B6AFF">
            <w:pPr>
              <w:pStyle w:val="TableContents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color w:val="000000"/>
                <w:lang w:val="ru-RU"/>
              </w:rPr>
              <w:t>Беседа для подростков «Пристрастия, уносящие жизнь»</w:t>
            </w:r>
            <w:r w:rsidRPr="00933DAC">
              <w:rPr>
                <w:rFonts w:cs="Times New Roman"/>
                <w:color w:val="000000"/>
                <w:lang w:val="ru-RU"/>
              </w:rPr>
              <w:t>.</w:t>
            </w:r>
          </w:p>
          <w:p w:rsidR="00AA3B4F" w:rsidRPr="00933DAC" w:rsidRDefault="00AA3B4F" w:rsidP="004B6AF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Демонстрация документального фильма с обсуждением про наркотики «Точка невозврата»</w:t>
            </w:r>
            <w:r w:rsidRPr="00933DAC">
              <w:rPr>
                <w:rFonts w:cs="Times New Roman"/>
                <w:lang w:val="ru-RU"/>
              </w:rPr>
              <w:t xml:space="preserve"> с обсуждением.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  <w:p w:rsidR="00AA3B4F" w:rsidRPr="003B112B" w:rsidRDefault="00AA3B4F" w:rsidP="004B6AF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для детей «Семейный казачий праздник»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20.00-22.00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Месячник  «Солдатских писем»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tabs>
                <w:tab w:val="left" w:pos="1380"/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AA3B4F" w:rsidRPr="00D97E53" w:rsidRDefault="00AA3B4F" w:rsidP="004B6AFF">
            <w:pPr>
              <w:tabs>
                <w:tab w:val="left" w:pos="1380"/>
                <w:tab w:val="left" w:pos="3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народного хора патриотической песни «Ветеран» в торжественном мероприятии, посвященном 75-летию освобождения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«Георгиевский городской Дом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 «Песни военных лет» народного хора патриотической песни «Ветеран» , посвященном 75-летию освобождения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ГБУСО «Георгиевский центр социального обслуживания населения»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 Георгиевск,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 Гагарина,76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ансамбля русской песни «Россиянка», посвященный 75-годовщине освобождения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Рождественское поздравление ансамбля «Благовест» для организаций и предприятий города и района -   старинный обряд «Колядки-щедровки»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предприятия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 Георгиевска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Городской этап 20 межрегионального конкурса «Солдатский конверт» 1 тур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«Георгиевский городской Дом культуры»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Петросян </w:t>
            </w:r>
          </w:p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Рождественские посиделки «За тульским самоваром»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Возложение цветов у Обелиска «Освобождение поселка от фашистких захватчиков». Беседа у памятника.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Спектакль шоу-театра «Бродячие артисты»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Ю.А. Ибрагимов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75-летию освобождения Георгиевского городского округа от фашистских захватчиков</w:t>
            </w:r>
          </w:p>
        </w:tc>
        <w:tc>
          <w:tcPr>
            <w:tcW w:w="1740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4B6AFF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>Февраль</w:t>
            </w:r>
            <w:r w:rsidRPr="00D97E53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Краеведческая экспедиция "Памятники Воинской Славы Георгиевского городского округа»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01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- 04 мая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доблести «Сталинградская битва в истории человечества»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501B8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Литературно-экологический вечер «Колумб родной природы» (к 145-летию со дня рождения М. Пришвина)</w:t>
            </w:r>
          </w:p>
        </w:tc>
        <w:tc>
          <w:tcPr>
            <w:tcW w:w="1740" w:type="dxa"/>
          </w:tcPr>
          <w:p w:rsidR="00AA3B4F" w:rsidRPr="00AA6B73" w:rsidRDefault="00AA3B4F" w:rsidP="00E501B8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eastAsia="en-US"/>
              </w:rPr>
              <w:t>01</w:t>
            </w:r>
            <w:r w:rsidRPr="00AA6B73">
              <w:rPr>
                <w:szCs w:val="24"/>
                <w:lang w:val="ru-RU" w:eastAsia="en-US"/>
              </w:rPr>
              <w:t xml:space="preserve"> </w:t>
            </w:r>
            <w:r w:rsidRPr="00AA6B73">
              <w:rPr>
                <w:szCs w:val="24"/>
                <w:lang w:eastAsia="en-US"/>
              </w:rPr>
              <w:t>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12-00-13-00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Видеорассказ «С моим названьем станут повторять» (180лет книги «Песнь про царя Ивана Васильевича» М. Лермонтова)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Литературный час «Открываем богатства Пришвина» (к 145 летию со дня рождения Пришвина) 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AA6B73" w:rsidRDefault="00AA3B4F" w:rsidP="00E501B8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AA6B73" w:rsidRDefault="00AA3B4F" w:rsidP="00E501B8">
            <w:pPr>
              <w:pStyle w:val="Heading1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«Самая полезная книжка»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501B8">
            <w:pPr>
              <w:pStyle w:val="NormalWeb"/>
              <w:spacing w:before="0" w:beforeAutospacing="0" w:after="0"/>
              <w:jc w:val="both"/>
            </w:pPr>
            <w:r w:rsidRPr="00AA6B73">
              <w:t>Устный журнал «От нас природа тайн своих не прячет, но учит быть внимательными к ней»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рассказ Город мужества, город легенда, город герой (по книге С. Алексеева «Сталинградское сражение»)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501B8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 xml:space="preserve">Урок мужества «В огненном пекле </w:t>
            </w:r>
          </w:p>
          <w:p w:rsidR="00AA3B4F" w:rsidRPr="00AA6B73" w:rsidRDefault="00AA3B4F" w:rsidP="00E501B8">
            <w:pPr>
              <w:pStyle w:val="Heading1"/>
              <w:jc w:val="both"/>
              <w:rPr>
                <w:szCs w:val="24"/>
                <w:lang w:eastAsia="en-US"/>
              </w:rPr>
            </w:pPr>
            <w:r w:rsidRPr="00AA6B73">
              <w:rPr>
                <w:szCs w:val="24"/>
                <w:lang w:val="ru-RU" w:eastAsia="en-US"/>
              </w:rPr>
              <w:t>(к 75 – летию Сталинградской б</w:t>
            </w:r>
            <w:r w:rsidRPr="00AA6B73">
              <w:rPr>
                <w:szCs w:val="24"/>
                <w:lang w:eastAsia="en-US"/>
              </w:rPr>
              <w:t>итвы)</w:t>
            </w:r>
          </w:p>
        </w:tc>
        <w:tc>
          <w:tcPr>
            <w:tcW w:w="1740" w:type="dxa"/>
          </w:tcPr>
          <w:p w:rsidR="00AA3B4F" w:rsidRPr="00AA6B73" w:rsidRDefault="00AA3B4F" w:rsidP="00E501B8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eastAsia="en-US"/>
              </w:rPr>
              <w:t>02</w:t>
            </w:r>
            <w:r w:rsidRPr="00AA6B73">
              <w:rPr>
                <w:szCs w:val="24"/>
                <w:lang w:val="ru-RU" w:eastAsia="en-US"/>
              </w:rPr>
              <w:t xml:space="preserve"> </w:t>
            </w:r>
            <w:r w:rsidRPr="00AA6B73">
              <w:rPr>
                <w:szCs w:val="24"/>
                <w:lang w:eastAsia="en-US"/>
              </w:rPr>
              <w:t>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Информ- релиз «Все, что нужно знать о выборах»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15-00-16-00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викторина «Память на все времена»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видео-круиз в город-герой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 75-летию Сталинградской битвы «Ты выстоял, великий Сталинград»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 «Сталинградская эпопея»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истории «Город из стали»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мужества «Славим подвиг Сталинграда»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Мемориальный вечер «Сталинград: 200 дней мужества и стойкости»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мужества «Мы этой памяти верны»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Митинг, церемония возложения цветов к мемориалу Вечной Славы - вахта памяти – «Память на все времена»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Заочное путешествие по мемориальному комплексу «Сталинград: 200 дней мужества и стойкости»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501B8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Беседа с учащимися 1-5 классов о пропаганде здорового  образа жизни: «В здоровом теле- здоровый дух!»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501B8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1</w:t>
            </w:r>
            <w:r>
              <w:rPr>
                <w:rFonts w:cs="Times New Roman"/>
                <w:lang w:val="ru-RU"/>
              </w:rPr>
              <w:t>-</w:t>
            </w:r>
            <w:r w:rsidRPr="00AA6B73">
              <w:rPr>
                <w:rFonts w:cs="Times New Roman"/>
              </w:rPr>
              <w:t xml:space="preserve">2 </w:t>
            </w:r>
            <w:r w:rsidRPr="00AA6B73">
              <w:rPr>
                <w:rFonts w:cs="Times New Roman"/>
                <w:lang w:val="ru-RU"/>
              </w:rPr>
              <w:t xml:space="preserve">февраля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501B8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ДХШ города Георгиевска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501B8">
            <w:pPr>
              <w:pStyle w:val="Textbody"/>
              <w:spacing w:after="0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музыкальная композиция «Горячий снег нашей Победы» ,посвященная 75-летию разгрома советскими войсками немецко-фашистских войск в Сталинградской битве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исторический вечер «Сталинградская битва»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воинской славы «Сталинградская битва, перелом в ВОВ» презентация, посвящённая 75 летию Сталинградского сражения</w:t>
            </w:r>
          </w:p>
        </w:tc>
        <w:tc>
          <w:tcPr>
            <w:tcW w:w="1740" w:type="dxa"/>
          </w:tcPr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февраля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501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Час истории «Разгром немецко-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фашистских войск в Сталинградской 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битве, посвящённая 75-летию победы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советских солдат в Сталинградской</w:t>
            </w:r>
          </w:p>
          <w:p w:rsidR="00AA3B4F" w:rsidRPr="00D97E53" w:rsidRDefault="00AA3B4F" w:rsidP="00E501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битве.</w:t>
            </w:r>
          </w:p>
        </w:tc>
        <w:tc>
          <w:tcPr>
            <w:tcW w:w="1740" w:type="dxa"/>
          </w:tcPr>
          <w:p w:rsidR="00AA3B4F" w:rsidRPr="00AA6B73" w:rsidRDefault="00AA3B4F" w:rsidP="00E501B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  <w:p w:rsidR="00AA3B4F" w:rsidRPr="00AA6B73" w:rsidRDefault="00AA3B4F" w:rsidP="00E501B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02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501B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МКУ «Новоульяновский СДК» </w:t>
            </w:r>
          </w:p>
          <w:p w:rsidR="00AA3B4F" w:rsidRPr="00D97E53" w:rsidRDefault="00AA3B4F" w:rsidP="00E50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50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по противодействию терроризму «Мы –против!»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марта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«Книжкин дом открыт для Вас»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AA6B73" w:rsidRDefault="00AA3B4F" w:rsidP="00E04C40">
            <w:pPr>
              <w:pStyle w:val="Heading1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книге «Правила безопасности» (Е. Ульева)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2"/>
              <w:jc w:val="both"/>
              <w:rPr>
                <w:szCs w:val="24"/>
              </w:rPr>
            </w:pPr>
            <w:r w:rsidRPr="00AA6B73">
              <w:rPr>
                <w:szCs w:val="24"/>
              </w:rPr>
              <w:t>Урок мужества «Судьба войны решалась в Сталинграде»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книге «Энциклопедия хорошего поведения для малышей в сказках» (Е. Ульева)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7 городской конкурс «Золотой шансон 2018!»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Организация городской выставки творческих работ учащихся ДХШ посвященной борьбе за здоровый образ жизни «Нет дурным привычкам, моя жизнь- спорт!»</w:t>
            </w:r>
          </w:p>
        </w:tc>
        <w:tc>
          <w:tcPr>
            <w:tcW w:w="1740" w:type="dxa"/>
            <w:vAlign w:val="center"/>
          </w:tcPr>
          <w:p w:rsidR="00AA3B4F" w:rsidRPr="00406374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 w:rsidRPr="00AA6B73">
              <w:rPr>
                <w:rFonts w:cs="Times New Roman"/>
              </w:rPr>
              <w:t xml:space="preserve">5 февраля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МБОУ СОШ № 6 г. Георгиевска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Ненашева Л.И.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Просмотр д</w:t>
            </w:r>
            <w:r w:rsidRPr="00406374">
              <w:rPr>
                <w:rFonts w:cs="Times New Roman"/>
                <w:lang w:val="ru-RU"/>
              </w:rPr>
              <w:t>окументальн</w:t>
            </w:r>
            <w:r w:rsidRPr="00AA6B73">
              <w:rPr>
                <w:rFonts w:cs="Times New Roman"/>
                <w:lang w:val="ru-RU"/>
              </w:rPr>
              <w:t>ого</w:t>
            </w:r>
            <w:r w:rsidRPr="00406374">
              <w:rPr>
                <w:rFonts w:cs="Times New Roman"/>
                <w:lang w:val="ru-RU"/>
              </w:rPr>
              <w:t xml:space="preserve"> фильм</w:t>
            </w:r>
            <w:r w:rsidRPr="00AA6B73">
              <w:rPr>
                <w:rFonts w:cs="Times New Roman"/>
                <w:lang w:val="ru-RU"/>
              </w:rPr>
              <w:t>а</w:t>
            </w:r>
            <w:r w:rsidRPr="00406374">
              <w:rPr>
                <w:rFonts w:cs="Times New Roman"/>
                <w:lang w:val="ru-RU"/>
              </w:rPr>
              <w:t xml:space="preserve"> «Подросток и наркотики»</w:t>
            </w:r>
            <w:r w:rsidRPr="00AA6B73">
              <w:rPr>
                <w:rFonts w:cs="Times New Roman"/>
                <w:lang w:val="ru-RU"/>
              </w:rPr>
              <w:t xml:space="preserve"> с обсуждением.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Мастер-класс для преподавателей художественных школ, ДШИ</w:t>
            </w:r>
          </w:p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на тему «Зимний букет»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07 </w:t>
            </w:r>
            <w:r w:rsidRPr="00AA6B73">
              <w:rPr>
                <w:rFonts w:cs="Times New Roman"/>
                <w:lang w:val="ru-RU"/>
              </w:rPr>
              <w:t xml:space="preserve">февраля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ДХШ г.Георгиевска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Белан В.Н.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Краевой этап олимпиады по рисунку и живописи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08-09 </w:t>
            </w:r>
            <w:r w:rsidRPr="00AA6B73">
              <w:rPr>
                <w:rFonts w:cs="Times New Roman"/>
                <w:lang w:val="ru-RU"/>
              </w:rPr>
              <w:t xml:space="preserve">февраля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г.Ставрополь «Ставрополь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ское худо-жественное училище»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Вознесенская Н.П.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Эрудит-шоу ко Дню эрудита «Тайны, загадки, сенсации»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Реквием «Выигравшим эту битву посвящается…»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(о доме Павлова)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Спортивно-исторический круиз Путешествие в прошлое Олимпийских игр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Семинар «Современные концепции и стратегии в поддержку чтения»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Встреча молодежи с председателем территориальной избирательной комиссии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«За будущее голосуем вместе»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Обильненская с/б №14 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М.В. Усова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Клюжина Л.В.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Кинолекторий «Твое здоровье.»Тема: «Подростковая наркомания-игры со смертью!». Кинофильм «Последний номер 48092»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Антинаркотический тренинг «Мы против наркотиков» с показом документального фильма</w:t>
            </w:r>
          </w:p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Никитин А.Ю.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406374">
              <w:rPr>
                <w:rFonts w:cs="Times New Roman"/>
                <w:bCs/>
                <w:color w:val="000000"/>
                <w:shd w:val="clear" w:color="auto" w:fill="FFFFFF"/>
                <w:lang w:val="ru-RU"/>
              </w:rPr>
              <w:t>“</w:t>
            </w:r>
            <w:r w:rsidRPr="00AA6B73">
              <w:rPr>
                <w:rFonts w:cs="Times New Roman"/>
                <w:bCs/>
                <w:color w:val="000000"/>
                <w:shd w:val="clear" w:color="auto" w:fill="FFFFFF"/>
                <w:lang w:val="ru-RU"/>
              </w:rPr>
              <w:t>В гостях у Пушкина</w:t>
            </w:r>
            <w:r w:rsidRPr="00406374">
              <w:rPr>
                <w:rFonts w:cs="Times New Roman"/>
                <w:bCs/>
                <w:color w:val="000000"/>
                <w:shd w:val="clear" w:color="auto" w:fill="FFFFFF"/>
                <w:lang w:val="ru-RU"/>
              </w:rPr>
              <w:t>”</w:t>
            </w:r>
            <w:r w:rsidRPr="00AA6B73">
              <w:rPr>
                <w:rFonts w:cs="Times New Roman"/>
                <w:color w:val="000000"/>
                <w:lang w:val="ru-RU"/>
              </w:rPr>
              <w:t xml:space="preserve"> – литературный праздник, посвящённый Дню памяти А. С. Пушкина для детей и подростков.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09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Организация городской выставки творческих работ учащихся ДХШ «Нет дурным привычкам , моя жизнь - спорт!»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 w:rsidRPr="00AA6B73">
              <w:rPr>
                <w:rFonts w:cs="Times New Roman"/>
              </w:rPr>
              <w:t xml:space="preserve">9 февраля 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Городская детская поликлиника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 </w:t>
            </w:r>
            <w:r w:rsidRPr="00AA6B73">
              <w:rPr>
                <w:rFonts w:cs="Times New Roman"/>
                <w:lang w:val="ru-RU"/>
              </w:rPr>
              <w:t>г. Георгиевск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Виртуальная экскурсия по музею Пушкина «Большое Болдино» (День памяти А.С. Пушкина).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Устный журнал «Этой памяти забвенья нет» (по кн. Н. Ильичёвой «Георгиевск и георгиевцы в пламени войны»)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Патриотический час «Память без забвения» (к 75-й годовщине освобождения г. Георгиевска)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Демонстрация  видеофильма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«Нет-наркотикам!»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для детей 12-14 лет»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«Беда, которую несут наркотики»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10 февраля 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памяти А.С. Пушкина «Здесь русский дух, здесь Русью пахнет»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Спартакиада среди клубных формирований,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 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Спортивный праздник посвященный всемирному дню зимних спортивных видов спорта «Зимние старты»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Городской конкурс «Я найду тебя», посвящённый Дню влюбленных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февраля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«Ретро-клубе»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игра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«Жила-была сказка»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 «Афганистан… дни ушедшие в вечность»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- диспут «Могу. Хочу. Надо. Что важнее в выборе профессии»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ко дню влюблённых «В гостях у Амура»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Мероприятие, посвященный 28- годовщине вывода советских войск из Афганистана «Афганистан. Дорога домой .»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Выступление  Сопина В. П. учителя русского языка и литературы /коррекционная школа интернат /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Выставка стендового моделирования</w:t>
            </w:r>
          </w:p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«История в миниатюре»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13- 23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ЛуценкоТ.П.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Спасов С. 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Фольклорный вечер «Душа моя – масленица»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творчества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Маска и душа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(145 лет со д\р Ф.И. Шаляпина)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Фольклорный вечер «Душа моя – масленица»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«Галерея книжных новинок»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Развлекательная программа «А любить мы всё-таки будем…»</w:t>
            </w:r>
          </w:p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val="ru-RU" w:eastAsia="en-US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11.00-12-00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Выставка-альянс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книг, подаренных библиотеке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Положи свое сердце у чтения!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-акция «Чтение – дарение » (Ко Дню дарения)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Урок-мужества «На рубеже Афганистана»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(Ко Дню воина-интернационалиста)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 мужества «Мужество крепнет в бою»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Вечер отдыха молодёжи «</w:t>
            </w:r>
            <w:r w:rsidRPr="00AA6B73">
              <w:rPr>
                <w:rFonts w:cs="Times New Roman"/>
                <w:color w:val="000000"/>
                <w:shd w:val="clear" w:color="auto" w:fill="FFFFFF"/>
              </w:rPr>
              <w:t>Love</w:t>
            </w:r>
            <w:r w:rsidRPr="00406374">
              <w:rPr>
                <w:rFonts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AA6B73">
              <w:rPr>
                <w:rFonts w:cs="Times New Roman"/>
                <w:color w:val="000000"/>
                <w:shd w:val="clear" w:color="auto" w:fill="FFFFFF"/>
              </w:rPr>
              <w:t>Story</w:t>
            </w:r>
            <w:r w:rsidRPr="00AA6B73">
              <w:rPr>
                <w:rFonts w:cs="Times New Roman"/>
                <w:color w:val="000000"/>
                <w:lang w:val="ru-RU"/>
              </w:rPr>
              <w:t>», посвящённый Дню Святого Валентина.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14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19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Познавательно-игровая программа «День сердечек»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  <w:p w:rsidR="00AA3B4F" w:rsidRPr="00D97E53" w:rsidRDefault="00AA3B4F" w:rsidP="00E0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Гукасян Н.Е.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Участие во Всероссийской акции к Международному дню книгодарения «Дарите книги с любовью»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14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Вечер-встреча «Афганистан – эхо прошедшей войны»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Любовный каламбур ко Дню святого Валентина «Это любовь»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гражданственности ко Дню памяти воинов-интернационалистов «Горькая память Афганской войны»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Обильненская с/б №14 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М.В. Усова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Клюжина Л.В.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E501B8" w:rsidRDefault="00AA3B4F" w:rsidP="00E04C40">
            <w:pPr>
              <w:pStyle w:val="Heading1"/>
              <w:shd w:val="clear" w:color="auto" w:fill="FFFFFF"/>
              <w:jc w:val="both"/>
              <w:rPr>
                <w:color w:val="000000"/>
                <w:szCs w:val="24"/>
                <w:lang w:val="ru-RU"/>
              </w:rPr>
            </w:pPr>
            <w:r w:rsidRPr="00AA6B73">
              <w:rPr>
                <w:color w:val="000000"/>
                <w:szCs w:val="24"/>
                <w:lang w:val="ru-RU"/>
              </w:rPr>
              <w:t xml:space="preserve">Урок мужества «Из пламени Афганистана»,  посвящённый 29-й годовщине вывода советских войск из Афганистана. </w:t>
            </w:r>
            <w:r w:rsidRPr="00E501B8">
              <w:rPr>
                <w:color w:val="000000"/>
                <w:szCs w:val="24"/>
                <w:lang w:val="ru-RU"/>
              </w:rPr>
              <w:t>Рассказ-воспоминание воина-афганца Н. Горелова.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Музыкальная программа  на митинге, посвященном 28-годовщине вывода войск из Афганистана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Мемориал 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Положий П.И.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памяти «Воин интернационалист, наш современный герой» конкурс рисунков среди детей начальных классов.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акции «Мы –вместе!» направленной на германизацию межнациональные отношения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406374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Школьное праздничное мероприятие «Масленица пришла!»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406374">
              <w:rPr>
                <w:rFonts w:cs="Times New Roman"/>
                <w:lang w:val="ru-RU"/>
              </w:rPr>
              <w:t xml:space="preserve"> </w:t>
            </w:r>
            <w:r w:rsidRPr="00AA6B73">
              <w:rPr>
                <w:rFonts w:cs="Times New Roman"/>
              </w:rPr>
              <w:t>15 феврал</w:t>
            </w:r>
            <w:r w:rsidRPr="00AA6B73">
              <w:rPr>
                <w:rFonts w:cs="Times New Roman"/>
                <w:lang w:val="ru-RU"/>
              </w:rPr>
              <w:t>я</w:t>
            </w:r>
            <w:r w:rsidRPr="00AA6B73">
              <w:rPr>
                <w:rFonts w:cs="Times New Roman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ДХШ г. Георгиевск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AA6B73">
              <w:rPr>
                <w:rFonts w:cs="Times New Roman"/>
                <w:lang w:val="ru-RU"/>
              </w:rPr>
              <w:t>Мальнев К.Н.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«Семейное чтение сближает поколения»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Вечер - встреча «Память возвращает нас в Афганистан»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val="ru-RU" w:eastAsia="en-US"/>
              </w:rPr>
              <w:t>15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 w:eastAsia="en-US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Презентация выставки Фантазии полет и рук творенье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Библиотечная игра «На поиски ключей к знанию»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игра «Герои сказок имеют Право»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B73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виражи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 Михаиле Романове, Александре II и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Николае II «Династия Романовых в лицах»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Патриотический час «Тем, кто принял огонь на себя» (Сталинградская битва)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Правовая викторина «Мы выбираем будущее»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 xml:space="preserve">Участие в Международном Конкурсе детского рисунка « Зимние узоры»    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16 февраля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Белан В.Н.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Театрализованная игровая программа для детей «Путешествие в страну ЗОЖ»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Открытый конкурс   исполнительского мастерства учащихся народного отделения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«Георгиевская крепость»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Концертный зал ДМШ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Майоров А.И.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shd w:val="clear" w:color="auto" w:fill="FFFFFF"/>
              <w:jc w:val="both"/>
              <w:rPr>
                <w:bCs/>
                <w:color w:val="000000"/>
                <w:szCs w:val="24"/>
              </w:rPr>
            </w:pPr>
            <w:r w:rsidRPr="00AA6B73">
              <w:rPr>
                <w:szCs w:val="24"/>
                <w:lang w:val="ru-RU"/>
              </w:rPr>
              <w:t xml:space="preserve">Игровая программа для детей и подростков «Зимние забавы», посвящённая празднованию </w:t>
            </w:r>
            <w:r w:rsidRPr="00AC6F2B">
              <w:rPr>
                <w:szCs w:val="24"/>
                <w:lang w:val="ru-RU"/>
              </w:rPr>
              <w:t>М</w:t>
            </w:r>
            <w:r w:rsidRPr="00AA6B73">
              <w:rPr>
                <w:szCs w:val="24"/>
              </w:rPr>
              <w:t>асленицы.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16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«В гостях у Масленицы»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МБОУ СОШ №18 им. А.П.Ляпина ст.Урухской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«Как жить сегодня, чтобы увидеть завтра» - беседа-диалог по профилактике алкоголизма, табака курения.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«Герои нашего времени» - кинофестиваль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Праздничные мероприятия к Масленице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17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Гайдаржи Е.В.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«Ты голосуешь впервые!» с жителями города и района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 территории георгиевского городского округа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Городской праздник «Широкая масленица!»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Победы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«Как блины на Масленицу ели!» развлекательная программа.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февраля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«Нескучный урок истории»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(23 февраля)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Час новой информации «Выборы – твой шаг в будущее»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val="ru-RU" w:eastAsia="en-US"/>
              </w:rPr>
              <w:t xml:space="preserve">19 </w:t>
            </w:r>
            <w:r w:rsidRPr="00AA6B73">
              <w:rPr>
                <w:szCs w:val="24"/>
                <w:lang w:eastAsia="en-US"/>
              </w:rPr>
              <w:t>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Провести кинофестиваль посвящённый 100 летию Красной Армии - «Непобедимая и легендарная…»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19-21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Выездной концерт  программы «Я  гражданин России!»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Воинская часть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День информации «Заходи на новенькое»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</w:rPr>
              <w:t>20</w:t>
            </w:r>
            <w:r w:rsidRPr="00AA6B73">
              <w:rPr>
                <w:szCs w:val="24"/>
                <w:lang w:val="ru-RU"/>
              </w:rPr>
              <w:t xml:space="preserve"> </w:t>
            </w:r>
            <w:r w:rsidRPr="00AA6B73">
              <w:rPr>
                <w:szCs w:val="24"/>
              </w:rPr>
              <w:t>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«Призван Родину защищать»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военной истории «У истоков Красной Армии: С.М. Буденный, К.Е. Ворошилов, В.К. Блюхер, Г.И. Котовский»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истории «Держава армией сильна»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час «Исповедь солдатского сердца»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Турнир знатоков «Моя речь – мое зеркало»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«Твой голос важен»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 на торжественном собрании, посвященном Дню защитника Отечества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 А.А.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06374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 xml:space="preserve">Участие в Международном Конкурсе детского рисунка «Защитник»     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406374">
              <w:rPr>
                <w:rFonts w:cs="Times New Roman"/>
                <w:lang w:val="ru-RU"/>
              </w:rPr>
              <w:t xml:space="preserve"> </w:t>
            </w:r>
            <w:r w:rsidRPr="00AA6B73">
              <w:rPr>
                <w:rFonts w:cs="Times New Roman"/>
              </w:rPr>
              <w:t xml:space="preserve">21 февраль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  <w:bCs/>
              </w:rPr>
              <w:t xml:space="preserve">Ненашева </w:t>
            </w:r>
            <w:r w:rsidRPr="00AA6B73">
              <w:rPr>
                <w:rFonts w:cs="Times New Roman"/>
              </w:rPr>
              <w:t>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Концерт, посвященный Дню защитника Отечества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Пазенко Т.В.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Журова К.В.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«Огонек» - тематический вечер, посвященный 23 февраля (поздравления сотрудников мужчин)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Еременко С.В.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Белоцерковская К.В.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Пузенко Е.С.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Концертные программы ко Дню Защитника Отечества.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программа, посвященная Дню Защитника Отечества «Вам, защитники Отечества, с любовью!». Встреча с Депутатом Думы Георгиевского городского округа.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17.00-18.30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1-й турнир национального кавказского танца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Пузенко Е.С.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Мастер-класс по национальному кавказскому танцу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Галустян Р.М.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Галустян Э.В.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«Защитникам Отечества посвящается»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Кравченко Л.И. 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Конкурсная программа для мальчиков «А ну-ка парни» ко дню защитников Отечества.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 С праздником защитники Отечества» - праздничная концертная программа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Гайдаржи Е.В.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С.А.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Спортивно-игровая программа для молодежи «А ну-ка, парни» 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Торжественное мероприятие посвящённое Дню Защитника Отечества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 в 15-00 часов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 игровая программа для детей «Сильные, смелые, ловкие, умелые»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406374">
              <w:rPr>
                <w:rFonts w:cs="Times New Roman"/>
                <w:lang w:val="ru-RU"/>
              </w:rPr>
              <w:t>Праздничный тематический концерт «Славься, Отечество!»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22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18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«Аты - баты, вот какие мы солдаты»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tabs>
                <w:tab w:val="left" w:pos="2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патриотической направленности Ваш подвиг будет обжигать сердца» (ко Дню защитника Отечества)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B73">
              <w:rPr>
                <w:rFonts w:ascii="Times New Roman" w:hAnsi="Times New Roman"/>
                <w:sz w:val="24"/>
                <w:szCs w:val="24"/>
              </w:rPr>
              <w:t>Вечер «Мужество - свойство души»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04C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Занимательная программа «Я – будущий защитник!»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Скобцова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AA6B73">
              <w:rPr>
                <w:szCs w:val="24"/>
                <w:lang w:val="ru-RU" w:eastAsia="en-US"/>
              </w:rPr>
              <w:t>Час патриотизма «200 дней у ворот ада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AA6B73">
              <w:rPr>
                <w:szCs w:val="24"/>
                <w:lang w:eastAsia="en-US"/>
              </w:rPr>
              <w:t>22</w:t>
            </w:r>
            <w:r>
              <w:rPr>
                <w:szCs w:val="24"/>
                <w:lang w:val="ru-RU" w:eastAsia="en-US"/>
              </w:rPr>
              <w:t xml:space="preserve"> </w:t>
            </w:r>
            <w:r w:rsidRPr="00AA6B73">
              <w:rPr>
                <w:szCs w:val="24"/>
                <w:lang w:eastAsia="en-US"/>
              </w:rPr>
              <w:t>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Викторина «Слава русского штыка не померкнет никогда»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«Защитники отечества» посвященный «Дню защитника отечества»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февраля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«День Защитника Отечества» — выставка рисунков участников кружков изобразительного искусства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«А ну-ка, парни» - конкурсная программа, дискотека.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Вечер отдыха молодёжи «Молодцы, молодцы!», посвящённый Дню защитника Отечества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23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19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Конкурсная программа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«Парни нашего двора»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«Ой, Маслёна – красота открывай-ка ворота!» - проводы зимы масленичные гулянья, концертная программа, дискотека.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 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февраля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Heading1"/>
              <w:jc w:val="center"/>
              <w:rPr>
                <w:szCs w:val="24"/>
                <w:lang w:val="ru-RU"/>
              </w:rPr>
            </w:pPr>
            <w:r w:rsidRPr="00AA6B73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Тематический вечер в клубе «Светлица» </w:t>
            </w:r>
          </w:p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 клубе»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История в книгах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Язык – живая память народа, его душа, его достояние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(Международный день родного языка)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92EF9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992EF9">
              <w:rPr>
                <w:rFonts w:cs="Times New Roman"/>
                <w:lang w:val="ru-RU"/>
              </w:rPr>
              <w:t>Беседа с учащимися 1-4 классов по теме солидарности в борьбе против терроризма «Терроризм — смертельная угроза обществу !»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27-28 февраль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 ДХШ г. Георгиевска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NormalWeb"/>
              <w:spacing w:before="0" w:beforeAutospacing="0" w:after="0"/>
              <w:jc w:val="both"/>
              <w:rPr>
                <w:color w:val="000000"/>
              </w:rPr>
            </w:pPr>
            <w:r w:rsidRPr="00AA6B73">
              <w:rPr>
                <w:bCs/>
                <w:color w:val="000000"/>
              </w:rPr>
              <w:t xml:space="preserve">Круглый стол для старшеклассников «Экстремизм и терроризм –беда </w:t>
            </w:r>
            <w:r w:rsidRPr="00AA6B73">
              <w:rPr>
                <w:bCs/>
                <w:color w:val="000000"/>
                <w:lang w:val="en-US"/>
              </w:rPr>
              <w:t>XXI</w:t>
            </w:r>
            <w:r w:rsidRPr="00AA6B73">
              <w:rPr>
                <w:bCs/>
                <w:color w:val="000000"/>
              </w:rPr>
              <w:t xml:space="preserve"> века.»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AA6B73" w:rsidRDefault="00AA3B4F" w:rsidP="00E04C40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Экологический час «Вокруг света с комнатными растениями» для детей и подростко</w:t>
            </w:r>
            <w:r>
              <w:rPr>
                <w:rFonts w:cs="Times New Roman"/>
                <w:color w:val="000000"/>
                <w:lang w:val="ru-RU"/>
              </w:rPr>
              <w:t>в</w:t>
            </w:r>
          </w:p>
        </w:tc>
        <w:tc>
          <w:tcPr>
            <w:tcW w:w="1740" w:type="dxa"/>
          </w:tcPr>
          <w:p w:rsidR="00AA3B4F" w:rsidRPr="00AA6B73" w:rsidRDefault="00AA3B4F" w:rsidP="00E04C4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AA6B73">
              <w:rPr>
                <w:rFonts w:cs="Times New Roman"/>
                <w:color w:val="000000"/>
                <w:lang w:val="ru-RU"/>
              </w:rPr>
              <w:t>28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февраля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Творческие встречи, уроки мужества, концерты народного хора патриотической песни «Ветеран», посвященные</w:t>
            </w:r>
          </w:p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Дню защитника Отечества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Учебные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заведения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согласованию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Фестиваль творчества инвалидов «Волшебная страна»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Белоцерковская К.В.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Премьера спектакля народного драматического театра 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Просмотр программ коллективов на подтверждение звание «Народный самодеятельный коллектив художественного творчества»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 Ул.Луначарского,41ГДК»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«Мы помним Афганистан»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 для молодежи «Любовь – это прекрасно».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Встреча с инвалидами и ветеранами войны. Поздравление с праздником.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 с концертом в воинскую часть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Воинская часть 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 В мире с собой и другими» - познавательный час по межнациональным отношениям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Ярмарка выставка-пальто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гала-концерте «Солдатский конверт»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Р.Р. Иванян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Конкурс на лучшее стихотворение, посвящённое выборам с клубными формированиями МБУК «ГДК»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04C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 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92EF9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992EF9">
              <w:rPr>
                <w:rFonts w:cs="Times New Roman"/>
                <w:lang w:val="ru-RU"/>
              </w:rPr>
              <w:t>Зональный  этап  краев</w:t>
            </w:r>
            <w:r w:rsidRPr="00AA6B73">
              <w:rPr>
                <w:rFonts w:cs="Times New Roman"/>
                <w:lang w:val="ru-RU"/>
              </w:rPr>
              <w:t>ой</w:t>
            </w:r>
            <w:r w:rsidRPr="00992EF9">
              <w:rPr>
                <w:rFonts w:cs="Times New Roman"/>
                <w:lang w:val="ru-RU"/>
              </w:rPr>
              <w:t xml:space="preserve">  конкурсной выставки.</w:t>
            </w:r>
          </w:p>
          <w:p w:rsidR="00AA3B4F" w:rsidRPr="00992EF9" w:rsidRDefault="00AA3B4F" w:rsidP="00E04C40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992EF9">
              <w:rPr>
                <w:rFonts w:cs="Times New Roman"/>
                <w:lang w:val="ru-RU"/>
              </w:rPr>
              <w:t>Участие в  Краевом Конкурсе детского рисунка.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ф</w:t>
            </w:r>
            <w:r w:rsidRPr="00AA6B73">
              <w:rPr>
                <w:rFonts w:cs="Times New Roman"/>
              </w:rPr>
              <w:t>евраль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г. Пятигорск, </w:t>
            </w:r>
            <w:r w:rsidRPr="00AA6B73">
              <w:rPr>
                <w:rFonts w:cs="Times New Roman"/>
                <w:lang w:val="ru-RU"/>
              </w:rPr>
              <w:t>г.Железноводск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Мальнев К. 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</w:rPr>
            </w:pPr>
            <w:r w:rsidRPr="00AA6B73">
              <w:rPr>
                <w:rFonts w:cs="Times New Roman"/>
              </w:rPr>
              <w:t>Городская выставка - День</w:t>
            </w:r>
          </w:p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</w:rPr>
            </w:pPr>
            <w:r w:rsidRPr="00AA6B73">
              <w:rPr>
                <w:rFonts w:cs="Times New Roman"/>
              </w:rPr>
              <w:t>защитника Отечества</w:t>
            </w:r>
          </w:p>
          <w:p w:rsidR="00AA3B4F" w:rsidRPr="00AA6B73" w:rsidRDefault="00AA3B4F" w:rsidP="00E04C40">
            <w:pPr>
              <w:pStyle w:val="Standard"/>
              <w:jc w:val="both"/>
              <w:rPr>
                <w:rFonts w:cs="Times New Roman"/>
              </w:rPr>
            </w:pPr>
            <w:r w:rsidRPr="00AA6B73">
              <w:rPr>
                <w:rFonts w:cs="Times New Roman"/>
              </w:rPr>
              <w:t>«Гордость и слава России»</w:t>
            </w:r>
          </w:p>
        </w:tc>
        <w:tc>
          <w:tcPr>
            <w:tcW w:w="1740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 xml:space="preserve">февраль </w:t>
            </w:r>
          </w:p>
        </w:tc>
        <w:tc>
          <w:tcPr>
            <w:tcW w:w="2127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  <w:lang w:val="ru-RU"/>
              </w:rPr>
              <w:t>г.</w:t>
            </w:r>
            <w:r w:rsidRPr="00AA6B73">
              <w:rPr>
                <w:rFonts w:cs="Times New Roman"/>
              </w:rPr>
              <w:t>Георгиевск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Дворец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</w:rPr>
              <w:t>Культуры</w:t>
            </w:r>
          </w:p>
        </w:tc>
        <w:tc>
          <w:tcPr>
            <w:tcW w:w="1984" w:type="dxa"/>
            <w:vAlign w:val="center"/>
          </w:tcPr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  <w:bCs/>
                <w:lang w:val="ru-RU"/>
              </w:rPr>
            </w:pP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  <w:r w:rsidRPr="00AA6B73">
              <w:rPr>
                <w:rFonts w:cs="Times New Roman"/>
                <w:bCs/>
                <w:lang w:val="ru-RU"/>
              </w:rPr>
              <w:t>Белан В.Н.</w:t>
            </w:r>
          </w:p>
          <w:p w:rsidR="00AA3B4F" w:rsidRPr="00AA6B73" w:rsidRDefault="00AA3B4F" w:rsidP="00E04C40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 любовью к музыке»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Концертный зал ДМШ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Юрченко Н.Г.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B73">
              <w:rPr>
                <w:rFonts w:ascii="Times New Roman" w:hAnsi="Times New Roman"/>
                <w:sz w:val="24"/>
                <w:szCs w:val="24"/>
              </w:rPr>
              <w:t>Участие в конкурсе "Солдатский конверт"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 Жданова Т.В.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04C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04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Месячник по привлечению читателей «Читай! Твори! Созидай!»</w:t>
            </w:r>
          </w:p>
        </w:tc>
        <w:tc>
          <w:tcPr>
            <w:tcW w:w="1740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445"/>
        </w:trPr>
        <w:tc>
          <w:tcPr>
            <w:tcW w:w="9498" w:type="dxa"/>
            <w:gridSpan w:val="5"/>
          </w:tcPr>
          <w:p w:rsidR="00AA3B4F" w:rsidRPr="00D97E53" w:rsidRDefault="00AA3B4F" w:rsidP="00E04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Март 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28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2857A8">
            <w:pPr>
              <w:pStyle w:val="NormalWeb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635E1F">
              <w:rPr>
                <w:bCs/>
                <w:iCs/>
                <w:color w:val="000000"/>
              </w:rPr>
              <w:t>Информационный час для детей и подростков «Мы против насилия и экстремизма!»</w:t>
            </w:r>
            <w:r w:rsidRPr="00635E1F">
              <w:rPr>
                <w:color w:val="000000"/>
              </w:rPr>
              <w:t xml:space="preserve"> во </w:t>
            </w:r>
            <w:r w:rsidRPr="00635E1F">
              <w:rPr>
                <w:bCs/>
                <w:iCs/>
                <w:color w:val="000000"/>
              </w:rPr>
              <w:t>Всемирный день гражданской обороны.</w:t>
            </w:r>
          </w:p>
        </w:tc>
        <w:tc>
          <w:tcPr>
            <w:tcW w:w="1740" w:type="dxa"/>
          </w:tcPr>
          <w:p w:rsidR="00AA3B4F" w:rsidRPr="00635E1F" w:rsidRDefault="00AA3B4F" w:rsidP="002857A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635E1F" w:rsidRDefault="00AA3B4F" w:rsidP="002857A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2857A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16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28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285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Городская выставка «Подарок маме»</w:t>
            </w:r>
          </w:p>
        </w:tc>
        <w:tc>
          <w:tcPr>
            <w:tcW w:w="1740" w:type="dxa"/>
            <w:vAlign w:val="center"/>
          </w:tcPr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 xml:space="preserve">01 </w:t>
            </w:r>
            <w:r w:rsidRPr="00635E1F">
              <w:rPr>
                <w:rFonts w:cs="Times New Roman"/>
                <w:lang w:val="ru-RU"/>
              </w:rPr>
              <w:t>марта</w:t>
            </w:r>
          </w:p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МБОУ СОШ</w:t>
            </w:r>
          </w:p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№ 6</w:t>
            </w:r>
          </w:p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г. Георгиевска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Исламов Е.В.</w:t>
            </w:r>
          </w:p>
          <w:p w:rsidR="00AA3B4F" w:rsidRPr="00635E1F" w:rsidRDefault="00AA3B4F" w:rsidP="00D42E4D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42E4D">
            <w:pPr>
              <w:pStyle w:val="NormalWeb"/>
              <w:spacing w:before="0" w:beforeAutospacing="0" w:after="0"/>
            </w:pPr>
            <w:r w:rsidRPr="00635E1F">
              <w:t>Праздник «Наше вам с кисточкой!»</w:t>
            </w:r>
          </w:p>
        </w:tc>
        <w:tc>
          <w:tcPr>
            <w:tcW w:w="1740" w:type="dxa"/>
          </w:tcPr>
          <w:p w:rsidR="00AA3B4F" w:rsidRPr="00635E1F" w:rsidRDefault="00AA3B4F" w:rsidP="00D42E4D">
            <w:pPr>
              <w:pStyle w:val="NormalWeb"/>
              <w:spacing w:before="0" w:beforeAutospacing="0" w:after="0"/>
              <w:jc w:val="center"/>
            </w:pPr>
            <w:r w:rsidRPr="00635E1F">
              <w:t>01 марта</w:t>
            </w:r>
          </w:p>
          <w:p w:rsidR="00AA3B4F" w:rsidRPr="00635E1F" w:rsidRDefault="00AA3B4F" w:rsidP="00D42E4D">
            <w:pPr>
              <w:pStyle w:val="NormalWeb"/>
              <w:spacing w:before="0" w:beforeAutospacing="0" w:after="0"/>
              <w:jc w:val="center"/>
            </w:pPr>
            <w:r w:rsidRPr="00635E1F">
              <w:t>11</w:t>
            </w:r>
            <w:r>
              <w:t>.</w:t>
            </w:r>
            <w:r w:rsidRPr="00635E1F">
              <w:t>00-12</w:t>
            </w:r>
            <w:r>
              <w:t>.00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ЦДБ </w:t>
            </w: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«Познакомьтесь, ребятишки, мы - новые книжки»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42E4D">
            <w:pPr>
              <w:pStyle w:val="Heading2"/>
              <w:jc w:val="left"/>
              <w:rPr>
                <w:szCs w:val="24"/>
                <w:lang w:eastAsia="en-US"/>
              </w:rPr>
            </w:pPr>
            <w:r w:rsidRPr="00635E1F">
              <w:rPr>
                <w:szCs w:val="24"/>
                <w:lang w:eastAsia="en-US"/>
              </w:rPr>
              <w:t xml:space="preserve">Акция </w:t>
            </w:r>
            <w:r w:rsidRPr="00635E1F">
              <w:rPr>
                <w:szCs w:val="24"/>
              </w:rPr>
              <w:t>«</w:t>
            </w:r>
            <w:r w:rsidRPr="00635E1F">
              <w:rPr>
                <w:szCs w:val="24"/>
                <w:lang w:eastAsia="en-US"/>
              </w:rPr>
              <w:t>Чтение – это движение вперед!</w:t>
            </w:r>
            <w:r w:rsidRPr="00635E1F">
              <w:rPr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01 марта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чтения вслух «Добро, рассыпанное по страницам»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42E4D">
            <w:pPr>
              <w:pStyle w:val="Heading2"/>
              <w:jc w:val="left"/>
              <w:rPr>
                <w:szCs w:val="24"/>
                <w:lang w:eastAsia="en-US"/>
              </w:rPr>
            </w:pPr>
            <w:r w:rsidRPr="00635E1F">
              <w:rPr>
                <w:szCs w:val="24"/>
                <w:lang w:eastAsia="en-US"/>
              </w:rPr>
              <w:t xml:space="preserve">Декламированное чтение </w:t>
            </w:r>
            <w:r w:rsidRPr="00635E1F">
              <w:rPr>
                <w:szCs w:val="24"/>
              </w:rPr>
              <w:t>«Георгиевск читает детям» (М. Горький.  «Воробьишко», «Дед Архип и Ленька», «Случай с Евсейкой» и др.) (к 150-летию со дня рождения М. Горького)</w:t>
            </w:r>
          </w:p>
        </w:tc>
        <w:tc>
          <w:tcPr>
            <w:tcW w:w="1740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 xml:space="preserve">01 </w:t>
            </w:r>
            <w:r w:rsidRPr="00635E1F">
              <w:rPr>
                <w:szCs w:val="24"/>
              </w:rPr>
              <w:t>марта</w:t>
            </w:r>
          </w:p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11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00-12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42E4D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Общегородская акция </w:t>
            </w:r>
            <w:r w:rsidRPr="00635E1F">
              <w:rPr>
                <w:szCs w:val="24"/>
                <w:lang w:val="ru-RU"/>
              </w:rPr>
              <w:t>«</w:t>
            </w:r>
            <w:r w:rsidRPr="00635E1F">
              <w:rPr>
                <w:szCs w:val="24"/>
                <w:lang w:val="ru-RU" w:eastAsia="en-US"/>
              </w:rPr>
              <w:t>Единый городской день чтения вслух «Георгиевск читает детям (М. Горький «Воробьишко», «Дед Архип и Лёнька», «Случай с Евсейкой» и др.)</w:t>
            </w:r>
            <w:r w:rsidRPr="00635E1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01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12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00-13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Общегородская акция «Единый городской день чтения вслух «Георгиевск читает детям» (М. Горький.  «Воробьишко», «Дед Архип и Ленька», «Случай с Евсейкой» и др.)»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марта</w:t>
            </w:r>
          </w:p>
          <w:p w:rsidR="00AA3B4F" w:rsidRPr="00D97E53" w:rsidRDefault="00AA3B4F" w:rsidP="00D42E4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ГДБ№5</w:t>
            </w:r>
          </w:p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635E1F" w:rsidRDefault="00AA3B4F" w:rsidP="00D42E4D">
            <w:pPr>
              <w:pStyle w:val="Heading1"/>
              <w:jc w:val="center"/>
              <w:rPr>
                <w:i/>
                <w:szCs w:val="24"/>
                <w:lang w:val="ru-RU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42E4D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Брейн-ринг «Мир живой природы» </w:t>
            </w:r>
          </w:p>
          <w:p w:rsidR="00AA3B4F" w:rsidRPr="00635E1F" w:rsidRDefault="00AA3B4F" w:rsidP="00D42E4D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>(к Всемирному дню дикой природы)</w:t>
            </w:r>
          </w:p>
        </w:tc>
        <w:tc>
          <w:tcPr>
            <w:tcW w:w="1740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02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12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00-13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Деловая игра «Выборы на птичьем дворе»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«В гостях у книги»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635E1F" w:rsidRDefault="00AA3B4F" w:rsidP="00D42E4D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ГДБ№5</w:t>
            </w:r>
          </w:p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635E1F" w:rsidRDefault="00AA3B4F" w:rsidP="00D42E4D">
            <w:pPr>
              <w:pStyle w:val="Heading1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размышлений «Пристрастие, уносящее жизнь!» (Международный день борьбы с наркоманией)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42E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42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Молодежная Шоу программа ко дню 8 марта «Веселый девичник»</w:t>
            </w:r>
          </w:p>
        </w:tc>
        <w:tc>
          <w:tcPr>
            <w:tcW w:w="1740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марта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42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час «Писателем надо родиться»</w:t>
            </w:r>
          </w:p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(Всемирный День писателя)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выставки «Нет прекрасней в мире женщин» (Международный женский день)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выставки «Для наших мам и бабушек – любовь, цветы, весна!»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5 фестиваль - конкурс восточного танца «Тайна Востока»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Погосян Н.О.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Пузенко Е.С.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EF5869" w:rsidRDefault="00AA3B4F" w:rsidP="00D05A15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EF5869">
              <w:rPr>
                <w:rFonts w:cs="Times New Roman"/>
                <w:lang w:val="ru-RU"/>
              </w:rPr>
              <w:t xml:space="preserve">Участие в Международном Конкурсе детского рисунка «Подарок маме»     </w:t>
            </w:r>
          </w:p>
        </w:tc>
        <w:tc>
          <w:tcPr>
            <w:tcW w:w="1740" w:type="dxa"/>
            <w:vAlign w:val="center"/>
          </w:tcPr>
          <w:p w:rsidR="00AA3B4F" w:rsidRPr="00635E1F" w:rsidRDefault="00AA3B4F" w:rsidP="00D05A1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 w:rsidRPr="00635E1F">
              <w:rPr>
                <w:rFonts w:cs="Times New Roman"/>
              </w:rPr>
              <w:t>5 март</w:t>
            </w:r>
            <w:r w:rsidRPr="00635E1F">
              <w:rPr>
                <w:rFonts w:cs="Times New Roman"/>
                <w:lang w:val="ru-RU"/>
              </w:rPr>
              <w:t>а</w:t>
            </w:r>
          </w:p>
          <w:p w:rsidR="00AA3B4F" w:rsidRPr="00635E1F" w:rsidRDefault="00AA3B4F" w:rsidP="00D05A15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635E1F" w:rsidRDefault="00AA3B4F" w:rsidP="00D05A15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D05A15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  <w:bCs/>
                <w:lang w:val="ru-RU"/>
              </w:rPr>
              <w:t>Рудова Т.А.</w:t>
            </w:r>
            <w:r w:rsidRPr="00635E1F">
              <w:rPr>
                <w:rFonts w:cs="Times New Roman"/>
                <w:bCs/>
              </w:rPr>
              <w:t>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книгам «Энциклопедия для малышей в сказках» (Е. Ульева)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Концерт, посвященный женскому дню 8 марта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марта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Юрченко Н.Г.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«О, женщины, я славлю вас!»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Библиоовация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«Женские лица российской прозы»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 на торжественном собрании посвященном Международному женскому дню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марта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«ГДК»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«Тобою,  Женщина, Земля красива» - праздничная концертная программа, выезд в ГЦСОН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марта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ВОП ГЦСОН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С.А.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Торжественное мероприятие, посвящённое Международному Женскому Дню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концерт, посвященный 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Дню   8  марта 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«Нашим любимым посвящается»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D05A1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Медведева Н.П.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для девочек младших классов «Я мамина помощница!» ко дню 8 марта.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««Весенний блюз»» — выставка рисунков участников кружков изобразительного искусства</w:t>
            </w:r>
          </w:p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«А ну-ка, девушки!» - конкурсная программа, дискотека.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«Ради прекрасных дам»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05A15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</w:rPr>
              <w:t>Праздничный концерт «Всем женщинам прекрасным!»</w:t>
            </w:r>
          </w:p>
        </w:tc>
        <w:tc>
          <w:tcPr>
            <w:tcW w:w="1740" w:type="dxa"/>
          </w:tcPr>
          <w:p w:rsidR="00AA3B4F" w:rsidRPr="00635E1F" w:rsidRDefault="00AA3B4F" w:rsidP="00D05A1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D05A1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18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  <w:p w:rsidR="00AA3B4F" w:rsidRPr="00635E1F" w:rsidRDefault="00AA3B4F" w:rsidP="00D05A1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E1F">
              <w:rPr>
                <w:rFonts w:ascii="Times New Roman" w:hAnsi="Times New Roman"/>
                <w:sz w:val="24"/>
                <w:szCs w:val="24"/>
              </w:rPr>
              <w:t>Концертные программы к 8 марта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Вечер-портрет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Виталий Закруткин в книгах и в жизни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(к 110-летию со д/р. В. Закруткина)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концертная программа «Хотим мы о мамочке слово сказать!»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17.00-18.15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Международному женскому дню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марта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Концерт, посвященный международному женскому Дню 8-марта «Весенняя капель»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«Дорогие наши женщины» Праздничный концерт посвященный «Международному женскому дню»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D05A15">
            <w:pPr>
              <w:pStyle w:val="TableContents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Вечер отдыха молодёжи «Когда всем весело».</w:t>
            </w:r>
          </w:p>
        </w:tc>
        <w:tc>
          <w:tcPr>
            <w:tcW w:w="1740" w:type="dxa"/>
          </w:tcPr>
          <w:p w:rsidR="00AA3B4F" w:rsidRPr="00635E1F" w:rsidRDefault="00AA3B4F" w:rsidP="00D05A1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D05A1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19.00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05A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05A1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«Ретро-клубе»</w:t>
            </w:r>
          </w:p>
        </w:tc>
        <w:tc>
          <w:tcPr>
            <w:tcW w:w="1740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марта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05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портрет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Балетмейстер Мариус Петипа. Очерк из истории русского балета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(200 лет со д\р М. Петипы).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2"/>
              <w:jc w:val="left"/>
              <w:rPr>
                <w:szCs w:val="24"/>
              </w:rPr>
            </w:pPr>
            <w:r w:rsidRPr="00635E1F">
              <w:rPr>
                <w:szCs w:val="24"/>
              </w:rPr>
              <w:t>Библиографическая игра«Загадки русских слов»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Православная экскурсия «Православная книга – символ культуры» (ко Дню православной книги)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православия «Первая русская святая – княгиня Ольга»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Вечер-портрет «Я был советским писателем» 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 105-летию С. Михалкова)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Выборы президента РФ:</w:t>
            </w:r>
          </w:p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художественной самодеятельности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Видеофильм «Олимпиус        Инферно»</w:t>
            </w:r>
          </w:p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Видеофильм «Грозовые ворота»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AA3B4F" w:rsidRPr="00D97E53" w:rsidRDefault="00AA3B4F" w:rsidP="00072D9F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 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«Подросток и закон». Тема: «Невыдуманные истории о детской и подростковой преступности». Тематический кинофильм.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Городская выставка «Подарок маме»</w:t>
            </w:r>
          </w:p>
        </w:tc>
        <w:tc>
          <w:tcPr>
            <w:tcW w:w="1740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 xml:space="preserve">13 </w:t>
            </w:r>
            <w:r w:rsidRPr="00635E1F">
              <w:rPr>
                <w:rFonts w:cs="Times New Roman"/>
                <w:lang w:val="ru-RU"/>
              </w:rPr>
              <w:t>марта</w:t>
            </w:r>
          </w:p>
        </w:tc>
        <w:tc>
          <w:tcPr>
            <w:tcW w:w="2127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Городская детская поликлиника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Мальнев К.Н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Беседа с учащимися 1-4 классов по теме солидарности в борьбе против употребления и распространения наркотиков «Жизнь без наркотиков!»</w:t>
            </w:r>
          </w:p>
        </w:tc>
        <w:tc>
          <w:tcPr>
            <w:tcW w:w="1740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13-14 марта</w:t>
            </w:r>
          </w:p>
        </w:tc>
        <w:tc>
          <w:tcPr>
            <w:tcW w:w="2127" w:type="dxa"/>
            <w:vAlign w:val="center"/>
          </w:tcPr>
          <w:p w:rsidR="00AA3B4F" w:rsidRPr="00635E1F" w:rsidRDefault="00AA3B4F" w:rsidP="00072D9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072D9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Спортивно-игровое мероприятие, посвящённое принятию программы  физкультурной подготовки в образовательных учреждениях  ГТО «Готов к труду и обороне» «Со спортом на ТЫ!»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 этап спартакиады среди школьников школа № 3, школа № 5, школа № 9  (5 классы)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Стадион «Торпедо»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2"/>
              <w:jc w:val="both"/>
              <w:rPr>
                <w:szCs w:val="24"/>
              </w:rPr>
            </w:pPr>
            <w:r w:rsidRPr="00635E1F">
              <w:rPr>
                <w:szCs w:val="24"/>
              </w:rPr>
              <w:t xml:space="preserve">Акция «Ты голосуешь впервые!» со школьниками школ георгиевского городского округа (10-11  классы)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Библиотека МБУК «ГДК» 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Т.Н. Кокшарова 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Бенефис писателя «Поэт из страны Детство» (к 105 –им. С. В. Михалкова)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Диспут «Поколение </w:t>
            </w:r>
            <w:r w:rsidRPr="00635E1F">
              <w:rPr>
                <w:szCs w:val="24"/>
                <w:lang w:eastAsia="en-US"/>
              </w:rPr>
              <w:t>NEXT</w:t>
            </w:r>
            <w:r w:rsidRPr="00635E1F">
              <w:rPr>
                <w:szCs w:val="24"/>
                <w:lang w:val="ru-RU" w:eastAsia="en-US"/>
              </w:rPr>
              <w:t xml:space="preserve"> выбирает»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>13 марта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</w:rPr>
              <w:t>09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00-10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час «Чтобы трагедия некоторых не стала бедой многих»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праздник к 105-летию со дня рождения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С. Михалкова «Поэт  из  страны детства»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2"/>
              <w:jc w:val="both"/>
              <w:rPr>
                <w:szCs w:val="24"/>
              </w:rPr>
            </w:pPr>
            <w:r w:rsidRPr="00635E1F">
              <w:rPr>
                <w:szCs w:val="24"/>
              </w:rPr>
              <w:t>Акция «Не спрашивай, что страна может для тебя. Спроси, что можешь ты сделать для своей страны» со школьниками школ округа (10-11 классы)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 xml:space="preserve">Библиотека МБУК «ГДК»  </w:t>
            </w:r>
            <w:r w:rsidRPr="00635E1F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TableContents"/>
              <w:rPr>
                <w:rFonts w:cs="Times New Roman"/>
              </w:rPr>
            </w:pPr>
            <w:r w:rsidRPr="00635E1F">
              <w:rPr>
                <w:rFonts w:cs="Times New Roman"/>
              </w:rPr>
              <w:t>Беседа-игра «Мы разные, но мы вместе» для детей и подростков, посвящённая Дню содружества наций.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14</w:t>
            </w:r>
            <w:r w:rsidRPr="00635E1F">
              <w:rPr>
                <w:rFonts w:cs="Times New Roman"/>
              </w:rPr>
              <w:t xml:space="preserve"> марта</w:t>
            </w:r>
          </w:p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салон «Молодёжи о писателях Ставрополья»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E1F">
              <w:rPr>
                <w:rFonts w:ascii="Times New Roman" w:hAnsi="Times New Roman"/>
                <w:sz w:val="24"/>
                <w:szCs w:val="24"/>
              </w:rPr>
              <w:t>День правовой информации «Молодёжь и право»</w:t>
            </w:r>
          </w:p>
          <w:p w:rsidR="00AA3B4F" w:rsidRPr="00635E1F" w:rsidRDefault="00AA3B4F" w:rsidP="00072D9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Урок-практикум </w:t>
            </w:r>
          </w:p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 экскурсией на УИК №339 «О выборах хочу все знать»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марта</w:t>
            </w:r>
          </w:p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вираж «История государства Российского» (200 лет книге Н.Карамзина)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Дорожный марафон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Больше уважения к правилам движения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«Селфи с любимой книгой»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информации «Крым - частица солнца в сердце России» (ко Дню воссоединения Крыма с Россией)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Именины писателя «Серьёзное в смешном Валерия Медведева» (по кн. «Баранкин, будь человеком», «Капитан Соври-голова»)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отделения духовых и струнных инструментов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Юрченко Н.Г.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Юбилейный вечер, посвященный 30-летию народного театра юного зрителя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по профилактике заболевания СПИДом «Будь бдителен»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для детей на асфальте «Это  наша жизнь», посвящённый выборам Президента РФ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Е.В. Попова 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Семинар «Модернизация классификационной системы таблиц ББК в публичных библиотеках»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16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«Молодой избиратель»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Поэтическая композиция «Красота природы – муза поэта»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Демонстрация  видеофильма ««Нет-наркотикам! » 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для детей 15-17лет»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ко Дню выборов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С.А.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художественной самодеятельности на выборы Президента РФ «Время жить, время выбирать»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З/зал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Камнева И.Ю. 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 «Голосуй за грядущее нашей страны!»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Выездной концерт  программы «Я  гражданин России!», посвящённый выборам Президента РФ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18 марта 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Стадион «Торпедо»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«Я гражданин России!», посвящённый выборам Президента РФ</w:t>
            </w:r>
          </w:p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 в 13.00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МБУК «ГДК»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 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Радиоконцерт «Пою тебе, моя Россия!»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08.00-11.00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 «И хорошее настроение не покинет больше вас!»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11.00-12.30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Кинофильм.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14.00-15.30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Кинофильм.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</w:rPr>
              <w:t>Тематический концерт «Мы вместе</w:t>
            </w:r>
            <w:r w:rsidRPr="00635E1F">
              <w:rPr>
                <w:rFonts w:cs="Times New Roman"/>
                <w:lang w:val="ru-RU"/>
              </w:rPr>
              <w:t>!</w:t>
            </w:r>
            <w:r w:rsidRPr="00635E1F">
              <w:rPr>
                <w:rFonts w:cs="Times New Roman"/>
              </w:rPr>
              <w:t>» в День Выборов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«Наш выбор- Россия!»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Выборам Президента РФ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«Весенняя капель»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Ремейко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 xml:space="preserve">Участие в </w:t>
            </w:r>
            <w:r w:rsidRPr="00635E1F">
              <w:rPr>
                <w:rFonts w:cs="Times New Roman"/>
                <w:color w:val="000000"/>
              </w:rPr>
              <w:t>Международном</w:t>
            </w:r>
            <w:r w:rsidRPr="00635E1F">
              <w:rPr>
                <w:rFonts w:cs="Times New Roman"/>
              </w:rPr>
              <w:t xml:space="preserve"> Конкурсе детского рисунка «Красота родного края»</w:t>
            </w:r>
          </w:p>
        </w:tc>
        <w:tc>
          <w:tcPr>
            <w:tcW w:w="1740" w:type="dxa"/>
            <w:vAlign w:val="center"/>
          </w:tcPr>
          <w:p w:rsidR="00AA3B4F" w:rsidRPr="00635E1F" w:rsidRDefault="00AA3B4F" w:rsidP="00072D9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20 марта</w:t>
            </w:r>
          </w:p>
        </w:tc>
        <w:tc>
          <w:tcPr>
            <w:tcW w:w="2127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072D9F">
            <w:pPr>
              <w:pStyle w:val="Standard"/>
              <w:jc w:val="center"/>
              <w:rPr>
                <w:rFonts w:cs="Times New Roman"/>
                <w:bCs/>
                <w:lang w:val="ru-RU"/>
              </w:rPr>
            </w:pPr>
            <w:r w:rsidRPr="00635E1F">
              <w:rPr>
                <w:rFonts w:cs="Times New Roman"/>
                <w:bCs/>
                <w:lang w:val="ru-RU"/>
              </w:rPr>
              <w:t>Вознесенская Н.П.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Декаде греческой культуры и литературы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20 - 30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072D9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E1F">
              <w:rPr>
                <w:rFonts w:ascii="Times New Roman" w:hAnsi="Times New Roman"/>
                <w:sz w:val="24"/>
                <w:szCs w:val="24"/>
              </w:rPr>
              <w:t>Экологическая мозаика «Земля, которой краше нет!»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Виртуальное путешествие «В гости к Зевсу и Гераклу»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1"/>
              <w:rPr>
                <w:szCs w:val="24"/>
                <w:lang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Литературная встреча «И вновь душа поэзией полна…» </w:t>
            </w:r>
            <w:r w:rsidRPr="00635E1F">
              <w:rPr>
                <w:szCs w:val="24"/>
                <w:lang w:eastAsia="en-US"/>
              </w:rPr>
              <w:t xml:space="preserve">(к Всемирному </w:t>
            </w:r>
            <w:r w:rsidRPr="00635E1F">
              <w:rPr>
                <w:szCs w:val="24"/>
                <w:lang w:val="ru-RU" w:eastAsia="en-US"/>
              </w:rPr>
              <w:t>Д</w:t>
            </w:r>
            <w:r w:rsidRPr="00635E1F">
              <w:rPr>
                <w:szCs w:val="24"/>
                <w:lang w:eastAsia="en-US"/>
              </w:rPr>
              <w:t>ню поэзии)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20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  <w:lang w:eastAsia="en-US"/>
              </w:rPr>
              <w:t>10</w:t>
            </w:r>
            <w:r>
              <w:rPr>
                <w:szCs w:val="24"/>
                <w:lang w:val="ru-RU" w:eastAsia="en-US"/>
              </w:rPr>
              <w:t>.</w:t>
            </w:r>
            <w:r w:rsidRPr="00635E1F">
              <w:rPr>
                <w:szCs w:val="24"/>
                <w:lang w:eastAsia="en-US"/>
              </w:rPr>
              <w:t>00-11</w:t>
            </w:r>
            <w:r>
              <w:rPr>
                <w:szCs w:val="24"/>
                <w:lang w:val="ru-RU" w:eastAsia="en-US"/>
              </w:rPr>
              <w:t>.</w:t>
            </w:r>
            <w:r w:rsidRPr="00635E1F">
              <w:rPr>
                <w:szCs w:val="24"/>
                <w:lang w:eastAsia="en-US"/>
              </w:rPr>
              <w:t>00</w:t>
            </w:r>
          </w:p>
        </w:tc>
        <w:tc>
          <w:tcPr>
            <w:tcW w:w="2127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>ГБ№2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eastAsia="en-US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Тематический день информации «В царстве у Эвтерпа» (Всемирный День поэзии)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Афины – начало всего цивилизованного мира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Вечер-досье «Судьба. Талант. Эпоха» (М. Горький)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поэзии «И вновь душа поэзией полна…»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конкурс «Русские струны души»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21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Звездопад поэтический «Поэтическая переменка»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21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Петрова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Всемирному дню Земли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Экотурнир «Земли моей лицо живое»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</w:rPr>
              <w:t>Весёлые старты для детей и подростков «Мой выбор – здоровье!»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21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Спортивно-оздоровительное мероприятие среди танцевальных коллективов «Будь в форме»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Всемирный день водных ресурсов. Беседа о воде «Вода живая и мертвая»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Библиотерапевтический час  к 145 летию со дня рождения М.М. Пришвина «Чудеса на лесной тропинке»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Всемирному дню водных ресурсов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памяти «Слушайте! Говорит Хатынь»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2"/>
              <w:jc w:val="left"/>
              <w:rPr>
                <w:bCs/>
                <w:szCs w:val="24"/>
              </w:rPr>
            </w:pPr>
            <w:r w:rsidRPr="00635E1F">
              <w:rPr>
                <w:szCs w:val="24"/>
              </w:rPr>
              <w:t>Экологический досуг</w:t>
            </w:r>
            <w:r w:rsidRPr="00635E1F">
              <w:rPr>
                <w:bCs/>
                <w:szCs w:val="24"/>
              </w:rPr>
              <w:t xml:space="preserve"> </w:t>
            </w:r>
            <w:r w:rsidRPr="00635E1F">
              <w:rPr>
                <w:szCs w:val="24"/>
              </w:rPr>
              <w:t>«</w:t>
            </w:r>
            <w:r w:rsidRPr="00635E1F">
              <w:rPr>
                <w:bCs/>
                <w:szCs w:val="24"/>
              </w:rPr>
              <w:t>Путешествие в мир природы</w:t>
            </w:r>
            <w:r w:rsidRPr="00635E1F">
              <w:rPr>
                <w:szCs w:val="24"/>
              </w:rPr>
              <w:t>» (Всемирный День Земли)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22 марта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00-16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экскурсия «Поделись улыбкою своей» (как здороваются в разных странах)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NormalWeb"/>
              <w:spacing w:before="0" w:beforeAutospacing="0" w:after="0"/>
            </w:pPr>
            <w:r w:rsidRPr="00635E1F">
              <w:t>Праздник «Царица водица»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1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Поле чудес «Легенды приоткроют тайны»</w:t>
            </w:r>
          </w:p>
          <w:p w:rsidR="00AA3B4F" w:rsidRPr="00635E1F" w:rsidRDefault="00AA3B4F" w:rsidP="00072D9F">
            <w:pPr>
              <w:pStyle w:val="Heading1"/>
              <w:rPr>
                <w:szCs w:val="24"/>
                <w:lang w:val="ru-RU"/>
              </w:rPr>
            </w:pP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23</w:t>
            </w:r>
            <w:r w:rsidRPr="00635E1F">
              <w:rPr>
                <w:szCs w:val="24"/>
                <w:lang w:val="ru-RU"/>
              </w:rPr>
              <w:t xml:space="preserve"> </w:t>
            </w:r>
            <w:r w:rsidRPr="00635E1F">
              <w:rPr>
                <w:szCs w:val="24"/>
              </w:rPr>
              <w:t>марта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</w:rPr>
            </w:pPr>
            <w:r w:rsidRPr="00635E1F">
              <w:rPr>
                <w:szCs w:val="24"/>
                <w:lang w:eastAsia="en-US"/>
              </w:rPr>
              <w:t>10</w:t>
            </w:r>
            <w:r>
              <w:rPr>
                <w:szCs w:val="24"/>
                <w:lang w:val="ru-RU" w:eastAsia="en-US"/>
              </w:rPr>
              <w:t>.</w:t>
            </w:r>
            <w:r w:rsidRPr="00635E1F">
              <w:rPr>
                <w:szCs w:val="24"/>
                <w:lang w:eastAsia="en-US"/>
              </w:rPr>
              <w:t>00-11</w:t>
            </w:r>
            <w:r>
              <w:rPr>
                <w:szCs w:val="24"/>
                <w:lang w:val="ru-RU" w:eastAsia="en-US"/>
              </w:rPr>
              <w:t>.</w:t>
            </w:r>
            <w:r w:rsidRPr="00635E1F">
              <w:rPr>
                <w:szCs w:val="24"/>
                <w:lang w:eastAsia="en-US"/>
              </w:rPr>
              <w:t>00</w:t>
            </w:r>
          </w:p>
        </w:tc>
        <w:tc>
          <w:tcPr>
            <w:tcW w:w="2127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ГБ№2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Литературное путешествие «Ах, Греция! мечта души моей!»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Литературный портрет </w:t>
            </w:r>
            <w:r w:rsidRPr="00635E1F">
              <w:rPr>
                <w:szCs w:val="24"/>
                <w:lang w:val="ru-RU"/>
              </w:rPr>
              <w:t>«</w:t>
            </w:r>
            <w:r w:rsidRPr="00635E1F">
              <w:rPr>
                <w:szCs w:val="24"/>
                <w:lang w:val="ru-RU" w:eastAsia="en-US"/>
              </w:rPr>
              <w:t>Превосходная должность быть на земле человеком</w:t>
            </w:r>
            <w:r w:rsidRPr="00635E1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23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072D9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</w:rPr>
              <w:t>14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Вечер-портрет 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«Певец человеческой красоты»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Литературный калейдоскоп «Не прожить на белом свете без любимых книжек детям»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Литературный фейерверк «Здравствуй, Книжкина неделя!»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Александрийская 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Субботник на территории СДК и мемориала «Имя твое не известно – подвиг твой не забыт»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«Дорожный лабиринт» - познавательная программа. Конкурс рисунков и плакатов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Кулешова Н.А.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Торжественное мероприятие, посвящённое Дню культурного работника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коллектива ДК в отчетной конференции работников культуры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072D9F">
            <w:pPr>
              <w:pStyle w:val="TableContents"/>
              <w:rPr>
                <w:rFonts w:cs="Times New Roman"/>
                <w:color w:val="000000"/>
              </w:rPr>
            </w:pPr>
            <w:r w:rsidRPr="00635E1F">
              <w:rPr>
                <w:rFonts w:cs="Times New Roman"/>
                <w:color w:val="000000"/>
              </w:rPr>
              <w:t xml:space="preserve">Детская </w:t>
            </w:r>
            <w:r w:rsidRPr="00635E1F">
              <w:rPr>
                <w:rFonts w:cs="Times New Roman"/>
                <w:color w:val="000000"/>
                <w:lang w:val="ru-RU"/>
              </w:rPr>
              <w:t>познавательная</w:t>
            </w:r>
            <w:r w:rsidRPr="00635E1F">
              <w:rPr>
                <w:rFonts w:cs="Times New Roman"/>
                <w:color w:val="000000"/>
              </w:rPr>
              <w:t xml:space="preserve"> программа «Правила движения надо знать»</w:t>
            </w:r>
            <w:r w:rsidRPr="00635E1F">
              <w:rPr>
                <w:rFonts w:cs="Times New Roman"/>
                <w:color w:val="000000"/>
                <w:lang w:val="ru-RU"/>
              </w:rPr>
              <w:t>.</w:t>
            </w:r>
          </w:p>
        </w:tc>
        <w:tc>
          <w:tcPr>
            <w:tcW w:w="1740" w:type="dxa"/>
          </w:tcPr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23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072D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День работников культуры.</w:t>
            </w:r>
          </w:p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Праздничный огонек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Овчинникова В.Ю.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фортепианного отделения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Ованесова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урок «Шар земной в твоих руках»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«Там чудеса, там леший бродит…»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«Книжная Планета»: Знакомимся с новыми поступлениями в библиотеку»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 Региональный открытый конкурс малых театральных форм «Георгиевские сезоны»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любимой ретро музыки  в «Ретро-клубе». 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72D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72D9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в клубе «Светлица», посвященный Дню рождения клуба</w:t>
            </w:r>
          </w:p>
        </w:tc>
        <w:tc>
          <w:tcPr>
            <w:tcW w:w="1740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072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«Зажечь сердца – великое призвание» (ко Дню работников культуры в России)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Ринг эрудитов </w:t>
            </w:r>
            <w:r w:rsidRPr="00635E1F">
              <w:rPr>
                <w:szCs w:val="24"/>
                <w:lang w:val="ru-RU"/>
              </w:rPr>
              <w:t>«</w:t>
            </w:r>
            <w:r w:rsidRPr="00635E1F">
              <w:rPr>
                <w:szCs w:val="24"/>
                <w:lang w:val="ru-RU" w:eastAsia="en-US"/>
              </w:rPr>
              <w:t>Певец человеческой красоты</w:t>
            </w:r>
            <w:r w:rsidRPr="00635E1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25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</w:rPr>
              <w:t>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00-16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«Радужное дерево читательских мнений»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«Писатели в гостях у читателей»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NormalWeb"/>
              <w:spacing w:before="0" w:beforeAutospacing="0" w:after="0"/>
              <w:jc w:val="both"/>
            </w:pPr>
            <w:r w:rsidRPr="00635E1F">
              <w:t xml:space="preserve">Литературный праздник «Путешествуем по страницам произведений Михалкова» (105лет со дня рождения С.В. Михалкова) 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26 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</w:rPr>
              <w:t>14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«Вас ждут приключения на острове Чтения»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№12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Бобылева Е.Д.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Международная акция «Час Земли»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- портрет "Наставник Человеков на земле»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спектакля Народного драматического театра к</w:t>
            </w:r>
          </w:p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Международному Дню театра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Вечер-встреча в ТЮЗе с бывшими актерами народного драматического театра, посвященная Международному Дню театра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Городской конкурс чтецов среди молодежи «Терабайт стихов – 2018»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27 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</w:rPr>
            </w:pPr>
            <w:r w:rsidRPr="00635E1F">
              <w:rPr>
                <w:szCs w:val="24"/>
              </w:rPr>
              <w:t>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00-16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ЦЮБ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2"/>
              <w:jc w:val="left"/>
              <w:rPr>
                <w:szCs w:val="24"/>
              </w:rPr>
            </w:pPr>
            <w:r w:rsidRPr="00635E1F">
              <w:rPr>
                <w:szCs w:val="24"/>
              </w:rPr>
              <w:t>Час творчества «Волшебный мир театра» (Всемирный день театра)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ГДБ№5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игровая программа «Мы едем, едем, едем… на неделю Детской книги»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/>
              </w:rPr>
              <w:t>Тематический день информации</w:t>
            </w:r>
            <w:r w:rsidRPr="00635E1F">
              <w:rPr>
                <w:szCs w:val="24"/>
                <w:lang w:val="ru-RU" w:eastAsia="en-US"/>
              </w:rPr>
              <w:t xml:space="preserve"> «Знакомый незнакомец» (150 лет со дня рождения М. Горького)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28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Библио - фреш «Лучшие книги для детей и подростков» 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Вечер-портрет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Максим Горький 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известный и неизвестный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(к 150 летию М. Горького)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Акция </w:t>
            </w:r>
            <w:r w:rsidRPr="00635E1F">
              <w:rPr>
                <w:szCs w:val="24"/>
                <w:lang w:val="ru-RU"/>
              </w:rPr>
              <w:t>«</w:t>
            </w:r>
            <w:r w:rsidRPr="00635E1F">
              <w:rPr>
                <w:szCs w:val="24"/>
                <w:lang w:val="ru-RU" w:eastAsia="en-US"/>
              </w:rPr>
              <w:t>Возьми Горького с собой</w:t>
            </w:r>
            <w:r w:rsidRPr="00635E1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28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</w:rPr>
              <w:t>12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00-13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«Пусть к успеху лежит через книгу» (Неделя юношеской книги)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>Литературный праздник «Кто не сводит с книг очей, тот зовётся книгочей»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28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</w:rPr>
              <w:t>15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00-16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воинской славы.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«Брест в огне» презентация о героях защитниках Брестской крепости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Мультимедийная презентация для детей и подростков «Береги себя для жизни» из цикла меропр</w:t>
            </w:r>
            <w:r>
              <w:rPr>
                <w:rFonts w:cs="Times New Roman"/>
                <w:color w:val="000000"/>
                <w:lang w:val="ru-RU"/>
              </w:rPr>
              <w:t>иятий «За здоровый образ жизни»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28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E80B1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150-летию со дня рождения М. Горького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марта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Презентация, посвящённая 150 летию знаменитого русского писателя А.М. Горького (1843-1903)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1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val="ru-RU" w:eastAsia="en-US"/>
              </w:rPr>
              <w:t xml:space="preserve">Игровая программа </w:t>
            </w:r>
            <w:r w:rsidRPr="00635E1F">
              <w:rPr>
                <w:szCs w:val="24"/>
                <w:lang w:val="ru-RU"/>
              </w:rPr>
              <w:t>«</w:t>
            </w:r>
            <w:r w:rsidRPr="00635E1F">
              <w:rPr>
                <w:szCs w:val="24"/>
                <w:lang w:val="ru-RU" w:eastAsia="en-US"/>
              </w:rPr>
              <w:t>Волшебный сундучок бабушки Яги</w:t>
            </w:r>
            <w:r w:rsidRPr="00635E1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635E1F">
              <w:rPr>
                <w:szCs w:val="24"/>
                <w:lang w:eastAsia="en-US"/>
              </w:rPr>
              <w:t>29</w:t>
            </w:r>
            <w:r w:rsidRPr="00635E1F">
              <w:rPr>
                <w:szCs w:val="24"/>
                <w:lang w:val="ru-RU" w:eastAsia="en-US"/>
              </w:rPr>
              <w:t xml:space="preserve"> </w:t>
            </w:r>
            <w:r w:rsidRPr="00635E1F">
              <w:rPr>
                <w:szCs w:val="24"/>
                <w:lang w:eastAsia="en-US"/>
              </w:rPr>
              <w:t>марта</w:t>
            </w:r>
          </w:p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635E1F">
              <w:rPr>
                <w:szCs w:val="24"/>
              </w:rPr>
              <w:t>09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00-10</w:t>
            </w:r>
            <w:r>
              <w:rPr>
                <w:szCs w:val="24"/>
                <w:lang w:val="ru-RU"/>
              </w:rPr>
              <w:t>.</w:t>
            </w:r>
            <w:r w:rsidRPr="00635E1F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информации «Всё в журналах интересно!» 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игра «Нынче муха-цокотуха именинница»                    (по кн. К.И. Чуковского)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Поздравления с днём рождения на дому пожилых жителей посёлка «Поздравленья в Юбилей»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 выезде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и конкурс рисунка «смотри на мир по новому!»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Footer"/>
              <w:tabs>
                <w:tab w:val="left" w:pos="708"/>
              </w:tabs>
              <w:jc w:val="both"/>
            </w:pPr>
            <w:r w:rsidRPr="00635E1F">
              <w:t>Полуфинал спартакиады среди школьников школа № 3, школа № 5, школа № 9  (5 классы)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Стадион «Торпедо»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Footer"/>
              <w:tabs>
                <w:tab w:val="left" w:pos="708"/>
              </w:tabs>
              <w:jc w:val="both"/>
            </w:pPr>
            <w:r w:rsidRPr="00635E1F">
              <w:t>Фестиваль-конкурс «Верь в свою звезду»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 30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Экологический час «Землянам – чистую планету!» для детей и подростков, посвящённый Дню защиты Земли.</w:t>
            </w:r>
          </w:p>
        </w:tc>
        <w:tc>
          <w:tcPr>
            <w:tcW w:w="1740" w:type="dxa"/>
          </w:tcPr>
          <w:p w:rsidR="00AA3B4F" w:rsidRPr="00635E1F" w:rsidRDefault="00AA3B4F" w:rsidP="00E80B1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30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635E1F">
              <w:rPr>
                <w:rFonts w:cs="Times New Roman"/>
              </w:rPr>
              <w:t>марта</w:t>
            </w:r>
          </w:p>
          <w:p w:rsidR="00AA3B4F" w:rsidRPr="00635E1F" w:rsidRDefault="00AA3B4F" w:rsidP="00E80B1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635E1F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PR-акция «Как пройти в библиотеку?»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читательских удовольствий «Подружись с хорошей книгой»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Спортивная эстафета «Спорт нам в жизни всегда помогает»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марта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7570D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марта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марта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марта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«Мы против наркотиков»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СОШ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согласованию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Вечер, посвященный Дню работников культуры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Защита коллективов ДК на подтверждение звания «Народный коллектив…»</w:t>
            </w:r>
          </w:p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 коллектива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 - апрель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 коллективов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«мамочка моя…….».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«Музыкальная капель» - посиделки для пожилых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отчетный концерт худ. самодеятельности (смотр- конкурс ).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С.А.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Гайдаржи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Смотр-конкурс на лучшее учреждение культуры Георгиевского городского округа.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З/зал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635E1F" w:rsidRDefault="00AA3B4F" w:rsidP="00E80B1F">
            <w:pPr>
              <w:pStyle w:val="Heading2"/>
              <w:jc w:val="both"/>
              <w:rPr>
                <w:szCs w:val="24"/>
              </w:rPr>
            </w:pPr>
            <w:r w:rsidRPr="00635E1F">
              <w:rPr>
                <w:szCs w:val="24"/>
              </w:rPr>
              <w:t>Выступление народных коллективов МБУК «ГДК» на празднике проводы русской зимы, посвящённое масленице «Прощай Масленица»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  <w:vAlign w:val="center"/>
          </w:tcPr>
          <w:p w:rsidR="00AA3B4F" w:rsidRPr="00635E1F" w:rsidRDefault="00AA3B4F" w:rsidP="00E80B1F">
            <w:pPr>
              <w:pStyle w:val="Heading1"/>
              <w:jc w:val="center"/>
              <w:rPr>
                <w:szCs w:val="24"/>
                <w:lang w:val="ru-RU"/>
              </w:rPr>
            </w:pPr>
            <w:r w:rsidRPr="00635E1F">
              <w:rPr>
                <w:szCs w:val="24"/>
                <w:lang w:val="ru-RU"/>
              </w:rPr>
              <w:t>пл. Победа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О.Г. Васильева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Ж.Г. Геворкова 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Т.В. Запащенко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«Прощай масленица» среди участников клубных формирований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МБУК «ГДК»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Ярмарка выставка –пальто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Тематический классный час «Дружный коллектив» с клубными формированиями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В.Н. Протасова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Тематический классный час «Семейные традиции» с клубными формированиями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Спектакль народного шоу-театра «Бродячие артисты» школ округа.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Ю.А. Ибрагимов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Цирк на сцене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Смотр-конкурс на лучшее учреждение культуры среди учреждений культурно-досугового типа Георгиевского городского округа «Лучший сельский Дом культуры!»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Городская выставка - 8 Марта</w:t>
            </w:r>
          </w:p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Международный женский день «Для милых дам»</w:t>
            </w:r>
          </w:p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март</w:t>
            </w:r>
          </w:p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Георгиевск</w:t>
            </w:r>
            <w:r w:rsidRPr="00635E1F">
              <w:rPr>
                <w:rFonts w:cs="Times New Roman"/>
                <w:lang w:val="ru-RU"/>
              </w:rPr>
              <w:t>ий</w:t>
            </w:r>
            <w:r w:rsidRPr="00635E1F">
              <w:rPr>
                <w:rFonts w:cs="Times New Roman"/>
              </w:rPr>
              <w:t xml:space="preserve"> </w:t>
            </w:r>
            <w:r w:rsidRPr="00635E1F">
              <w:rPr>
                <w:rFonts w:cs="Times New Roman"/>
                <w:lang w:val="ru-RU"/>
              </w:rPr>
              <w:t>Д</w:t>
            </w:r>
            <w:r w:rsidRPr="00635E1F">
              <w:rPr>
                <w:rFonts w:cs="Times New Roman"/>
              </w:rPr>
              <w:t>ворец</w:t>
            </w:r>
          </w:p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</w:rPr>
            </w:pPr>
            <w:r w:rsidRPr="00635E1F">
              <w:rPr>
                <w:rFonts w:cs="Times New Roman"/>
              </w:rPr>
              <w:t>Культуры</w:t>
            </w:r>
          </w:p>
        </w:tc>
        <w:tc>
          <w:tcPr>
            <w:tcW w:w="1984" w:type="dxa"/>
            <w:vAlign w:val="center"/>
          </w:tcPr>
          <w:p w:rsidR="00AA3B4F" w:rsidRPr="00635E1F" w:rsidRDefault="00AA3B4F" w:rsidP="00E80B1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635E1F">
              <w:rPr>
                <w:rFonts w:cs="Times New Roman"/>
                <w:lang w:val="ru-RU"/>
              </w:rPr>
              <w:t>Ненашева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Смотр художественной самодеятельности СДК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 в </w:t>
            </w:r>
          </w:p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ООО ГЕОРГИЕВСКОЕ УПП ВОС «Какие женщины в России»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ООО ГЕОРГИЕВСКОЕ УПП ВОС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Ремейко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E1F">
              <w:rPr>
                <w:rFonts w:ascii="Times New Roman" w:hAnsi="Times New Roman"/>
                <w:sz w:val="24"/>
                <w:szCs w:val="24"/>
              </w:rPr>
              <w:t>Концертная программа «Масленичные гуляния»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Подосинина И.А., 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80B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«Подаренная книга – читателям радость»</w:t>
            </w:r>
          </w:p>
        </w:tc>
        <w:tc>
          <w:tcPr>
            <w:tcW w:w="1740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2127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E80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Апрель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539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5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«Вокруг смеха»</w:t>
            </w:r>
          </w:p>
        </w:tc>
        <w:tc>
          <w:tcPr>
            <w:tcW w:w="1740" w:type="dxa"/>
          </w:tcPr>
          <w:p w:rsidR="00AA3B4F" w:rsidRPr="00D97E53" w:rsidRDefault="00AA3B4F" w:rsidP="000539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апреля</w:t>
            </w:r>
          </w:p>
          <w:p w:rsidR="00AA3B4F" w:rsidRPr="00D97E53" w:rsidRDefault="00AA3B4F" w:rsidP="000539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5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5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440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молодежи «Апрельские улыбки»</w:t>
            </w:r>
          </w:p>
        </w:tc>
        <w:tc>
          <w:tcPr>
            <w:tcW w:w="1740" w:type="dxa"/>
          </w:tcPr>
          <w:p w:rsidR="00AA3B4F" w:rsidRPr="00D97E53" w:rsidRDefault="00AA3B4F" w:rsidP="00144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апреля</w:t>
            </w:r>
          </w:p>
          <w:p w:rsidR="00AA3B4F" w:rsidRPr="00D97E53" w:rsidRDefault="00AA3B4F" w:rsidP="00144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440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Фестиваль-конкурс «Верь в свою звезду»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44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01-02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440C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440C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Вечер отдыха молодёжи «Давайте вместе веселиться!» в День смеха.</w:t>
            </w:r>
          </w:p>
        </w:tc>
        <w:tc>
          <w:tcPr>
            <w:tcW w:w="1740" w:type="dxa"/>
          </w:tcPr>
          <w:p w:rsidR="00AA3B4F" w:rsidRPr="007518A5" w:rsidRDefault="00AA3B4F" w:rsidP="001440C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1440C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19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144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C310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C31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Международному дню птиц </w:t>
            </w:r>
          </w:p>
        </w:tc>
        <w:tc>
          <w:tcPr>
            <w:tcW w:w="1740" w:type="dxa"/>
          </w:tcPr>
          <w:p w:rsidR="00AA3B4F" w:rsidRPr="00D97E53" w:rsidRDefault="00AA3B4F" w:rsidP="00C31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апреля</w:t>
            </w:r>
          </w:p>
        </w:tc>
        <w:tc>
          <w:tcPr>
            <w:tcW w:w="2127" w:type="dxa"/>
          </w:tcPr>
          <w:p w:rsidR="00AA3B4F" w:rsidRPr="00D97E53" w:rsidRDefault="00AA3B4F" w:rsidP="00C31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C31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викторина «Все о птицах и не только» (Международный день птиц)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NormalWeb"/>
              <w:spacing w:before="0" w:beforeAutospacing="0" w:after="0"/>
              <w:jc w:val="both"/>
            </w:pPr>
            <w:r w:rsidRPr="007518A5">
              <w:t>Брейн – ринг «Кто лучше всех выводит трели»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Бенефис самого умного читателя «В лабиринте книжных чудес»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игра «С чего начинается детство»  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(К. Чуковский, А. Барто, В. Заходер)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Литературно-игровая программа к 390 летию со дня рождения Ш. Перро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«На бал с героями Шарля Перро»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Footer"/>
              <w:tabs>
                <w:tab w:val="left" w:pos="708"/>
              </w:tabs>
              <w:jc w:val="both"/>
            </w:pPr>
            <w:r w:rsidRPr="007518A5">
              <w:t>«День Дурака» Открытый урок студии «Школы КВН»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Школьное праздничное мероприятие посвященное празднованию дня юмора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1D545D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7518A5">
              <w:rPr>
                <w:rFonts w:cs="Times New Roman"/>
              </w:rPr>
              <w:t>02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Textbody"/>
              <w:spacing w:after="0"/>
              <w:jc w:val="both"/>
              <w:rPr>
                <w:rFonts w:cs="Times New Roman"/>
                <w:shd w:val="clear" w:color="auto" w:fill="FFFFFF"/>
              </w:rPr>
            </w:pPr>
            <w:r w:rsidRPr="007518A5">
              <w:rPr>
                <w:rFonts w:cs="Times New Roman"/>
                <w:shd w:val="clear" w:color="auto" w:fill="FFFFFF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Ненашева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детей «Первого апреля-никому не верят!»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Городское  выставочное мероприятие по профилактике терроризма и экстремизма: выставка  плаката учащихся ДХШ «Терроризм глазами ребенка»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1D545D">
            <w:pPr>
              <w:pStyle w:val="Textbody"/>
              <w:spacing w:after="0"/>
              <w:jc w:val="center"/>
              <w:rPr>
                <w:rFonts w:cs="Times New Roman"/>
              </w:rPr>
            </w:pPr>
          </w:p>
          <w:p w:rsidR="00AA3B4F" w:rsidRPr="007518A5" w:rsidRDefault="00AA3B4F" w:rsidP="001D545D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7518A5">
              <w:rPr>
                <w:rFonts w:cs="Times New Roman"/>
              </w:rPr>
              <w:t>03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МБОУ СОШ</w:t>
            </w:r>
          </w:p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№ 6</w:t>
            </w:r>
          </w:p>
          <w:p w:rsidR="00AA3B4F" w:rsidRPr="007518A5" w:rsidRDefault="00AA3B4F" w:rsidP="001D545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г. Георгиевска</w:t>
            </w:r>
          </w:p>
        </w:tc>
        <w:tc>
          <w:tcPr>
            <w:tcW w:w="1984" w:type="dxa"/>
            <w:vAlign w:val="center"/>
          </w:tcPr>
          <w:p w:rsidR="00AA3B4F" w:rsidRPr="007518A5" w:rsidRDefault="00AA3B4F" w:rsidP="001D545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518A5">
              <w:rPr>
                <w:rFonts w:cs="Times New Roman"/>
                <w:lang w:val="ru-RU"/>
              </w:rPr>
              <w:t>Мальнев К.Н.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открытых дверей                                                                                             «Калейдоскоп книжных новинок»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Виртуальное путешествие «Путешествие по Золотому кольцу»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val="ru-RU" w:eastAsia="en-US"/>
              </w:rPr>
              <w:t>Игротека «В гостях у литературных героев»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eastAsia="en-US"/>
              </w:rPr>
              <w:t>03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час «Читая Горького»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Музыкальный лекторий «К юбилею любимого композитора»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Попова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"Пасха – праздник светлого Христова воскресения"- познавательная беседа с настоятелем храма св. Архангела Михаила.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Шоу-урок «Наркомании четкое, твердое –НЕТ!» с показом документального фильма «Право на жизнь»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Никитин А.Ю.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Библиотусовка валеоологическая «Будем здоровы!»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интересных писем «Письмо любимой девушки»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Декаде азербайджанской культуры и литературы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05 - 15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Видео-экскурсия «Храмов благовест святой»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Занимательная программа «Будь здоров, расти большой»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«Да здравствует спорт и здоровье!»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Footer"/>
              <w:tabs>
                <w:tab w:val="left" w:pos="708"/>
              </w:tabs>
              <w:jc w:val="both"/>
            </w:pPr>
            <w:r w:rsidRPr="007518A5">
              <w:t>Финал спартакиады среди школьников школа № 3, школа № 5, школа № 9  (5 классы)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Стадион «Торпедо»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Спортивно-игровая программа «Вместе весело шагать» для детей и подростков, посвящённая Всемирному Дню здоровья.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06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для школьников «Культура межнациональных отношений» с видеопрезентацией «Сколько нас? Какие мы?»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14.00-14.45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 в историю православных праздников «Традиции живая нить»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Всемирному дню здоровья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Спортивно-интеллектуальная игра                       «Здоровое поколение- богатство России»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Познавательный час «В центре внимания – здоровья» (Всемирный день здоровья)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Концерт для детей Д/С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«Композиторы - детям»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Ованесова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Просветительская программа для детей «Обряды и традиции православной Пасхи»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Историческое путешествие «Космодромы России»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(День космонавтики в России)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час Рассказы и были Л.Н. Толстого (к 190-летию Л.Н. Толстого)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  <w:p w:rsidR="00AA3B4F" w:rsidRPr="00D97E53" w:rsidRDefault="00AA3B4F" w:rsidP="001D545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7518A5" w:rsidRDefault="00AA3B4F" w:rsidP="001D545D">
            <w:pPr>
              <w:pStyle w:val="Heading1"/>
              <w:jc w:val="both"/>
              <w:rPr>
                <w:color w:val="FF0000"/>
                <w:szCs w:val="24"/>
                <w:lang w:val="ru-RU"/>
              </w:rPr>
            </w:pPr>
            <w:r w:rsidRPr="007518A5">
              <w:rPr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Вечер-портрет к 95-летию со дня рождения «Мир детского поэта Леонида Фёдоровича Епанешникова"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Heading2"/>
              <w:jc w:val="both"/>
              <w:rPr>
                <w:bCs/>
                <w:szCs w:val="24"/>
              </w:rPr>
            </w:pPr>
            <w:r w:rsidRPr="007518A5">
              <w:rPr>
                <w:szCs w:val="24"/>
              </w:rPr>
              <w:t>Экологическая викторина «</w:t>
            </w:r>
            <w:r w:rsidRPr="007518A5">
              <w:rPr>
                <w:bCs/>
                <w:szCs w:val="24"/>
              </w:rPr>
              <w:t xml:space="preserve">От лужи до океана» 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11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с учащимися МБОУ СОШ №15 им. А.З. Потапова посвященный «Международному дню освобождения узников фашистских концлагерей.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Пунько В.С 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Мультимедийная презентация «Зачем люди осваивают космос» для детей и подростков, посвящённая Дню космонавтики.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Экологическая акция «Сохраним природу Ставрополья»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Территория МКУ «Урухский СДК»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Тематический день информации «Через тернии к звёздам» (ко Дню космонавтики)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12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7518A5" w:rsidRDefault="00AA3B4F" w:rsidP="001D545D">
            <w:pPr>
              <w:pStyle w:val="Heading1"/>
              <w:jc w:val="both"/>
              <w:rPr>
                <w:color w:val="FF0000"/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Вечер-путешествие «Первая команда отважных»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(День космонавтики в России)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«В царстве книг»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7518A5" w:rsidRDefault="00AA3B4F" w:rsidP="001D545D">
            <w:pPr>
              <w:pStyle w:val="Heading1"/>
              <w:jc w:val="both"/>
              <w:rPr>
                <w:color w:val="FF0000"/>
                <w:szCs w:val="24"/>
                <w:lang w:val="ru-RU"/>
              </w:rPr>
            </w:pPr>
            <w:r w:rsidRPr="007518A5">
              <w:rPr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«Чудеса и загадки России»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звездопад «Веселая компания Сергея Михалкова»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1D545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shd w:val="clear" w:color="auto" w:fill="FFFFFF"/>
                <w:lang w:val="ru-RU"/>
              </w:rPr>
              <w:t>Информационный час для детей и подростков</w:t>
            </w:r>
            <w:r w:rsidRPr="007518A5">
              <w:rPr>
                <w:rFonts w:cs="Times New Roman"/>
                <w:color w:val="000000"/>
                <w:shd w:val="clear" w:color="auto" w:fill="FFFFFF"/>
              </w:rPr>
              <w:t xml:space="preserve"> «Один шаг до беды» (профилактика правонарушений)</w:t>
            </w:r>
            <w:r w:rsidRPr="007518A5">
              <w:rPr>
                <w:rFonts w:cs="Times New Roman"/>
                <w:color w:val="000000"/>
                <w:shd w:val="clear" w:color="auto" w:fill="FFFFFF"/>
                <w:lang w:val="ru-RU"/>
              </w:rPr>
              <w:t>.</w:t>
            </w:r>
          </w:p>
        </w:tc>
        <w:tc>
          <w:tcPr>
            <w:tcW w:w="1740" w:type="dxa"/>
          </w:tcPr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13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1D545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для детей «Большое космическое путешествие»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апреля 12.30-13.30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Калейдоскоп рекомендаций «Твоя будущая профессия»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народного отделения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Майоров А.И.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экологических знаний «Сохраним для потомков»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Эковикторина «Экомир вокруг нас»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«Пернатые соседи»</w:t>
            </w: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Спортивно-игровая программа для детей «Веселые старты »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Площадь ДК </w:t>
            </w:r>
          </w:p>
        </w:tc>
        <w:tc>
          <w:tcPr>
            <w:tcW w:w="198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отдыха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1D54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 игровая программа, посвящённая Дню птиц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1D545D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D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«Подросток глазами современных авторов»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2"/>
              <w:jc w:val="both"/>
              <w:rPr>
                <w:szCs w:val="24"/>
              </w:rPr>
            </w:pPr>
            <w:r w:rsidRPr="007518A5">
              <w:rPr>
                <w:szCs w:val="24"/>
              </w:rPr>
              <w:t>Калейдоскоп интересных фактов «Какие тайны хранят каталоги?»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14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Спор-час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Экстремальные виды спорта: "за" и "против"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«Миры братьев Стругацких»  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 85-летию со д/р Б. Стругацкого)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драматургии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Русский театр в его современном понимании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(195-лет со д\р А.Н. Островского)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«Библиотекарь на 1 час»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Первый георгиевский городской патриотический фестиваль вокального конкурса «Дети против войны!»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Р.Р. Иванян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Дню экологических знаний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Экологическая игра «Эта земля твоя и моя»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Организация и проведение акции «Георгиевская ленточка»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с 15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по 09</w:t>
            </w:r>
            <w:r>
              <w:rPr>
                <w:rFonts w:cs="Times New Roman"/>
                <w:color w:val="000000"/>
                <w:lang w:val="ru-RU"/>
              </w:rPr>
              <w:t xml:space="preserve"> мая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Организации посёлка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02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  <w:color w:val="000000"/>
              </w:rPr>
              <w:t xml:space="preserve">Участие в </w:t>
            </w:r>
            <w:bookmarkStart w:id="0" w:name="__DdeLink__1461_1057788375"/>
            <w:r w:rsidRPr="007518A5">
              <w:rPr>
                <w:rFonts w:cs="Times New Roman"/>
                <w:color w:val="000000"/>
              </w:rPr>
              <w:t>Международном</w:t>
            </w:r>
            <w:bookmarkEnd w:id="0"/>
            <w:r w:rsidRPr="007518A5">
              <w:rPr>
                <w:rFonts w:cs="Times New Roman"/>
                <w:color w:val="000000"/>
              </w:rPr>
              <w:t xml:space="preserve"> Конкурсе детского рисунка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«В царстве Весны»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17апреля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bCs/>
                <w:color w:val="000000"/>
                <w:lang w:val="ru-RU"/>
              </w:rPr>
            </w:pPr>
            <w:r w:rsidRPr="007518A5">
              <w:rPr>
                <w:rFonts w:cs="Times New Roman"/>
                <w:bCs/>
                <w:color w:val="000000"/>
                <w:lang w:val="ru-RU"/>
              </w:rPr>
              <w:t>Исламов Е.В.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праздник «Земля-наш дом родной»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апреля 12.30-13.30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Участие в Международном Конкурсе детского рисунка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 xml:space="preserve"> «Пасха светлая»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17апреля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7518A5">
              <w:rPr>
                <w:rFonts w:cs="Times New Roman"/>
                <w:color w:val="000000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bCs/>
                <w:color w:val="000000"/>
                <w:lang w:val="ru-RU"/>
              </w:rPr>
            </w:pPr>
            <w:r w:rsidRPr="007518A5">
              <w:rPr>
                <w:rFonts w:cs="Times New Roman"/>
                <w:bCs/>
                <w:color w:val="000000"/>
                <w:lang w:val="ru-RU"/>
              </w:rPr>
              <w:t>Вознесенская Н.П.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Калейдоскоп рекомендаций по выбору профессий «Лабиринт профессий»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Новинская с/б №17</w:t>
            </w:r>
          </w:p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Мясищева Л.Н.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«Не мудрено загубить – мудрено сохранить»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val="ru-RU" w:eastAsia="en-US"/>
              </w:rPr>
              <w:t>Актуальный разговор «Перекрёсток семи дорог - вот и я!»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eastAsia="en-US"/>
              </w:rPr>
              <w:t>17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Акция «Память поколений» - трудовой десант по уборке территории у памятника погибшим односельчанам, посвящённый Всемирному Дню памятников и памятных мест.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у памятника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 Урок размышления «Цена зависимости -жизнь»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Семинар «Библиотеки – маломобильным читателям»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20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учащихся и преподавателей   ДМШ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Пазенко Т.В.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Попова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репортаж «Не опоздай спасти мир»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Участие в ежегодной социально-культурной акции «Библионочь»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20-21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русской музыки с участием народных коллективов «Россиянка», «Благовест», «Росинка»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Подосинина И.А.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Городская выставка</w:t>
            </w:r>
            <w:r w:rsidRPr="007518A5">
              <w:rPr>
                <w:rFonts w:cs="Times New Roman"/>
              </w:rPr>
              <w:t>" Жизнь без наркотиков "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</w:rPr>
            </w:pPr>
            <w:r w:rsidRPr="007518A5">
              <w:rPr>
                <w:rFonts w:cs="Times New Roman"/>
              </w:rPr>
              <w:t>20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МБОУ СОШ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№ 6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г. Георгиевска</w:t>
            </w:r>
          </w:p>
        </w:tc>
        <w:tc>
          <w:tcPr>
            <w:tcW w:w="1984" w:type="dxa"/>
            <w:vAlign w:val="center"/>
          </w:tcPr>
          <w:p w:rsidR="00AA3B4F" w:rsidRPr="007518A5" w:rsidRDefault="00AA3B4F" w:rsidP="00D55F26">
            <w:pPr>
              <w:pStyle w:val="Textbody"/>
              <w:spacing w:after="0"/>
              <w:jc w:val="both"/>
              <w:rPr>
                <w:rFonts w:cs="Times New Roman"/>
                <w:lang w:val="ru-RU"/>
              </w:rPr>
            </w:pPr>
            <w:r w:rsidRPr="007518A5">
              <w:rPr>
                <w:rFonts w:cs="Times New Roman"/>
                <w:lang w:val="ru-RU"/>
              </w:rPr>
              <w:t>Белан В.Н.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Познавательная программа для школьников «История олимпийских игр»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2"/>
              <w:jc w:val="both"/>
              <w:rPr>
                <w:szCs w:val="24"/>
              </w:rPr>
            </w:pPr>
            <w:r w:rsidRPr="007518A5">
              <w:rPr>
                <w:szCs w:val="24"/>
              </w:rPr>
              <w:t>Аукцион знаний «Во славу земли русской (к 800-ию со дня рождения Александра Невского)»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20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val="ru-RU" w:eastAsia="en-US"/>
              </w:rPr>
              <w:t>Мастер - класс «Путешествие в мир каталогов и картотек»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eastAsia="en-US"/>
              </w:rPr>
              <w:t>20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книге «Славянские мифы и былины» (Е. Ульева)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20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посвященных Декаде русской культуры и литературы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20 - 30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Сказочное путешествие «Гуляют сказки по земле русской»</w:t>
            </w:r>
          </w:p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(к декаде русской культуры и литературы)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21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Мотова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Городская выста</w:t>
            </w:r>
            <w:r>
              <w:rPr>
                <w:rFonts w:cs="Times New Roman"/>
              </w:rPr>
              <w:t>вка</w:t>
            </w:r>
            <w:r w:rsidRPr="007518A5">
              <w:rPr>
                <w:rFonts w:cs="Times New Roman"/>
              </w:rPr>
              <w:t>" Жизнь без наркотиков "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</w:rPr>
            </w:pPr>
            <w:r w:rsidRPr="007518A5">
              <w:rPr>
                <w:rFonts w:cs="Times New Roman"/>
              </w:rPr>
              <w:t>21 апреля 2018г.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Библиотека им. С.Михалкова</w:t>
            </w:r>
          </w:p>
          <w:p w:rsidR="00AA3B4F" w:rsidRPr="007518A5" w:rsidRDefault="00AA3B4F" w:rsidP="00D55F26">
            <w:pPr>
              <w:pStyle w:val="Textbody"/>
              <w:spacing w:after="0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7518A5" w:rsidRDefault="00AA3B4F" w:rsidP="00D55F26">
            <w:pPr>
              <w:pStyle w:val="Textbody"/>
              <w:spacing w:after="0"/>
              <w:jc w:val="both"/>
              <w:rPr>
                <w:rFonts w:cs="Times New Roman"/>
                <w:lang w:val="ru-RU"/>
              </w:rPr>
            </w:pPr>
            <w:r w:rsidRPr="007518A5">
              <w:rPr>
                <w:rFonts w:cs="Times New Roman"/>
                <w:lang w:val="ru-RU"/>
              </w:rPr>
              <w:t>Мальнев К.Н.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«Думайте сами, решайте сами» - вечер размышления.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Д-ф «Доза»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Патриотический час. Рассказы о ветеранах и их подвигах «Они жили и живут среди нас».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22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</w:t>
            </w:r>
            <w:r w:rsidRPr="007518A5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“Великие песни великой Победы ” – вечер музыки  в «Ретро-клубе»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апреля</w:t>
            </w:r>
          </w:p>
          <w:p w:rsidR="00AA3B4F" w:rsidRPr="00D97E53" w:rsidRDefault="00AA3B4F" w:rsidP="00D55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</w:t>
            </w:r>
          </w:p>
          <w:p w:rsidR="00AA3B4F" w:rsidRPr="00D97E53" w:rsidRDefault="00AA3B4F" w:rsidP="00D55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Третий георгиевский городской  конкурс «Ретро шлягер 2018!»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Вечер-памяти «Звучит над миром колокол беды» (День памяти погибших в радиоактивных авариях и катастрофах)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Всемирному Дню Земли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        к Всемирному дню книги и авторского права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«Наркотикам-нет! Здоровому образу жизни-да!»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14.00 -14.45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Романтический вечер в библиотеке 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(Библионочь)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Библиобар Кабачок 16 стульев (Библионочь)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Библиосумерки Книжная бессонница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val="ru-RU" w:eastAsia="en-US"/>
              </w:rPr>
              <w:t>Литературно-музыкальный салон «Апрельская ночь или страсти по Высоцкому»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12-00-13.00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eastAsia="en-US"/>
              </w:rPr>
            </w:pPr>
            <w:r w:rsidRPr="007518A5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7518A5" w:rsidRDefault="00AA3B4F" w:rsidP="00D55F26">
            <w:pPr>
              <w:pStyle w:val="Heading1"/>
              <w:jc w:val="both"/>
              <w:rPr>
                <w:color w:val="FF0000"/>
                <w:szCs w:val="24"/>
                <w:lang w:eastAsia="en-US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Праздник Книжная гавань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7518A5" w:rsidRDefault="00AA3B4F" w:rsidP="00D55F26">
            <w:pPr>
              <w:pStyle w:val="Heading1"/>
              <w:jc w:val="both"/>
              <w:rPr>
                <w:color w:val="FF0000"/>
                <w:szCs w:val="24"/>
                <w:lang w:val="ru-RU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мозаика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«К истокам народной культуры»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Рассказ - презентация о писателях юбилярах «Вечно живая классика»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о В.В. Чаплиной «Мама всех звериных малышей»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Познавательно – игровая программа «За природу в ответе и взрослые и дети»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Правовой диспут «О правах и обязанностях молодёжи в труде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и выборе профессии»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Патриотический час «Встреча на Эльбе» для подростков в День воинской славы России.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25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518A5">
              <w:rPr>
                <w:rFonts w:cs="Times New Roman"/>
              </w:rPr>
              <w:t>апреля</w:t>
            </w:r>
          </w:p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Организация городской выставки творческих работ учащихся ДХШ посвященная межэтнической талерантности «</w:t>
            </w:r>
            <w:r w:rsidRPr="007518A5">
              <w:rPr>
                <w:rFonts w:cs="Times New Roman"/>
                <w:lang w:val="ru-RU"/>
              </w:rPr>
              <w:t>Жизнь без наркотиков</w:t>
            </w:r>
            <w:r w:rsidRPr="007518A5">
              <w:rPr>
                <w:rFonts w:cs="Times New Roman"/>
              </w:rPr>
              <w:t>»</w:t>
            </w:r>
          </w:p>
        </w:tc>
        <w:tc>
          <w:tcPr>
            <w:tcW w:w="1740" w:type="dxa"/>
            <w:vAlign w:val="center"/>
          </w:tcPr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7518A5" w:rsidRDefault="00AA3B4F" w:rsidP="00D55F26">
            <w:pPr>
              <w:pStyle w:val="Standard"/>
              <w:jc w:val="center"/>
              <w:rPr>
                <w:rFonts w:cs="Times New Roman"/>
              </w:rPr>
            </w:pPr>
            <w:r w:rsidRPr="007518A5">
              <w:rPr>
                <w:rFonts w:cs="Times New Roman"/>
              </w:rPr>
              <w:t>25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  <w:r w:rsidRPr="007518A5">
              <w:rPr>
                <w:rFonts w:cs="Times New Roman"/>
              </w:rPr>
              <w:t>Городская детская поликлиника</w:t>
            </w:r>
          </w:p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7518A5" w:rsidRDefault="00AA3B4F" w:rsidP="00D55F26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518A5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«Природа. Культура. Общество»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апреля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A5">
              <w:rPr>
                <w:rFonts w:ascii="Times New Roman" w:hAnsi="Times New Roman"/>
                <w:sz w:val="24"/>
                <w:szCs w:val="24"/>
              </w:rPr>
              <w:t>Литературная интрига «Приглашаем в путешествие…»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26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Style w:val="Hyperlink"/>
                <w:rFonts w:ascii="Times New Roman" w:hAnsi="Times New Roman"/>
                <w:bCs/>
                <w:i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Квест</w:t>
            </w:r>
            <w:r w:rsidRPr="00D97E53">
              <w:rPr>
                <w:rStyle w:val="Hyperlink"/>
                <w:rFonts w:ascii="Times New Roman" w:hAnsi="Times New Roman"/>
                <w:bCs/>
                <w:iCs/>
                <w:sz w:val="24"/>
                <w:szCs w:val="24"/>
              </w:rPr>
              <w:t xml:space="preserve"> «За Садко к царю морскому»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26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Вечер-воспоминание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«Тем, кто не знает войны»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eastAsia="en-US"/>
              </w:rPr>
            </w:pPr>
            <w:r w:rsidRPr="007518A5">
              <w:rPr>
                <w:szCs w:val="24"/>
                <w:lang w:eastAsia="en-US"/>
              </w:rPr>
              <w:t xml:space="preserve">Час памяти «Уроки Чернобыля» 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518A5">
              <w:rPr>
                <w:szCs w:val="24"/>
                <w:lang w:eastAsia="en-US"/>
              </w:rPr>
              <w:t>26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eastAsia="en-US"/>
              </w:rPr>
            </w:pPr>
            <w:r w:rsidRPr="007518A5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Ты книгу новую открой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Библиотечный квест «Библиотечный клад»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час для подростков «Дорога, ведущая в пропасть».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  <w:p w:rsidR="00AA3B4F" w:rsidRPr="003109AA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</w:rPr>
              <w:t>15</w:t>
            </w:r>
            <w:r w:rsidRPr="007518A5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для детей «Казачий курень»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Международному Дню танца посвящается! Вечер отдыха молодёжи «В мире танца» с участием коллективов художественной самодеятельности СДК.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28</w:t>
            </w:r>
            <w:r w:rsidRPr="007518A5">
              <w:rPr>
                <w:rFonts w:cs="Times New Roman"/>
              </w:rPr>
              <w:t xml:space="preserve"> апреля</w:t>
            </w:r>
          </w:p>
          <w:p w:rsidR="00AA3B4F" w:rsidRPr="007518A5" w:rsidRDefault="00AA3B4F" w:rsidP="00D55F2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518A5">
              <w:rPr>
                <w:rFonts w:cs="Times New Roman"/>
                <w:color w:val="000000"/>
                <w:lang w:val="ru-RU"/>
              </w:rPr>
              <w:t>19.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Кинофестиваль «…И всё - таки мы победили!» - 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посвященный     73-й годовщине Победы в ВОВ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Концерты  народного хора патриотической песни «Ветеран»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NoSpacing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7518A5">
              <w:rPr>
                <w:rFonts w:ascii="Times New Roman" w:hAnsi="Times New Roman"/>
                <w:sz w:val="24"/>
                <w:szCs w:val="24"/>
              </w:rPr>
              <w:t>Игровой турнир Великий собиратель слов</w:t>
            </w:r>
            <w:r w:rsidRPr="007518A5">
              <w:rPr>
                <w:rStyle w:val="Hyperlink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3B4F" w:rsidRPr="007518A5" w:rsidRDefault="00AA3B4F" w:rsidP="00D55F2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A5">
              <w:rPr>
                <w:rStyle w:val="Hyperlink"/>
                <w:rFonts w:ascii="Times New Roman" w:hAnsi="Times New Roman"/>
                <w:bCs/>
                <w:iCs/>
                <w:sz w:val="24"/>
                <w:szCs w:val="24"/>
              </w:rPr>
              <w:t>(к Декаде русской культуры и литературы)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28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518A5" w:rsidRDefault="00AA3B4F" w:rsidP="00D55F2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A5">
              <w:rPr>
                <w:rFonts w:ascii="Times New Roman" w:hAnsi="Times New Roman"/>
                <w:sz w:val="24"/>
                <w:szCs w:val="24"/>
              </w:rPr>
              <w:t>Поэтический час «Русь великую, Русь святую»</w:t>
            </w:r>
          </w:p>
        </w:tc>
        <w:tc>
          <w:tcPr>
            <w:tcW w:w="1740" w:type="dxa"/>
          </w:tcPr>
          <w:p w:rsidR="00AA3B4F" w:rsidRPr="007518A5" w:rsidRDefault="00AA3B4F" w:rsidP="00D55F26">
            <w:pPr>
              <w:pStyle w:val="Heading1"/>
              <w:jc w:val="center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28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Тематический вечер «Светлое Христово Воскресение», в клубе «Светлица»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13.00-13.00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Первый георгиевский городской фестиваль-конкурс танцевального искусства «Движения чуда», посвящённый Дню Терпсихоры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апреля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«Мы встречаем праздник май!»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Проведение экологических субботников по благоустройству.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Районный конкурс хореографических коллективов  на Кубок  главы Георгиевского городского округа 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Киселев А.С.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Районный конкурс хоровых коллективов и исполнителей русской и народной стилизованной  песни «Музыка Души 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Районный конкурс                                  «Мисс Юность -2018 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«Чем дальше мы уходим от войны…» - тематические встречи, кинопоказы, к 73-й годовщине Победы над фашистскими захватчиками и памятным датам ВОВ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7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апреля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Городской праздник «День допризывника»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Юбилейный вечер, посвященный 25-летию народного ансамбля русской песни «Россиянка»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Подосинина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Премьера мини-спектакля ТЮЗа «Дети войны», посвященного 75-летию освобождения Северного Каквака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декада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Эстрадный концерт «Весна идет, Весне – дорогу!» («Филирина», «Фуэте», «Нон стоп», «Роксалана», «Грация» и др.)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Концертные программы народного хора патриотической песни «Ветеран», народного ансамбля русской песни «Россиянка» в социальном центре, Доме престарелых, детском Доме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Апрель-июнь по договоренности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месту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Подосинина 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Фольклорная экспедиция народного фольклорного ансамбля казачьей песни «Благовест» для сбора песенного обрядового творчества казаков проживающих в ст.Георгиевской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Апрель- май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месту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Антинаркотический тренинг для участников художественной самодеятельности «Мы выбираем жизнь»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Показ спектакля народного драматического театра 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спектакля народного  театра юного зрителя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«Много читать, ещё больше знать» час книги для детей к Международному дню детской книги.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Спортивно-развлекательная программа  для детей к всемирному дню здоровья «В здоровом теле, здоровый дух»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 К далёким мирам»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ко дню космонавтики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«Об этом нельзя забывать» час памяти к Международному дню освобождения узников фашистских концлагерей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«Земля – мой дом родной!» к Международному дню земли.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11-ый Отчетный концерт Казачьих классов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классный час «Дружный коллектив» с клубными формированиями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классный час «Семейные традиции» с клубными формированиями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  <w:lang w:val="ru-RU"/>
              </w:rPr>
            </w:pPr>
            <w:r w:rsidRPr="007518A5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Соревновании шахматном клубе «Ферзь»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года</w:t>
            </w:r>
          </w:p>
        </w:tc>
        <w:tc>
          <w:tcPr>
            <w:tcW w:w="2127" w:type="dxa"/>
            <w:vAlign w:val="center"/>
          </w:tcPr>
          <w:p w:rsidR="00AA3B4F" w:rsidRPr="007518A5" w:rsidRDefault="00AA3B4F" w:rsidP="00D55F26">
            <w:pPr>
              <w:pStyle w:val="Heading1"/>
              <w:jc w:val="both"/>
              <w:rPr>
                <w:szCs w:val="24"/>
              </w:rPr>
            </w:pPr>
            <w:r w:rsidRPr="007518A5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Аветисов Р. 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Участие народных коллективов МБУК «ГДК» в всероссийских, краевых фестивалях конкурсах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О.Г. Васильева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Т.В. Запащенко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Ж.Г. Геворкова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А.А. Амян 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С.В. Клачкова 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Присвоение и подтверждения  народных коллективов и коллективов на звание «народный коллектив самодеятельного художественного творчества»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О.Г. Васильева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(народный хореографический ансамбль «Озорные каблучки»)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С.В. Клочкова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(народный ансамбль современного танца «Фэнтэзи»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А.А. Амян (хореографический ансамбль «Талисман»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Р.Р. Иванян (вокальный ансамбль «Ретро»)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Ярмарка выставка-пальто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Соревновании в спортивном клубе «Паркур»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года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выездные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Цыбань 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8A5">
              <w:rPr>
                <w:rFonts w:ascii="Times New Roman" w:hAnsi="Times New Roman"/>
                <w:sz w:val="24"/>
                <w:szCs w:val="24"/>
              </w:rPr>
              <w:t>Участие в краевом конкурсе "Весенний блюз"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Согласно положения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г.Минеральные Воды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«Подари книге вторую жизнь»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«Народная подписка»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апрель-июнь</w:t>
            </w:r>
          </w:p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«Подаренная книга – читателям радость»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Май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Праздничный концерт  </w:t>
            </w:r>
          </w:p>
          <w:p w:rsidR="00AA3B4F" w:rsidRPr="003109AA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«Нам – 10 лет   »</w:t>
            </w:r>
          </w:p>
          <w:p w:rsidR="00AA3B4F" w:rsidRPr="003109AA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Детский  народный народно- сценический ансамбль казачьей песни «Родничок »</w:t>
            </w:r>
          </w:p>
          <w:p w:rsidR="00AA3B4F" w:rsidRPr="003109AA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D55F26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D55F26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Спортивная- игровая программа «Готов к труду и обороне» пропаганда здорового образа жизни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55F2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55F26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 на открытие сезона «Парк приглашает гостей»</w:t>
            </w:r>
          </w:p>
        </w:tc>
        <w:tc>
          <w:tcPr>
            <w:tcW w:w="1740" w:type="dxa"/>
          </w:tcPr>
          <w:p w:rsidR="00AA3B4F" w:rsidRPr="00D97E53" w:rsidRDefault="00AA3B4F" w:rsidP="00D55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мая</w:t>
            </w:r>
          </w:p>
        </w:tc>
        <w:tc>
          <w:tcPr>
            <w:tcW w:w="2127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 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</w:t>
            </w:r>
          </w:p>
          <w:p w:rsidR="00AA3B4F" w:rsidRPr="00D97E53" w:rsidRDefault="00AA3B4F" w:rsidP="00D5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852A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, посвящённый Дню открытия парка «Парк приглашает друзей!»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мая</w:t>
            </w: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В.Н. Протасова 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4852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AA">
              <w:rPr>
                <w:rFonts w:ascii="Times New Roman" w:hAnsi="Times New Roman" w:cs="Times New Roman"/>
                <w:sz w:val="24"/>
                <w:szCs w:val="24"/>
              </w:rPr>
              <w:t>Кинопоказ под открытым небом. Демонстрация фильма.</w:t>
            </w:r>
          </w:p>
        </w:tc>
        <w:tc>
          <w:tcPr>
            <w:tcW w:w="1740" w:type="dxa"/>
          </w:tcPr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мая</w:t>
            </w: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посвящённых Дню 1 мая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4852AF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01 мая</w:t>
            </w:r>
          </w:p>
          <w:p w:rsidR="00AA3B4F" w:rsidRPr="003109AA" w:rsidRDefault="00AA3B4F" w:rsidP="004852A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4852AF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СРК</w:t>
            </w:r>
            <w:r w:rsidRPr="003109AA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В.Н. Протасова </w:t>
            </w:r>
          </w:p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4852A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Праздничная концертная программа «Поющий май».</w:t>
            </w:r>
          </w:p>
        </w:tc>
        <w:tc>
          <w:tcPr>
            <w:tcW w:w="1740" w:type="dxa"/>
          </w:tcPr>
          <w:p w:rsidR="00AA3B4F" w:rsidRPr="003109AA" w:rsidRDefault="00AA3B4F" w:rsidP="004852A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4852A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4852A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Праздничный вечер танцевальной музыки «Мир, Труд, Май – зажигай!» для молодёжи и подростков.</w:t>
            </w:r>
          </w:p>
        </w:tc>
        <w:tc>
          <w:tcPr>
            <w:tcW w:w="1740" w:type="dxa"/>
          </w:tcPr>
          <w:p w:rsidR="00AA3B4F" w:rsidRPr="003109AA" w:rsidRDefault="00AA3B4F" w:rsidP="004852A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4852A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 спортивная программа  «Малые Олимпийские игры для детей »</w:t>
            </w:r>
          </w:p>
        </w:tc>
        <w:tc>
          <w:tcPr>
            <w:tcW w:w="1740" w:type="dxa"/>
          </w:tcPr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мая</w:t>
            </w: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ДК</w:t>
            </w:r>
          </w:p>
        </w:tc>
        <w:tc>
          <w:tcPr>
            <w:tcW w:w="198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852A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Конкурс детских рисунков «Как воевал мой дед»</w:t>
            </w:r>
          </w:p>
        </w:tc>
        <w:tc>
          <w:tcPr>
            <w:tcW w:w="1740" w:type="dxa"/>
          </w:tcPr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мая</w:t>
            </w:r>
          </w:p>
          <w:p w:rsidR="00AA3B4F" w:rsidRPr="00D97E53" w:rsidRDefault="00AA3B4F" w:rsidP="00485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852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Кулешова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1018C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1018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«Пусть живые запомнят, и пусть поколения знают»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1018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1018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1018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NormalWeb"/>
              <w:spacing w:before="0" w:beforeAutospacing="0" w:after="0"/>
              <w:jc w:val="both"/>
            </w:pPr>
            <w:r w:rsidRPr="003109AA">
              <w:t>Беседа Орденом Дружбы ты награждён (к 30-летию награждения г. Георгиевска Орденом «Дружбы народов»)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val="ru-RU" w:eastAsia="en-US"/>
              </w:rPr>
              <w:t>Битва знатоков Флора против Фауны</w:t>
            </w:r>
            <w:r w:rsidRPr="003109AA">
              <w:rPr>
                <w:szCs w:val="24"/>
                <w:lang w:eastAsia="en-US"/>
              </w:rPr>
              <w:t> 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eastAsia="en-US"/>
              </w:rPr>
              <w:t>0</w:t>
            </w:r>
            <w:r w:rsidRPr="003109AA">
              <w:rPr>
                <w:szCs w:val="24"/>
                <w:lang w:val="ru-RU" w:eastAsia="en-US"/>
              </w:rPr>
              <w:t>3</w:t>
            </w:r>
            <w:r w:rsidRPr="003109AA">
              <w:rPr>
                <w:szCs w:val="24"/>
                <w:lang w:eastAsia="en-US"/>
              </w:rPr>
              <w:t xml:space="preserve">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2"/>
              <w:jc w:val="both"/>
              <w:rPr>
                <w:szCs w:val="24"/>
              </w:rPr>
            </w:pPr>
            <w:r w:rsidRPr="003109AA">
              <w:rPr>
                <w:szCs w:val="24"/>
              </w:rPr>
              <w:t>Час памяти Мгновенье мира и войны (ко Дню победы)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</w:rPr>
            </w:pPr>
            <w:r w:rsidRPr="003109AA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3109AA" w:rsidRDefault="00AA3B4F" w:rsidP="00E954ED">
            <w:pPr>
              <w:pStyle w:val="Heading1"/>
              <w:jc w:val="both"/>
              <w:rPr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Час мужества «Годы проходят, но память жива»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04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Эхо войны и память сердца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Выставка-конкурс "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История в миниатюре. Диалог поколений"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мужества «Великим огненным годам святую память сохраняя»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парад «Книги – воители, книги – солдаты»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общения                                     «Сердцем подвигу преклонись»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Экологический субботник по благоустройству территории прилегающей к памятнику и к Дому культуры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Праздничный концерт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«Победная  весна »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п. Терский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/на больном дворе /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Кадетских классов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04</w:t>
            </w:r>
            <w:r>
              <w:rPr>
                <w:szCs w:val="24"/>
                <w:lang w:val="ru-RU"/>
              </w:rPr>
              <w:t xml:space="preserve"> </w:t>
            </w:r>
            <w:r w:rsidRPr="003109AA">
              <w:rPr>
                <w:szCs w:val="24"/>
              </w:rPr>
              <w:t>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Дьяков В.В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Торжественное мероприятие, посвящённое Дню Великой Победы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«…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И всё - таки мы победили!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» - кинофестиваль, посвященный     73-й годовщине Победы в ВОВ.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Домбровская Т.В.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 на торжественном городском собрании, посвященном 73- годовщине Великой Победы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коллективов ДК в концертной программе на торжественном городском собрании, посвященном 73-ой годовщине Великой Победы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 коллективов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отрытых дверей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Головинский сквер  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Ремейко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истории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Символ памяти – Вечный огонь (День Победы)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Виртуальная экскурсия «Подвиги народа в камне навечно» (Памятники, материалы, посвященные бойцам, сражениям)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</w:rPr>
              <w:t>Поздравление с Праздником Победы, вручение благотворительных наборов ветеранам ВОВ.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в течение дня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на дому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«Дети-как миротворцы». Конкурс рисунков «Пусть всегда будет Солнце!»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Литературно-музыкальный вечер «Подвигу, доблести – слава и честь»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мая</w:t>
            </w:r>
          </w:p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NormalWeb"/>
              <w:spacing w:before="0" w:beforeAutospacing="0" w:after="0"/>
              <w:jc w:val="both"/>
            </w:pPr>
            <w:r w:rsidRPr="003109AA">
              <w:t>Свеча памяти «Есть в городе улицы героев»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памяти «Живет победа в поколениях»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(ко Дню Победы)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«Песни, которые воевали, любили и побеждали»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Героическое досье «Дети – герои войны»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Александрийская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Вечер-память «Подвигу лежит дорога в вечность»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Факельное шествие в честь воинов, павших на фронтах ВОВ.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20.45-21.00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Ул.Ленина-переулок Кооперативный,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9 а,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Вечер-реквием «Давайте, люди, встанем на мгновенье и в скорби постоим и помолчим!»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21.00-21.45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Церемония возложения цветов и венков к Могиле Неизвестного Солдата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21.45-21.50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могила Неизвестного Солдата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Музыкальная композиция «Дорогами войны » посвященный 73-годовщине Великой Победы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Героическая поверка «Будем помнить »                     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памятник «Скорбящая мать 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«Памяти павших» - панихида, возложение цветов, минута молчания.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– концерт «Памяти павших будьте достойны»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2"/>
              <w:jc w:val="both"/>
              <w:rPr>
                <w:szCs w:val="24"/>
              </w:rPr>
            </w:pPr>
            <w:r w:rsidRPr="003109AA">
              <w:rPr>
                <w:szCs w:val="24"/>
              </w:rPr>
              <w:t>Факельное шествие посвященный «Дню Победы»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Ст. Урухская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AA">
              <w:rPr>
                <w:rFonts w:ascii="Times New Roman" w:hAnsi="Times New Roman" w:cs="Times New Roman"/>
                <w:sz w:val="24"/>
                <w:szCs w:val="24"/>
              </w:rPr>
              <w:t>Кинопоказ под открытым небом. Демонстрация фильма.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«Радость Победы»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Народные гуляния.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у Вечного огня посвященный «Дню Победы»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Мемориал «Памяти и славы»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Турнир станицы Лысогорской по патриотической игре «Лазертаг» посвященное «Дню Победы»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09</w:t>
            </w:r>
            <w:r>
              <w:rPr>
                <w:szCs w:val="24"/>
                <w:lang w:val="ru-RU"/>
              </w:rPr>
              <w:t xml:space="preserve"> </w:t>
            </w:r>
            <w:r w:rsidRPr="003109AA">
              <w:rPr>
                <w:szCs w:val="24"/>
              </w:rPr>
              <w:t>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Детская площадка за Домом Культуры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«Будем Помнить!» посвященный «Дню Победы»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09 </w:t>
            </w:r>
            <w:r w:rsidRPr="003109AA">
              <w:rPr>
                <w:szCs w:val="24"/>
              </w:rPr>
              <w:t>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«Негасимый огонь памяти»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«Весна Победы» - праздничная программа, посвящённая 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73-й годовщине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Выступление Духового оркестра. 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Патриотическая акция «Бессмертный полк »  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Тишин Г.В.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  Автопробег по воинским захоронениям станицы «Спасибо деду за Победу »</w:t>
            </w:r>
          </w:p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ст.Александрийская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Казачье общество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 Митинг , посвященный 72-годовщине Великой Победы «Памяти павших будем достойны ».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Возложение корзин и цветов  к памятнику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памятник «Скорбящая мать 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СОШ №24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Праздничный концерт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«Победная весна »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культурно-массовые мероприятия «День Победы».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2"/>
              <w:jc w:val="both"/>
              <w:rPr>
                <w:szCs w:val="24"/>
              </w:rPr>
            </w:pPr>
            <w:r w:rsidRPr="003109AA">
              <w:rPr>
                <w:szCs w:val="24"/>
              </w:rPr>
              <w:t>Праздничный концерт, посвящённый Дню Великой Победы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ко «Дню Победы».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Выступление клубных коллективов на праздничном концерте, посвящённое дню Великой Победы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 коллективов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концерт, посвящённый Дню Великой Победы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«Великий день! Великая Победа!» - митинг-концерт в честь Праздника Победы, акция «Бессмертный полк», акция «Вахта памяти».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09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У мемориала Славы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Торжественные проводы в армию ребят весеннего призыва, «Солдатами не рождаются».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09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12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У мемориала Славы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</w:rPr>
              <w:t>Огонёк-благодарение «</w:t>
            </w:r>
            <w:r w:rsidRPr="003109AA">
              <w:rPr>
                <w:rFonts w:cs="Times New Roman"/>
                <w:color w:val="000000"/>
                <w:lang w:val="ru-RU"/>
              </w:rPr>
              <w:t>Спасибо за мирное небо</w:t>
            </w:r>
            <w:r w:rsidRPr="003109AA">
              <w:rPr>
                <w:rFonts w:cs="Times New Roman"/>
                <w:color w:val="000000"/>
              </w:rPr>
              <w:t>», для ветеранов Великой Отечественной войны, тружеников тыла, детей войны.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09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13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кафе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 «Этот День Победы порохом пропах».Посвящённая  Победе в Великой Отечественной войне.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 w:rsidRPr="003109AA">
              <w:rPr>
                <w:rFonts w:cs="Times New Roman"/>
              </w:rPr>
              <w:t xml:space="preserve">9 </w:t>
            </w:r>
            <w:r>
              <w:rPr>
                <w:rFonts w:cs="Times New Roman"/>
                <w:lang w:val="ru-RU"/>
              </w:rPr>
              <w:t>м</w:t>
            </w:r>
            <w:r w:rsidRPr="003109AA">
              <w:rPr>
                <w:rFonts w:cs="Times New Roman"/>
              </w:rPr>
              <w:t>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3109AA">
              <w:rPr>
                <w:rFonts w:cs="Times New Roman"/>
                <w:lang w:val="ru-RU"/>
              </w:rPr>
              <w:t>МБУ «Спортивно- развлекатель-ный комплекс г.Георгиевска»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3109AA">
              <w:rPr>
                <w:rFonts w:cs="Times New Roman"/>
                <w:bCs/>
                <w:lang w:val="ru-RU"/>
              </w:rPr>
              <w:t>Белан В.Н.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Театрализованное представление, посвященное 73-годовщине Великой Победы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Пл.Победы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Парад Бессмертного полка.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09.45-10.00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Ул.Ленина-переулок Кооперативный, 9 а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«Мир помнит, солдат,  много весен назад твоё твердое слово: «Победа!»»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10.00-10.30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памятником воинам-станичникам, погибшим на фронтах ВОВ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Митинг, посвященный 73-летию Победы в ВОВ.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памятником воинам-станичникам, погибшим на фронтах ВОВ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Парад юнармейских войск «Виват победителям!»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памятником воинам-станичникам, погибшим на фронтах ВОВ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«Фронтовой привал с солдатской кашей»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Павильон перед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концертная программа «Спасибо деду за Победу!»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12.00-14.00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Васильцов С.Б.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Танцевальная программа «Праздник-один на всех!»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19.00-22.00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фейерверк в честь Дня Победы в ВОВ.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22.00-22.05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Праздничные концертные программы кДню Победы.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«Новинкин день»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Познавательно-развлекательная программа для детей и подростков «Спорт – залог здоровья!»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 Городская выставка «Этот День Победы порохом пропах».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Посвящённая  Победе в Великой Отечественной войне.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>11</w:t>
            </w:r>
            <w:r>
              <w:rPr>
                <w:rFonts w:cs="Times New Roman"/>
                <w:lang w:val="ru-RU"/>
              </w:rPr>
              <w:t>м</w:t>
            </w:r>
            <w:r w:rsidRPr="003109AA">
              <w:rPr>
                <w:rFonts w:cs="Times New Roman"/>
              </w:rPr>
              <w:t>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г. Георгиевск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МБОУ СОШ 6</w:t>
            </w: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3109AA">
              <w:rPr>
                <w:rFonts w:cs="Times New Roman"/>
                <w:bCs/>
                <w:lang w:val="ru-RU"/>
              </w:rPr>
              <w:t>Ненашева Л.И.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гостиная «О Родине, о добдести, о славе»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Игровая  спортивная  программа «В гостях у Госпожи игры 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Второй  георгиевский городской конкурс «Отцов в строю меняют сыновья»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13 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Выставка конкурс детского рисунка «День мира»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</w:rPr>
              <w:t>Конкурс рисунков «Со мной всегда моя семья» для детей и подростков в Международный День семьи.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15 </w:t>
            </w:r>
            <w:r>
              <w:rPr>
                <w:rFonts w:cs="Times New Roman"/>
                <w:lang w:val="ru-RU"/>
              </w:rPr>
              <w:t>м</w:t>
            </w:r>
            <w:r w:rsidRPr="003109AA">
              <w:rPr>
                <w:rFonts w:cs="Times New Roman"/>
              </w:rPr>
              <w:t>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Библиотека им. С.Михалкова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Мальнев К. 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«Наша  дружная семья»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Семейная игра «Родительский дом – начало начал»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мирового искусства «Я всегда только Русью и жил…»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(170 лет со д\р В.М.Васнецова)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Позитив-акция «Хобби против зависимости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мирового искусства «Я всегда только Русью и жил…»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(170 лет со д\р В.М.Васнецова)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вечер Поэзия фронтовиков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Коктейль «Семья, согретая любовью, всегда надёжна и крепка»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семейного общения «Крепка семья – крепка держава»»       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 Городская выставка «Этот День Победы порохом пропах».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Посвящённая  Победе в Великой Отечественной войне.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16 </w:t>
            </w:r>
            <w:r>
              <w:rPr>
                <w:rFonts w:cs="Times New Roman"/>
                <w:lang w:val="ru-RU"/>
              </w:rPr>
              <w:t>м</w:t>
            </w:r>
            <w:r w:rsidRPr="003109AA">
              <w:rPr>
                <w:rFonts w:cs="Times New Roman"/>
              </w:rPr>
              <w:t>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Библиотека им. С.Михалкова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3109AA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Участие в Международном Конкурсе детского рисунка «Наши Победители»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Textbody"/>
              <w:spacing w:after="0"/>
              <w:jc w:val="center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17  мая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bCs/>
                <w:color w:val="000000"/>
                <w:lang w:val="ru-RU"/>
              </w:rPr>
            </w:pPr>
            <w:r w:rsidRPr="003109AA">
              <w:rPr>
                <w:rFonts w:cs="Times New Roman"/>
                <w:bCs/>
                <w:color w:val="000000"/>
                <w:lang w:val="ru-RU"/>
              </w:rPr>
              <w:t>Исламов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профориентации «Послушай всех, подумаем вместе-выберешь сам»»                                         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val="ru-RU" w:eastAsia="en-US"/>
              </w:rPr>
              <w:t>Познавательно-игровая программа «Зелёный огонёк» (по ПДД)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eastAsia="en-US"/>
              </w:rPr>
              <w:t>17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истории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Дар Кирилла и Мефодия.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(День памяти первоучителей славянских народов – Кирилла и Мефодия)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Литературный вечер «Ой, ты, батюшка Тихий Дон»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(90 лет книге «Тихий Дон М. Шолохова)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Ретро-экспозиция «С чего все начиналось»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«А вместо детства – война»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(Г. Матвеев «Тарантул»)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Видеоролики «Я выбираю спорт 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Рисунки на асфальте.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Международный день музеев Экскурсия в музей</w:t>
            </w:r>
          </w:p>
          <w:p w:rsidR="00AA3B4F" w:rsidRPr="003109AA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 xml:space="preserve">  «Казачья старина  »  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18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3109AA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Кинолекторий «Твое здоровье». Тема: «Наркомания-чума 21-го века». Кинофильм «О чем думаешь ты?»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семьи.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 «Моя дружная семья » 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Площади 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Танцевальный вечер в «Ретро – клубе» 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Отчетный концерт хорового отделения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Седова Г.В.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выставки «Буки-аз, буки-аз. Счастье в грамоте для нас!»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полезной информации Каждое словечко знает свое местечко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акции «Все фонды открыты!» в рамках Недели библиотек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21-27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 Городская выставка «Этот День Победы порохом пропах».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Посвящённая  Победе в Великой Отечественной войне.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22 </w:t>
            </w:r>
            <w:r>
              <w:rPr>
                <w:rFonts w:cs="Times New Roman"/>
                <w:lang w:val="ru-RU"/>
              </w:rPr>
              <w:t>м</w:t>
            </w:r>
            <w:r w:rsidRPr="003109AA">
              <w:rPr>
                <w:rFonts w:cs="Times New Roman"/>
              </w:rPr>
              <w:t>ая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Городская детская поликлиника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bCs/>
                <w:lang w:val="ru-RU"/>
              </w:rPr>
            </w:pPr>
            <w:r w:rsidRPr="003109AA">
              <w:rPr>
                <w:rFonts w:cs="Times New Roman"/>
                <w:bCs/>
                <w:lang w:val="ru-RU"/>
              </w:rPr>
              <w:t>Вознесенская Н.П.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Презентация программы летних чтений «Россыпь книжного лета»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духовной культуры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«Страниц печатных доброе начало» (440 лет «Азбуке» Ивана Фёдорова)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shd w:val="clear" w:color="auto" w:fill="FFFFFF"/>
              </w:rPr>
              <w:t>Викторина «Почему азбука называется азбукой», посвященная Дню Славянской письменности и культуры</w:t>
            </w:r>
            <w:r w:rsidRPr="003109AA">
              <w:rPr>
                <w:rFonts w:cs="Times New Roman"/>
                <w:color w:val="000000"/>
                <w:shd w:val="clear" w:color="auto" w:fill="FFFFFF"/>
                <w:lang w:val="ru-RU"/>
              </w:rPr>
              <w:t>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23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14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tabs>
                <w:tab w:val="left" w:pos="-30"/>
                <w:tab w:val="left" w:pos="108"/>
                <w:tab w:val="left" w:pos="183"/>
                <w:tab w:val="left" w:pos="258"/>
                <w:tab w:val="left" w:pos="333"/>
                <w:tab w:val="left" w:pos="408"/>
                <w:tab w:val="left" w:pos="483"/>
                <w:tab w:val="left" w:pos="558"/>
                <w:tab w:val="left" w:pos="633"/>
              </w:tabs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Итоговый экзамен по предмету «История искусств» - 2,3,4,5 класс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tabs>
                <w:tab w:val="left" w:pos="-30"/>
                <w:tab w:val="left" w:pos="108"/>
                <w:tab w:val="left" w:pos="183"/>
                <w:tab w:val="left" w:pos="258"/>
                <w:tab w:val="left" w:pos="333"/>
                <w:tab w:val="left" w:pos="408"/>
                <w:tab w:val="left" w:pos="483"/>
                <w:tab w:val="left" w:pos="558"/>
                <w:tab w:val="left" w:pos="633"/>
              </w:tabs>
              <w:jc w:val="center"/>
              <w:rPr>
                <w:rFonts w:cs="Times New Roman"/>
                <w:lang w:val="ru-RU"/>
              </w:rPr>
            </w:pPr>
            <w:r w:rsidRPr="003109AA">
              <w:rPr>
                <w:rFonts w:cs="Times New Roman"/>
              </w:rPr>
              <w:t xml:space="preserve">23 </w:t>
            </w:r>
            <w:r>
              <w:rPr>
                <w:rFonts w:cs="Times New Roman"/>
                <w:lang w:val="ru-RU"/>
              </w:rPr>
              <w:t>-</w:t>
            </w:r>
            <w:r w:rsidRPr="003109AA">
              <w:rPr>
                <w:rFonts w:cs="Times New Roman"/>
              </w:rPr>
              <w:t xml:space="preserve"> </w:t>
            </w:r>
            <w:r w:rsidRPr="003109AA">
              <w:rPr>
                <w:rFonts w:cs="Times New Roman"/>
                <w:lang w:val="ru-RU"/>
              </w:rPr>
              <w:t>26 мая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ДХШ г. Георгиевска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 Рябцев П.А.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«Здесь находиться дерево познаний» (Общероссийский День библиотек)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Познавательный час «Летопись времен»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(о самых знаменитых библиотеках и древних книгах)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Турнир знатоков загадок С нами в прядки играют отгадки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Тематический день информации «Первоучители добра, вероучители народа» (Кирилл и Мефодий)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24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</w:rPr>
            </w:pPr>
            <w:r w:rsidRPr="003109AA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3109AA" w:rsidRDefault="00AA3B4F" w:rsidP="00E954ED">
            <w:pPr>
              <w:pStyle w:val="Heading1"/>
              <w:jc w:val="both"/>
              <w:rPr>
                <w:color w:val="FF0000"/>
                <w:szCs w:val="24"/>
              </w:rPr>
            </w:pPr>
            <w:r w:rsidRPr="003109AA">
              <w:rPr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Хроника библиотечной жизни (экскурсия)Библиотека вечна, безгранична и бесконечна (Общероссийский день библиотек)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Праздник, посвященный Дню славянской письменности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9AA">
              <w:rPr>
                <w:rFonts w:ascii="Times New Roman" w:hAnsi="Times New Roman"/>
                <w:sz w:val="24"/>
                <w:szCs w:val="24"/>
              </w:rPr>
              <w:t>Отчетн</w:t>
            </w:r>
            <w:r>
              <w:rPr>
                <w:rFonts w:ascii="Times New Roman" w:hAnsi="Times New Roman"/>
                <w:sz w:val="24"/>
                <w:szCs w:val="24"/>
              </w:rPr>
              <w:t>ый концерт учреждения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конкурс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"Лучшая сельская библиотека" по итогам работы за 2017 год»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Фольклорный праздник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«От потешки, песенки, забавы, к мудрости народной»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Фольклорная игра «Первоучители добра, вероучители народа»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Игра-путешествие «Язык моих предков»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  Час познаний и открытий «Свет разумения книжного»  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Устный журнал «У истоков славянской письменности»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Шаумяновская  с/б №18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Жиркова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Участие в празднике – «Последний звонок».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25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СШ №25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Последнего Звонка.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10.30-11.30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  <w:lang w:val="ru-RU"/>
              </w:rPr>
              <w:t>День информации «Галерея книжных новинок»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25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музыкальное ассорти В царстве книг, ума и красоты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выставки «Приглашают мастера»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10-00-11-00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val="ru-RU" w:eastAsia="en-US"/>
              </w:rPr>
              <w:t>Экскурсия-знакомство «Тихий шелест страниц нам сопутствует в жизни повсюду»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eastAsia="en-US"/>
              </w:rPr>
              <w:t>26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Вечер отдыха молодёжи. Викторина «Пограничное братство – наше главное богатство», посвящённая предстоящему Дню пограничника.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26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-ый межрегиональный фестиваль-конкурс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«Лето на Водах»</w:t>
            </w:r>
          </w:p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Гридасова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 музыкальный вечер: «Синенький, скромный платочек...» в клубе «Светлица»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tabs>
                <w:tab w:val="right" w:pos="5116"/>
              </w:tabs>
              <w:jc w:val="both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val="ru-RU" w:eastAsia="en-US"/>
              </w:rPr>
              <w:t>День интересной книги «Книжки добрые читать, чтобы все на свете знать»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День библиотекаря.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Поздравления «От всей души»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Гукасян Н.Е.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 «Победители» «И память о войне нам книга оживляет»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Шаумяновская с/б №18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Жиркова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книгам «По следам Шерхана»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мужества  «Я б в пограничники пошел, путь меня научат!»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12.00-12.45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МКУК «Георгиевский СДК», 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«Попробуй новинки»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Устный журнал А ведь Минздрав предупреждал…                            (О вреде курения и алкоголя)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«Думайте сами, решайте сами – курить или не курить»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val="ru-RU" w:eastAsia="en-US"/>
              </w:rPr>
              <w:t>Информационная беседа «За жизнь без табака» (к Всемирному дню без табака)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3109AA">
              <w:rPr>
                <w:szCs w:val="24"/>
                <w:lang w:eastAsia="en-US"/>
              </w:rPr>
              <w:t>31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3109AA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«Дыши полной грудью» посвященная всемирному дню без табака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«Мы против курения»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Торжественное собрание, посвященное выпуску 2018 года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Журова К.В.</w:t>
            </w:r>
          </w:p>
        </w:tc>
      </w:tr>
      <w:tr w:rsidR="00AA3B4F" w:rsidRPr="00D97E53" w:rsidTr="004852AF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3109AA" w:rsidRDefault="00AA3B4F" w:rsidP="00E954E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Информационный час «Дымящий яд», во Всемирный день без табака.</w:t>
            </w:r>
          </w:p>
        </w:tc>
        <w:tc>
          <w:tcPr>
            <w:tcW w:w="1740" w:type="dxa"/>
          </w:tcPr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31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3109AA">
              <w:rPr>
                <w:rFonts w:cs="Times New Roman"/>
              </w:rPr>
              <w:t>мая</w:t>
            </w:r>
          </w:p>
          <w:p w:rsidR="00AA3B4F" w:rsidRPr="003109AA" w:rsidRDefault="00AA3B4F" w:rsidP="00E954E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3109AA">
              <w:rPr>
                <w:rFonts w:cs="Times New Roman"/>
                <w:color w:val="000000"/>
                <w:lang w:val="ru-RU"/>
              </w:rPr>
              <w:t>15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Всемирному дню без табака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мая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мая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Выездные мини-концерты (поздравления) на дому у ветеранов войны и тыла.</w:t>
            </w:r>
          </w:p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Совместно с обществом ветеранов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графику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месту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Показ спектакля народного драматического театра 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Выступление на 9 фестивале – конкурсе хоров ветеранов СКФО «Нам дороги эти позабыть нельзя»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 Пятигорск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Праздники по месту жительства «Здравствуй, День Ставропольского края»</w:t>
            </w:r>
          </w:p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месту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Культурно-творческая бригада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Юбилейный вечер, посвященный 25-летию народного ансамбля национального кавказского танца «Гарун»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Галустян Р.М.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Городская театрализованная квест – игра «Знамя Победы»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 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коллектива в городской Спартакиаде работников культуры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Стадион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«Торпедо»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Юбилейный вечер, посвященный 10-летию народной студии классического балета «Фуэте».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ГГДК»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Столярова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культурно-массовые мероприятия «День Победы».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ко «Дню Победы».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Фото- проект «Я и моя семья»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«Мы в мире дружбе будем жить» праздничное мероприятие для детей 1 мая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С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субботник на территории СДК и мемориала, Уборка могилы неизвестного солдата.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«Линия Памяти» акция у мемориала «Имя твоё не известно – подвиг твой не забыт»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Шествие учащихся СОШ № 28 с фотографиями участников ВОВ «Бессмертный полк», «Стена Памяти»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Митинг, посвящённый Дню Великой Победы «Наш победный Май»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«Вальс Победы» концерт, посвящённый Дню победы.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З/зал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Народное гулянье, спортивные игры, акция «Песня Победы»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«Выбор твой, сделай его правильно» беседа по противодействию наркомании среди детей и молодёжи.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«Посидим в тишине» беседа о жизни и творчестве детской поэтессы Е.А.Благининой (1903-1989) 150 лет со дня рождения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«Путешествие в страну славянской письменности и культуры» познавательный час для детей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«Мои года моё богатство» развлекательная программа кому за 60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Музыкальное оформление торжественной линейки «Последний звонок»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СОШ № 28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Тематический классный час «Дружный коллектив» с клубными формированиями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МБУК «ГДК»</w:t>
            </w:r>
            <w:r w:rsidRPr="003109AA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 В. Попова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классный час «Семейные традиции» с клубными формированиями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Heading1"/>
              <w:jc w:val="center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Heading1"/>
              <w:jc w:val="both"/>
              <w:rPr>
                <w:szCs w:val="24"/>
                <w:lang w:val="ru-RU"/>
              </w:rPr>
            </w:pPr>
            <w:r w:rsidRPr="003109AA">
              <w:rPr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 В. Попова</w:t>
            </w:r>
          </w:p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Организация городской выставки творческих работ учащихся ДХШ «Этот День Победы порохом пропах».</w:t>
            </w:r>
          </w:p>
          <w:p w:rsidR="00AA3B4F" w:rsidRPr="003109AA" w:rsidRDefault="00AA3B4F" w:rsidP="00E954E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Посвящённая  Победе в Великой Отечественной </w:t>
            </w:r>
            <w:r>
              <w:rPr>
                <w:rFonts w:cs="Times New Roman"/>
              </w:rPr>
              <w:t>войне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>май</w:t>
            </w:r>
          </w:p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г. Георгиевск   Дворец культуры</w:t>
            </w: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3109AA">
              <w:rPr>
                <w:rFonts w:cs="Times New Roman"/>
                <w:lang w:val="ru-RU"/>
              </w:rPr>
              <w:t>Исламов Е.В..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Участие в Международном Конкурсе детского рисунка «Парад Победы»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  <w:color w:val="000000"/>
              </w:rPr>
              <w:t>ма</w:t>
            </w:r>
            <w:r w:rsidRPr="003109AA">
              <w:rPr>
                <w:rFonts w:cs="Times New Roman"/>
                <w:color w:val="000000"/>
                <w:lang w:val="ru-RU"/>
              </w:rPr>
              <w:t>й</w:t>
            </w:r>
          </w:p>
          <w:p w:rsidR="00AA3B4F" w:rsidRPr="003109AA" w:rsidRDefault="00AA3B4F" w:rsidP="00E954ED">
            <w:pPr>
              <w:pStyle w:val="Textbody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г. Санкт-Петербург</w:t>
            </w: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bCs/>
                <w:color w:val="000000"/>
              </w:rPr>
            </w:pPr>
            <w:r w:rsidRPr="003109AA">
              <w:rPr>
                <w:rFonts w:cs="Times New Roman"/>
                <w:bCs/>
                <w:color w:val="000000"/>
              </w:rPr>
              <w:t>Ненашева</w:t>
            </w:r>
          </w:p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  <w:color w:val="000000"/>
              </w:rPr>
            </w:pPr>
            <w:r w:rsidRPr="003109AA">
              <w:rPr>
                <w:rFonts w:cs="Times New Roman"/>
                <w:color w:val="000000"/>
              </w:rPr>
              <w:t>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 xml:space="preserve">Итоговый -экзаменационный просмотр работ уч-ся по спец. </w:t>
            </w:r>
            <w:r w:rsidRPr="003109AA">
              <w:rPr>
                <w:rFonts w:cs="Times New Roman"/>
                <w:lang w:val="ru-RU"/>
              </w:rPr>
              <w:t>д</w:t>
            </w:r>
            <w:r w:rsidRPr="003109AA">
              <w:rPr>
                <w:rFonts w:cs="Times New Roman"/>
              </w:rPr>
              <w:t>исциплинам</w:t>
            </w:r>
          </w:p>
        </w:tc>
        <w:tc>
          <w:tcPr>
            <w:tcW w:w="1740" w:type="dxa"/>
            <w:vAlign w:val="center"/>
          </w:tcPr>
          <w:p w:rsidR="00AA3B4F" w:rsidRPr="003109AA" w:rsidRDefault="00AA3B4F" w:rsidP="00E954ED">
            <w:pPr>
              <w:pStyle w:val="Standard"/>
              <w:jc w:val="center"/>
              <w:rPr>
                <w:rFonts w:cs="Times New Roman"/>
              </w:rPr>
            </w:pPr>
            <w:r w:rsidRPr="003109AA">
              <w:rPr>
                <w:rFonts w:cs="Times New Roman"/>
              </w:rPr>
              <w:t>ма</w:t>
            </w:r>
            <w:r>
              <w:rPr>
                <w:rFonts w:cs="Times New Roman"/>
                <w:lang w:val="ru-RU"/>
              </w:rPr>
              <w:t>й</w:t>
            </w:r>
          </w:p>
        </w:tc>
        <w:tc>
          <w:tcPr>
            <w:tcW w:w="2127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3109AA" w:rsidRDefault="00AA3B4F" w:rsidP="00E954ED">
            <w:pPr>
              <w:pStyle w:val="Standard"/>
              <w:jc w:val="both"/>
              <w:rPr>
                <w:rFonts w:cs="Times New Roman"/>
              </w:rPr>
            </w:pPr>
            <w:r w:rsidRPr="003109AA">
              <w:rPr>
                <w:rFonts w:cs="Times New Roman"/>
                <w:bCs/>
                <w:lang w:val="ru-RU"/>
              </w:rPr>
              <w:t>п</w:t>
            </w:r>
            <w:r w:rsidRPr="003109AA">
              <w:rPr>
                <w:rFonts w:cs="Times New Roman"/>
                <w:bCs/>
              </w:rPr>
              <w:t>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Родительские собрания с концертами учащихся</w:t>
            </w:r>
          </w:p>
        </w:tc>
        <w:tc>
          <w:tcPr>
            <w:tcW w:w="1740" w:type="dxa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МБУДО «ДМШ г. Георгиевска»  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Зав.отделениями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E9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Июнь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E954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 xml:space="preserve">Детский праздник ,  посвященный Дню Защиты детей </w:t>
            </w:r>
          </w:p>
          <w:p w:rsidR="00AA3B4F" w:rsidRPr="005D4731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«Дружный хоровод »</w:t>
            </w:r>
          </w:p>
          <w:p w:rsidR="00AA3B4F" w:rsidRPr="005D4731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Игровая программа «Попробуй , догони. »</w:t>
            </w:r>
          </w:p>
        </w:tc>
        <w:tc>
          <w:tcPr>
            <w:tcW w:w="1740" w:type="dxa"/>
          </w:tcPr>
          <w:p w:rsidR="00AA3B4F" w:rsidRPr="005D4731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юня</w:t>
            </w:r>
          </w:p>
          <w:p w:rsidR="00AA3B4F" w:rsidRPr="005D4731" w:rsidRDefault="00AA3B4F" w:rsidP="00E954ED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Медведева Н.П.</w:t>
            </w:r>
          </w:p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E95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«День библиотечного «похода»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Праздник «Детство – это я и ты» 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(ко Дню защиты детей)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Литературное путешествие «За каждой страницей – открытие»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01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«Детство яркая планета» праздник ко Дню защиты детей.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«Дети всей земли в дружбе жить должны»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коллективов ДК в концертной программе, посвященной Дню защиты детей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«Здравствуй детвора» - развлекательная программа, посв. Дню защиты детей.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both"/>
              <w:rPr>
                <w:szCs w:val="24"/>
              </w:rPr>
            </w:pPr>
            <w:r w:rsidRPr="005D4731">
              <w:rPr>
                <w:szCs w:val="24"/>
              </w:rPr>
              <w:t xml:space="preserve"> Праздничный концерт,  посвящённый Дню защиты детей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01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Игра литературная «Радуга планеты детства»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Александрийская </w:t>
            </w:r>
          </w:p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«Счастье, солнце, дружба -вот, что детям нужно"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Обильненская с/б №14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М.В. Усова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Клюжина Л.В.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Праздничная игровая программа «Пусть будет мирным небо над землей, пусть вечно детство звонкое смеется»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«Дети всей земли в дружбе жить должны»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Приэтокская с/б №25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Фомина Л.А.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«Добрая страна детства»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Нижнезольская с/б №20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Мамилов В.О.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«Здравствуй солнце и лето»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«На всех парусах в лето!»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 №13</w:t>
            </w:r>
          </w:p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 xml:space="preserve">Развлекательно-игровая программа «Радуга планеты детства». 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01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Открытие лагерной смены Развлекательная программа для детей «Летние забавы»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Овчинникова В.Ю.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Городская выставка - «День защиты детей»: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 xml:space="preserve">  01 июня</w:t>
            </w:r>
          </w:p>
          <w:p w:rsidR="00AA3B4F" w:rsidRPr="005D4731" w:rsidRDefault="00AA3B4F" w:rsidP="00FF4E6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5D4731">
              <w:rPr>
                <w:rFonts w:cs="Times New Roman"/>
                <w:lang w:val="ru-RU"/>
              </w:rPr>
              <w:t>МБУ «Спортивно- развлекательный комплек г.Георгиевска»</w:t>
            </w:r>
          </w:p>
        </w:tc>
        <w:tc>
          <w:tcPr>
            <w:tcW w:w="198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bCs/>
              </w:rPr>
            </w:pP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bCs/>
                <w:lang w:val="ru-RU"/>
              </w:rPr>
            </w:pPr>
            <w:r w:rsidRPr="005D4731">
              <w:rPr>
                <w:rFonts w:cs="Times New Roman"/>
                <w:bCs/>
                <w:lang w:val="ru-RU"/>
              </w:rPr>
              <w:t>Мальнев К.Н.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Концерт к дню защиты детей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для детей «Мир и счастье детям всей земли!»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МКУК «Георгиевский СДК»,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Праздник</w:t>
            </w:r>
            <w:r w:rsidRPr="005D4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«Пусть будет мирным небо над землёй, пусть вечно детство звонкое смеётся»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Летняя учебная практика- пленэр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02 июня</w:t>
            </w: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Окрестности  города Георгиевска</w:t>
            </w:r>
          </w:p>
        </w:tc>
        <w:tc>
          <w:tcPr>
            <w:tcW w:w="198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bCs/>
              </w:rPr>
            </w:pPr>
            <w:r w:rsidRPr="005D4731">
              <w:rPr>
                <w:rFonts w:cs="Times New Roman"/>
                <w:bCs/>
              </w:rPr>
              <w:t>Преподаватели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both"/>
              <w:rPr>
                <w:szCs w:val="24"/>
              </w:rPr>
            </w:pPr>
            <w:r w:rsidRPr="005D4731">
              <w:rPr>
                <w:szCs w:val="24"/>
              </w:rPr>
              <w:t>Праздничный концерт, посвящённый открытию лагерной смены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02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both"/>
              <w:rPr>
                <w:szCs w:val="24"/>
              </w:rPr>
            </w:pPr>
            <w:r w:rsidRPr="005D4731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для детей «Игры народов России»</w:t>
            </w: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Своя игра «На вопрос ответь скорей»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Час экологии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Экологическая мозаика Земли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 Всемирному дню охраны окружающей среды)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Литературное путешествие «Один из блистательного созвездия»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«Защитим природу родного посёлка» акция «Чистая среда» к Международному дню защиты окружающей среды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both"/>
              <w:rPr>
                <w:szCs w:val="24"/>
              </w:rPr>
            </w:pPr>
            <w:r w:rsidRPr="005D4731">
              <w:rPr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калейдоскоп «Природа – кладовая, мастерская, сокровище планеты Земля»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Сказочное путешествие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«В волшебной пушкинской стране»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Литературно-игровая программа «Сказка ложь, да в ней намек…»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круиз «Приветствую тебя, пустынный уголок»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Пушкинский день. «Я памятник себе воздвиг нерукотворный»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 (лет.пл)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Эко акция «Я за чистый посёлок!» - уборка территории у СДК и у памятника во Всемирный День охраны окружающей среды.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06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Территория памятника, территория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Театрализованный конкурс по сказкам А.С.Пушкина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Гукасян Н.Е.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«Культура и традиции народов Кавказа».</w:t>
            </w: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 xml:space="preserve">Игровая программа «Лето-время книгочеев» </w:t>
            </w:r>
          </w:p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06</w:t>
            </w:r>
            <w:r w:rsidRPr="005D4731">
              <w:rPr>
                <w:szCs w:val="24"/>
                <w:lang w:val="ru-RU" w:eastAsia="en-US"/>
              </w:rPr>
              <w:t xml:space="preserve">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 – ревю «В мир знаний – через библиотеку»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композиция «Александр Пушкин и его время» (книги-юбиляры А. Пушкина)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Калейдоскоп интересных фактов «Земли чудесный посетитель»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Сказочное путешествие</w:t>
            </w:r>
            <w:r w:rsidRPr="005D4731">
              <w:rPr>
                <w:szCs w:val="24"/>
                <w:lang w:val="ru-RU"/>
              </w:rPr>
              <w:t xml:space="preserve"> «</w:t>
            </w:r>
            <w:r w:rsidRPr="005D4731">
              <w:rPr>
                <w:szCs w:val="24"/>
                <w:lang w:val="ru-RU" w:eastAsia="en-US"/>
              </w:rPr>
              <w:t>По тропинкам «Лукоморья»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06июня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Литературный вечер «Отечество он славил и любил» (Пушкинский день России)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06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нравственности «Семья – хранилище души»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12-00-13-00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Викторина для детей и подростков «Символы России».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11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Устный журнал «Красный. Желтый. Зеленый.».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по правилам дорожного движения «Веселые машинки»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11.00-11.45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08</w:t>
            </w:r>
            <w:r>
              <w:rPr>
                <w:szCs w:val="24"/>
                <w:lang w:val="ru-RU"/>
              </w:rPr>
              <w:t xml:space="preserve"> и</w:t>
            </w:r>
            <w:r w:rsidRPr="005D4731">
              <w:rPr>
                <w:szCs w:val="24"/>
              </w:rPr>
              <w:t>юня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концерт, посвящённый Дню социального работника  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 xml:space="preserve">08 июня </w:t>
            </w:r>
          </w:p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12.00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МБУК «ГГДК»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«Русь. Россия, Родина моя…»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 «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История России в художественной литературе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(День России)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Патриотический час «Родина – Россия – у нас у всех одна»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Урок-предупреждение «Выбор за тобой»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12-00-13-00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Праздничный концерт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 xml:space="preserve"> «Россия –Родина моя!»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Площади 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ко «Дню независимости России».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 «Пою тебе, моя Россия» 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 «Экология-зона пристального внимания» ко Всемирному дню экологических знаний.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в воинской части, посвящённый Дню России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11 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Воинская часть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Т.Н. Кокшарова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Городская выставка - «День защиты детей»: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 xml:space="preserve">11 </w:t>
            </w:r>
            <w:r w:rsidRPr="005D4731">
              <w:rPr>
                <w:rFonts w:cs="Times New Roman"/>
                <w:lang w:val="ru-RU"/>
              </w:rPr>
              <w:t xml:space="preserve">июня 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Городская детская поликлиника</w:t>
            </w: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5D4731">
              <w:rPr>
                <w:rFonts w:cs="Times New Roman"/>
                <w:lang w:val="ru-RU"/>
              </w:rPr>
              <w:t>г.Георгиевск</w:t>
            </w: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5D4731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Информ-обзор «Подводные камни Правил дорожного движения»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№12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Бобылева Е.Д.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Историческая медиа-викторина «Государство российское»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ко Дню России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Городская выставка «День России»</w:t>
            </w:r>
          </w:p>
        </w:tc>
        <w:tc>
          <w:tcPr>
            <w:tcW w:w="1740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 xml:space="preserve">12 </w:t>
            </w:r>
            <w:r>
              <w:rPr>
                <w:rFonts w:cs="Times New Roman"/>
                <w:lang w:val="ru-RU"/>
              </w:rPr>
              <w:t>и</w:t>
            </w:r>
            <w:r w:rsidRPr="005D4731">
              <w:rPr>
                <w:rFonts w:cs="Times New Roman"/>
              </w:rPr>
              <w:t>юня</w:t>
            </w:r>
          </w:p>
        </w:tc>
        <w:tc>
          <w:tcPr>
            <w:tcW w:w="2127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5D4731">
              <w:rPr>
                <w:rFonts w:cs="Times New Roman"/>
                <w:lang w:val="ru-RU"/>
              </w:rPr>
              <w:t>МБУ «Спортивно- развлекатель-ный комплек г.Георгиевска»</w:t>
            </w: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5D4731" w:rsidRDefault="00AA3B4F" w:rsidP="00FF4E6F">
            <w:pPr>
              <w:pStyle w:val="Standard"/>
              <w:jc w:val="center"/>
              <w:rPr>
                <w:rFonts w:cs="Times New Roman"/>
              </w:rPr>
            </w:pPr>
            <w:r w:rsidRPr="005D4731">
              <w:rPr>
                <w:rFonts w:cs="Times New Roman"/>
              </w:rPr>
              <w:t>Белан В.Н.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концерт, посвящённый Дню России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12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посвящённых Дню Независимости России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12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В.Н. Протасова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оркестра, посвященный Дню России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городской фестиваль - конкурс хореографии «Очарование Терпсихоры» на приз имени Галины Николаевой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Белоцерковская К.В.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«День России» - демонстрация х/фильма «Экипаж»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художественной самодеятельности «Россия молодая» ко Дню России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концерт, посвященный «Дню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</w:rPr>
              <w:t>Праздничный концерт «Мы – Россияне!», в День России.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12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18.00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России.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Праздничная программа «Россия – Родина моя!»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книгам «Всё, что нужно знать об истории России» (по кн. «Великие люди России», «История России»)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12-00-13-00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Детские литературные громкие чтения «Летом некогда скучать, будем книжки мы читать»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eastAsia="en-US"/>
              </w:rPr>
            </w:pPr>
            <w:r w:rsidRPr="005D4731">
              <w:rPr>
                <w:szCs w:val="24"/>
                <w:lang w:eastAsia="en-US"/>
              </w:rPr>
              <w:t>Библиоигра «Поднять паруса приключений»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13июня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left"/>
              <w:rPr>
                <w:szCs w:val="24"/>
              </w:rPr>
            </w:pPr>
            <w:r w:rsidRPr="005D4731">
              <w:rPr>
                <w:szCs w:val="24"/>
              </w:rPr>
              <w:t>Игровая программа  « Путешествие в лето 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13июня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Игровая программа для детей и подростков «Светофор» по ПДД.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13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«Легенды и сказания народов Кавказа»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Спортивно-интеллектуальная игра «Звезды футбола»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игра «Безопасная дорога и веселые каникулы»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14 июня 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чемпионату мира по футболу в России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июня - 15 июля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Детский фестиваль «Алло, мы ищем таланты!» среди лагерей школ Георгиевского городского округа (первого потока)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14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10.00 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МБУК «ГДК» </w:t>
            </w:r>
          </w:p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Экологическое ассорти «Ты раскрой мне природа объятия»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Игровая программа «Этикет на каждый день»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14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«Новые имена на книжной полке»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«Книга против вредных привычек»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09.00-10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Виртуальный экскурс в историю советской военной авиации «В небе Великой Отечественной…»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10.00-10.30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на асфальте «Слава армии российской, самой мирной на земле!»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Спортивная игровая программа «Веселые старты»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природы «Природа нашего поселка»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 игра «Каравай -2018»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№12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Бобылева Е.Д.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 «Лысогорский СДК»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Тематический вечер в «Ретро-клубе» 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июня</w:t>
            </w:r>
          </w:p>
          <w:p w:rsidR="00AA3B4F" w:rsidRPr="00D97E53" w:rsidRDefault="00AA3B4F" w:rsidP="00FF4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Видеопутешествие «Россия-великая наша держава.»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для детей «Будь бдителен!» об угрозе терроризма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Спортивное ассорти «Футбол – игра не для лентяев, футбол – игра для молодцов!»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</w:rPr>
              <w:t>Познавательно-развлекательная игра для детей и подростков «Путешествие в Страну чистоты».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20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Мультфейерверк.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10.00-11.30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«Игры народов Кавказа»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Декаде армянской культуры и литературы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20 - 30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 xml:space="preserve">Праздник «Сокровищница всех богатств человеческого духа» 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20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«Песенки - чудесенки» (Г. Белозерова)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left"/>
              <w:rPr>
                <w:szCs w:val="24"/>
              </w:rPr>
            </w:pPr>
            <w:r w:rsidRPr="005D4731">
              <w:rPr>
                <w:szCs w:val="24"/>
              </w:rPr>
              <w:t>Игровая программа  «Лето. Солнце. Детский смех»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21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Спортивно-развлекательная программа «Выше, быстрей, сильней»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 в прошлое «Возвращаясь памятью к войне»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памяти «Не гаснет память и свеча…»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памяти «О героях былых времен»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Александрийская </w:t>
            </w:r>
          </w:p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 «Опять стою у вечного огня»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  Митинг «И мужество как знамя пронесли»              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«Помним. Славим. Гордимся.»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Новинская с/б №17</w:t>
            </w:r>
          </w:p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Мясищева Л.Н.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Вахта памяти «Святые подвиги российских сыновей»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Шаумяновская  с/б №18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Жиркова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5D4731" w:rsidRDefault="00AA3B4F" w:rsidP="00FF4E6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  <w:lang w:eastAsia="ru-RU"/>
              </w:rPr>
              <w:t>Митинг «Там, где память, там слеза»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Нижнезольская с/б №20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Мамилов В.О.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День памяти и скорби. Митинг  у Вечного Огня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«22 июня …» Памятная дата России.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В этот день в1941году фашистская Германия напала на СССР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памятник «Скорбящая мать 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731">
              <w:rPr>
                <w:rFonts w:ascii="Times New Roman" w:hAnsi="Times New Roman"/>
                <w:sz w:val="24"/>
                <w:szCs w:val="24"/>
                <w:lang w:eastAsia="ru-RU"/>
              </w:rPr>
              <w:t>«И память сердца говорит…» - возложение цветов к мемориалу, погибшим в годы ВОВ.</w:t>
            </w:r>
          </w:p>
          <w:p w:rsidR="00AA3B4F" w:rsidRPr="00D97E53" w:rsidRDefault="00AA3B4F" w:rsidP="00FF4E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  <w:lang w:eastAsia="ru-RU"/>
              </w:rPr>
              <w:t>Показ х/фильм «В июне 41-го»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А.Н.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митинг у Обелиска ко «Дню памяти и скорби» - 22 июня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«Скорбь народная», посвящённый началу ВОВ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Мемориал п.Балковский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«Тот самый первый день войны»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посвящённый «Дню памяти и скорби»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Митинг посвящённый Дню памяти и скорби «Память должна говорить». Возложение цветов.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22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У памятника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памяти и скорби.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Митинг - реквием «Мы не имеем права забывать»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Памятник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«Скорбящему солдату» ст.Урухская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Поэтическая композиция «Война… Суровее нет слова. Война… Печальнее нет слова. Война…Священнее нет слова.».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Встреча с участниками ВОВ, узником концлагеря и с  детьми войны «Нам эти годы позабыть нельзя!»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11.15-11.45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памяти и скорби «И жестока, и страшна, шла по Родине война»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Урок памяти «И подвиг, и память, и боль на века…»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22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/>
              </w:rPr>
              <w:t>Тематический день информации</w:t>
            </w:r>
            <w:r w:rsidRPr="005D4731">
              <w:rPr>
                <w:szCs w:val="24"/>
                <w:lang w:val="ru-RU" w:eastAsia="en-US"/>
              </w:rPr>
              <w:t xml:space="preserve"> «Время читать Ремарка» </w:t>
            </w:r>
          </w:p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(120 лет со дня рождения писателя)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23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Выпускной вечер «Звёздный бал».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23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</w:t>
            </w:r>
            <w:r w:rsidRPr="005D4731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Спортивная программа «Спорт научит побеждать»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Открытый микрофон «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Выбери свою сторону!"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к Международному дню борьбы с наркоманией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23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воспоминаний: «Так в памяти юность моя вырастает..» в клубе «Светлица», посвященный Дню памяти и скорби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ул.Луначарского,41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ко Дню дружбы, единения славян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веселых затей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«Пестрое царство – земное государство»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 №13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  <w:p w:rsidR="00AA3B4F" w:rsidRPr="00D97E53" w:rsidRDefault="00AA3B4F" w:rsidP="00FF4E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NormalWeb"/>
              <w:spacing w:before="0" w:beforeAutospacing="0" w:after="0"/>
            </w:pPr>
            <w:r w:rsidRPr="005D4731">
              <w:t>Экологический час «Тайна зеленой планеты»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Поле чудес «Они такие разные, бывают и опасные!»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25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«Чтобы жизнь не прошла мимо» (антинаркотическая)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 xml:space="preserve">Урок-профилактика «Пристрастия, уносящие жизнь» </w:t>
            </w:r>
          </w:p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(к Международному дню борьбы с наркотиками)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26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eastAsia="en-US"/>
              </w:rPr>
            </w:pPr>
            <w:r w:rsidRPr="005D4731">
              <w:rPr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1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val="ru-RU" w:eastAsia="en-US"/>
              </w:rPr>
              <w:t>Поле чудес</w:t>
            </w:r>
            <w:r w:rsidRPr="005D4731">
              <w:rPr>
                <w:szCs w:val="24"/>
                <w:lang w:val="ru-RU"/>
              </w:rPr>
              <w:t xml:space="preserve"> «</w:t>
            </w:r>
            <w:r w:rsidRPr="005D4731">
              <w:rPr>
                <w:szCs w:val="24"/>
                <w:lang w:val="ru-RU" w:eastAsia="en-US"/>
              </w:rPr>
              <w:t>Животные в мифах и легендах</w:t>
            </w:r>
            <w:r w:rsidRPr="005D4731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5D4731">
              <w:rPr>
                <w:szCs w:val="24"/>
                <w:lang w:eastAsia="en-US"/>
              </w:rPr>
              <w:t>26</w:t>
            </w:r>
            <w:r w:rsidRPr="005D4731">
              <w:rPr>
                <w:szCs w:val="24"/>
                <w:lang w:val="ru-RU" w:eastAsia="en-US"/>
              </w:rPr>
              <w:t xml:space="preserve"> </w:t>
            </w:r>
            <w:r w:rsidRPr="005D4731">
              <w:rPr>
                <w:szCs w:val="24"/>
                <w:lang w:eastAsia="en-US"/>
              </w:rPr>
              <w:t>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Международному дню борьбы с наркоманией и наркобизнесом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 и незаконным оборотом наркотиков /26 июня /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Беседа «Сделай правильный выбор –в пользу своего будущего »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Видеофильм антинаркотической направленности 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юня</w:t>
            </w:r>
          </w:p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731">
              <w:rPr>
                <w:rFonts w:ascii="Times New Roman" w:hAnsi="Times New Roman"/>
                <w:sz w:val="24"/>
                <w:szCs w:val="24"/>
                <w:lang w:eastAsia="ru-RU"/>
              </w:rPr>
              <w:t>«Мир без наркотиков и вредных привычек» - акция, посвящённая международному дню борьбы с наркоманией.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детей «Мы любим веселиться!»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«Наркомания – болезнь разума»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на тему «Наркотики не детская игра» посвященный международный день борьбы с употреблением наркотиков и их незаконным оборотом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Просмотр д</w:t>
            </w:r>
            <w:r w:rsidRPr="005D4731">
              <w:rPr>
                <w:rFonts w:cs="Times New Roman"/>
                <w:color w:val="000000"/>
              </w:rPr>
              <w:t>окументального фильм</w:t>
            </w:r>
            <w:r w:rsidRPr="005D4731">
              <w:rPr>
                <w:rFonts w:cs="Times New Roman"/>
                <w:color w:val="000000"/>
                <w:lang w:val="ru-RU"/>
              </w:rPr>
              <w:t>а с обсуждением</w:t>
            </w:r>
            <w:r w:rsidRPr="005D4731">
              <w:rPr>
                <w:rFonts w:cs="Times New Roman"/>
                <w:color w:val="000000"/>
              </w:rPr>
              <w:t xml:space="preserve"> «За гранью сознания. Подростки и наркотики. Спайс!»</w:t>
            </w:r>
            <w:r w:rsidRPr="005D4731">
              <w:rPr>
                <w:rFonts w:cs="Times New Roman"/>
                <w:color w:val="000000"/>
                <w:lang w:val="ru-RU"/>
              </w:rPr>
              <w:t xml:space="preserve"> в День борьбы с наркоманией.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26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 и незаконным оборотом наркотиков.</w:t>
            </w:r>
          </w:p>
          <w:p w:rsidR="00AA3B4F" w:rsidRPr="005D4731" w:rsidRDefault="00AA3B4F" w:rsidP="00FF4E6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Акция «Жизнь прекрасна, не потрать её напрасно»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Конкурсно-игровая программа «Мисс-Июнь»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«Культура и традиции татар»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</w:rPr>
              <w:t>Спортивно-развлекательная программа для детей и подростков «Марафон здоровячков».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27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наркоманией. Акция «Я- ГОВОРЮ НЕТ!»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Фойе МКУК «Балковский СДК» 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Молодежный марафон «Молодежь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Урок нравственности «Россию строить молодым»»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«Журнальный фреш»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Heading2"/>
              <w:jc w:val="left"/>
              <w:rPr>
                <w:szCs w:val="24"/>
              </w:rPr>
            </w:pPr>
            <w:r w:rsidRPr="005D4731">
              <w:rPr>
                <w:szCs w:val="24"/>
              </w:rPr>
              <w:t>Презентация выставки  « В дни каникул</w:t>
            </w:r>
            <w:r>
              <w:rPr>
                <w:szCs w:val="24"/>
              </w:rPr>
              <w:t xml:space="preserve"> не скучай, бери книгу и читай!</w:t>
            </w:r>
            <w:r w:rsidRPr="005D4731">
              <w:rPr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Heading1"/>
              <w:jc w:val="center"/>
              <w:rPr>
                <w:szCs w:val="24"/>
                <w:lang w:val="ru-RU"/>
              </w:rPr>
            </w:pPr>
            <w:r w:rsidRPr="005D4731">
              <w:rPr>
                <w:szCs w:val="24"/>
                <w:lang w:val="ru-RU"/>
              </w:rPr>
              <w:t>28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краевом конкурсе</w:t>
            </w:r>
          </w:p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«Казачья сторона»  народного фольклорного ансамбля казачьей песни «Благовест»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27-28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Ст. Курская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Дементьева Л.Д.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молодёжи «Россия молодая!» ко дню молодёжи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Детский фестиваль «Алло, мы ищем таланты!» среди лагерей школ Георгиевского городского округа (второго потока)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29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МБУК «ГДК» </w:t>
            </w:r>
          </w:p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ко Дню молодежи «Новое поколение».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17.00-18.15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МКУК «Георгиевский СДК»,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отдыха для </w:t>
            </w:r>
          </w:p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молодежи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20.00-21.30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Вечер отдыха молодёжи «Мы - новое поколение».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29</w:t>
            </w:r>
            <w:r>
              <w:rPr>
                <w:rFonts w:cs="Times New Roman"/>
                <w:color w:val="000000"/>
                <w:lang w:val="ru-RU"/>
              </w:rPr>
              <w:t xml:space="preserve"> и</w:t>
            </w:r>
            <w:r w:rsidRPr="005D4731">
              <w:rPr>
                <w:rFonts w:cs="Times New Roman"/>
              </w:rPr>
              <w:t>юня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  <w:lang w:val="ru-RU"/>
              </w:rPr>
              <w:t>10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отдыха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июня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 «Лысогорский СДК»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Танцевальный вечер ко Дню молодёжи «Молодость – России »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юня</w:t>
            </w:r>
          </w:p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Плясунов С.Л.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Закрытие 1 потока летней площадки. Развлекательно-игровая программа с конкурсами.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июня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Площадь МКУК «Балковский СДК» 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«В гостях у лета"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19 июня 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«Двигайся больше!» Танцевально-игровая программа для детей.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июня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 xml:space="preserve">Выпускной Бал </w:t>
            </w:r>
          </w:p>
          <w:p w:rsidR="00AA3B4F" w:rsidRPr="005D4731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«Прощай 11 класс »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AA3B4F" w:rsidRPr="005D4731" w:rsidRDefault="00AA3B4F" w:rsidP="00FF4E6F">
            <w:pPr>
              <w:tabs>
                <w:tab w:val="left" w:pos="13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Организация досуга детей в летний период согласно плану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юбилею станицы  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посвященные охране окружающей среды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</w:t>
            </w:r>
          </w:p>
        </w:tc>
      </w:tr>
      <w:tr w:rsidR="00AA3B4F" w:rsidRPr="00D97E53" w:rsidTr="00BD50E3">
        <w:trPr>
          <w:trHeight w:val="1046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Видеофильм для детей 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на асфальте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«Лето- лучшая пора ! 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Игровые развлекательные программы 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Школьные детские лагеря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Фестиваль детского творчества</w:t>
            </w:r>
          </w:p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(дошкольные учреждения0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Народные фольклорные гуляния </w:t>
            </w:r>
          </w:p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«Троицкие хороводы»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для детей и подростков во время летнего отдыха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«Площадка»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концерт ко «Дню независимости России».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митинг у Обелиска ко «Дню памяти и скорби».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для детей и подростков во время летнего отдыха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«Азбука здоровья»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Отчётный концерты народных коллективов МБУК «ГДК»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Руководители коллективов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Игровые спортивные программы для детей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Спектакли народного шоу-театра «Бродячие артисты»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МБУК «ГДК» </w:t>
            </w:r>
          </w:p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3B4F" w:rsidRPr="00D97E53" w:rsidRDefault="00AA3B4F" w:rsidP="00FF4E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Ю.А. Ибрагимов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5D4731" w:rsidRDefault="00AA3B4F" w:rsidP="00FF4E6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4731">
              <w:rPr>
                <w:rFonts w:cs="Times New Roman"/>
                <w:color w:val="000000"/>
              </w:rPr>
              <w:t>Спортивно-игровые развлечения для детей и подростков «Сказочные эстафеты»</w:t>
            </w:r>
            <w:r w:rsidRPr="005D4731">
              <w:rPr>
                <w:rFonts w:cs="Times New Roman"/>
                <w:color w:val="000000"/>
                <w:lang w:val="ru-RU"/>
              </w:rPr>
              <w:t xml:space="preserve"> в День защиты детей.</w:t>
            </w:r>
          </w:p>
        </w:tc>
        <w:tc>
          <w:tcPr>
            <w:tcW w:w="1740" w:type="dxa"/>
          </w:tcPr>
          <w:p w:rsidR="00AA3B4F" w:rsidRPr="005D4731" w:rsidRDefault="00AA3B4F" w:rsidP="00FF4E6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июнь 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FF4E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731">
              <w:rPr>
                <w:rFonts w:ascii="Times New Roman" w:hAnsi="Times New Roman"/>
                <w:sz w:val="24"/>
                <w:szCs w:val="24"/>
              </w:rPr>
              <w:t>Участие в конкурсе "Звёздный малыш"</w:t>
            </w:r>
          </w:p>
        </w:tc>
        <w:tc>
          <w:tcPr>
            <w:tcW w:w="1740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Согласно положения</w:t>
            </w:r>
          </w:p>
        </w:tc>
        <w:tc>
          <w:tcPr>
            <w:tcW w:w="2127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г.Пятигорск</w:t>
            </w:r>
          </w:p>
        </w:tc>
        <w:tc>
          <w:tcPr>
            <w:tcW w:w="1984" w:type="dxa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</w:t>
            </w:r>
          </w:p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FF4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Июль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вежливости «Да здравствуют вежливость и доброта!»</w:t>
            </w:r>
          </w:p>
        </w:tc>
        <w:tc>
          <w:tcPr>
            <w:tcW w:w="1740" w:type="dxa"/>
          </w:tcPr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июля</w:t>
            </w:r>
          </w:p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Мультипликационный фильм «Цветик-семицветик»</w:t>
            </w:r>
          </w:p>
        </w:tc>
        <w:tc>
          <w:tcPr>
            <w:tcW w:w="1740" w:type="dxa"/>
          </w:tcPr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июля</w:t>
            </w:r>
          </w:p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Спортивно-интеллектуальная игра «Книга и спорт – движение вперед»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июля</w:t>
            </w:r>
          </w:p>
        </w:tc>
        <w:tc>
          <w:tcPr>
            <w:tcW w:w="2127" w:type="dxa"/>
          </w:tcPr>
          <w:p w:rsidR="00AA3B4F" w:rsidRPr="00D97E53" w:rsidRDefault="00AA3B4F" w:rsidP="002537A5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2537A5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 №13</w:t>
            </w:r>
          </w:p>
        </w:tc>
        <w:tc>
          <w:tcPr>
            <w:tcW w:w="1984" w:type="dxa"/>
          </w:tcPr>
          <w:p w:rsidR="00AA3B4F" w:rsidRPr="00D97E53" w:rsidRDefault="00AA3B4F" w:rsidP="002537A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  <w:p w:rsidR="00AA3B4F" w:rsidRPr="00D97E53" w:rsidRDefault="00AA3B4F" w:rsidP="002537A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здоровья «Да здравствует спорт и здоровье!»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2537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2537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2537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«Давай полетаем!» развлекательно-игровая программа для детей</w:t>
            </w:r>
          </w:p>
        </w:tc>
        <w:tc>
          <w:tcPr>
            <w:tcW w:w="1740" w:type="dxa"/>
          </w:tcPr>
          <w:p w:rsidR="00AA3B4F" w:rsidRPr="00D97E53" w:rsidRDefault="00AA3B4F" w:rsidP="00253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июля</w:t>
            </w:r>
          </w:p>
        </w:tc>
        <w:tc>
          <w:tcPr>
            <w:tcW w:w="2127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(лет.пл)</w:t>
            </w:r>
          </w:p>
        </w:tc>
        <w:tc>
          <w:tcPr>
            <w:tcW w:w="198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253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2537A5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03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2537A5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253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eastAsia="en-US"/>
              </w:rPr>
            </w:pPr>
            <w:r w:rsidRPr="00B32A16">
              <w:rPr>
                <w:szCs w:val="24"/>
                <w:lang w:eastAsia="en-US"/>
              </w:rPr>
              <w:t>Час литературных открытий «Сказкооткрыватели»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B32A16">
              <w:rPr>
                <w:szCs w:val="24"/>
                <w:lang w:eastAsia="en-US"/>
              </w:rPr>
              <w:t>03</w:t>
            </w:r>
            <w:r w:rsidRPr="00B32A16">
              <w:rPr>
                <w:szCs w:val="24"/>
                <w:lang w:val="ru-RU" w:eastAsia="en-US"/>
              </w:rPr>
              <w:t xml:space="preserve"> </w:t>
            </w:r>
            <w:r w:rsidRPr="00B32A16">
              <w:rPr>
                <w:szCs w:val="24"/>
                <w:lang w:eastAsia="en-US"/>
              </w:rPr>
              <w:t>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«Заходи на новенькое»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Heading2"/>
              <w:jc w:val="both"/>
              <w:rPr>
                <w:szCs w:val="24"/>
              </w:rPr>
            </w:pPr>
            <w:r w:rsidRPr="00B32A16">
              <w:rPr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04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Игровая программа для детей «Летняя чехарда».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04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МКУ «Новоульяновский 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«Легенды и сказания татар»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парковая зона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«Что здоровью-хорошо, что здоровью-плохо?»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кинопоказ о пользе здорового образа жизни.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Летние залы под зонтиком «Как необъятен и велик мир знаний и великих книг»                          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Интегрированное развлечение к 115-летию со дня рождения В.Г. Сутеева «Свет и добро сказок Владимира Сутеева»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экологической информации «Заповедными тропами Ставрополья»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здоровья «Быть молодым, значит быть здоровым»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Экологическое путешествие «Книга нам откроет дверь в мир растений и зверей» (по Красной книге Ставрополья)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час «Береги, мой друг, семью – крепость главную твою» (ко дню любви, семьи и верности)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«Святой праздник Петра и Февроньи»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«Любовь и верность – два крыла семьи»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Экологическая мозаика «Знатоки «Лесной газеты»  по книге В.Бианки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 №13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  <w:p w:rsidR="00AA3B4F" w:rsidRPr="00D97E53" w:rsidRDefault="00AA3B4F" w:rsidP="00411EA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NormalWeb"/>
              <w:spacing w:before="0" w:beforeAutospacing="0" w:after="0"/>
              <w:jc w:val="both"/>
            </w:pPr>
            <w:r w:rsidRPr="00B32A16">
              <w:t>«Семья – что может быть дороже!» - встреча с детьми, показ мультимедийной презентации.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«Летний призыв»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</w:rPr>
              <w:t>Беседа-игра «Семейные традиции наших предков» для детей и подростков, посвящённая Дню семьи, любви и верности.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 гости к Нептуну.» Театрализованное игровое представление.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парковая зона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Кашаева Т.И.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«морская» дискотека.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07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Вечер отдыха молодёжи «На Ивана, на Купала», посвящённый празднику Ивана Купала.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«Любовь и верность – два крыла семьи» - Праздник семьи, любви и верности. Чествование многодетных семей, проживших 50 лет и более вместе (по рекомендации Ульяновского территориального отдела по работе с населением). 3 семьи.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08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10.00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По месту жительства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Всероссийский день семьи, любви и верности.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программа «Тепло души и сердца сохранить»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семьи, любви и верности».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Праздник, посвященный 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Дню семьи, любви и верности! 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18-00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Западная часть станицы  парк «Победы»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«Семья – волшебный символ жизни» - праздничное мероприятие, посв. Дню семьи, любви и верности.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Дубонос  А.Н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Народное гулянье с развлекательно-игровой программой для молодых семей «Моя семья – моя крепость!» на день Семьи, Любви и Верности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Выступление коллективов в праздничном мероприятии, посвящённый Дню семьи, любви и верности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08 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МБУК «ЦДР»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посвященный «Дню семьи, любви и верности»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09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«Три волшебных глаза»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Большое книжное виртуальное путешествие «Безопасные путешествия на каникула»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10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о правонарушениях совершённые несовершеннолетними  «Преступление и наказание»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Конкурсно-игровая программа «Шоу бантиков».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Проф-игра «Азбука дорожная и совсем не сложная»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Спортивные состязания «Спорт нам поможет силу умножить»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«Национальные игры татар»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A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воинской славы России. День победы русской армии под командованием Петра </w:t>
            </w:r>
            <w:r w:rsidRPr="00B32A1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B32A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 шведами в Полтавском сражении (1709г.).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11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Квест «Дом для картин» (к 160 - летию основания Третьяковской галереи)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«…Наша с тобой жизнь принадлежат истории» (Толстой и Чернышевский)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tabs>
                <w:tab w:val="left" w:pos="248"/>
                <w:tab w:val="center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tabs>
                <w:tab w:val="left" w:pos="248"/>
                <w:tab w:val="center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Heading2"/>
              <w:jc w:val="both"/>
              <w:rPr>
                <w:szCs w:val="24"/>
              </w:rPr>
            </w:pPr>
            <w:r w:rsidRPr="00B32A16">
              <w:rPr>
                <w:szCs w:val="24"/>
              </w:rPr>
              <w:t>Детский фестиваль «Алло, мы ищем таланты!»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11  июля</w:t>
            </w:r>
          </w:p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10</w:t>
            </w:r>
            <w:r>
              <w:rPr>
                <w:szCs w:val="24"/>
                <w:lang w:val="ru-RU"/>
              </w:rPr>
              <w:t>.</w:t>
            </w:r>
            <w:r w:rsidRPr="00B32A16">
              <w:rPr>
                <w:szCs w:val="24"/>
                <w:lang w:val="ru-RU"/>
              </w:rPr>
              <w:t>00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</w:rPr>
              <w:t>Игровая программа для детей и подростков «Мой весёлый звонкий мяч».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11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Игра-эстафета «Быстрее, выше, сильнее!»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«Путешествие в Страну дорожных знаков».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Беби-шоу «Дочки и сыночки»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 №13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  <w:p w:rsidR="00AA3B4F" w:rsidRPr="00D97E53" w:rsidRDefault="00AA3B4F" w:rsidP="00411EA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190-летию со дня рождения Н.Г. Чернышевского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13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«Самый добрый великан» (С. Михалков)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урок «Вечная память живым»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14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«Стратегический регион» беседа о битве за Кавказ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Танцевальный вечер в «Ретро-клубе» 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июля</w:t>
            </w:r>
          </w:p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православия «Мы вспомним день крещения Руси»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праздник «Зеленая аптека».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малое фойе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час к 90-летию А. Дементьева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«Мы  все  из 20 века…»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17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«Чтение – праздник для души, устрой себе праздник»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«Выше радуги» конкурс рисунков на асфальте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Фойе МКУК «Балковский СДК»К (лет.пл.) 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18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B32A16">
              <w:rPr>
                <w:rFonts w:cs="Times New Roman"/>
                <w:color w:val="000000"/>
              </w:rPr>
              <w:t>Конкурс рисунков</w:t>
            </w:r>
            <w:r w:rsidRPr="00B32A16">
              <w:rPr>
                <w:rFonts w:cs="Times New Roman"/>
                <w:color w:val="000000"/>
                <w:lang w:val="ru-RU"/>
              </w:rPr>
              <w:t xml:space="preserve"> на асфальте</w:t>
            </w:r>
            <w:r w:rsidRPr="00B32A16">
              <w:rPr>
                <w:rFonts w:cs="Times New Roman"/>
                <w:color w:val="000000"/>
              </w:rPr>
              <w:t xml:space="preserve"> «В здоровом теле – здоровый дух!»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18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</w:t>
            </w:r>
            <w:r w:rsidRPr="00B32A16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«Культура, обычаи и традиции народов крайнего Севера России»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Конкурсная программа «Мисс и Мистер «Лето-2015»»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эстрада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Спортивная эстафета «Физкульт - Ура!» 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июля</w:t>
            </w:r>
          </w:p>
          <w:p w:rsidR="00AA3B4F" w:rsidRPr="00D97E53" w:rsidRDefault="00AA3B4F" w:rsidP="00411E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B32A16">
              <w:rPr>
                <w:szCs w:val="24"/>
                <w:lang w:val="ru-RU" w:eastAsia="en-US"/>
              </w:rPr>
              <w:t xml:space="preserve">Игровая программа «Банк веселых затей» 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B32A16">
              <w:rPr>
                <w:szCs w:val="24"/>
                <w:lang w:val="ru-RU" w:eastAsia="en-US"/>
              </w:rPr>
              <w:t>19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Развлекательно-оздоровительная программа «День здоровья»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Экологический час «Брось природе спасательны</w:t>
            </w:r>
            <w:r>
              <w:rPr>
                <w:rFonts w:cs="Times New Roman"/>
                <w:color w:val="000000"/>
                <w:lang w:val="ru-RU"/>
              </w:rPr>
              <w:t>й круг» для детей и подростков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20</w:t>
            </w:r>
            <w:r>
              <w:rPr>
                <w:rFonts w:cs="Times New Roman"/>
                <w:color w:val="000000"/>
                <w:lang w:val="ru-RU"/>
              </w:rPr>
              <w:t xml:space="preserve"> 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11</w:t>
            </w:r>
            <w:r>
              <w:rPr>
                <w:rFonts w:cs="Times New Roman"/>
                <w:color w:val="000000"/>
                <w:lang w:val="ru-RU"/>
              </w:rPr>
              <w:t>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Детский мультсалон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20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 «Безопасность ребенка на дороге»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детского и юношеского творчества «Алло, мы ищем таланты!»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21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Спортивные игры у фонтана.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«Веселимся вместе 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парк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Вечер-путешествие «Уголок Армении: духовные традиции, языковые особенности, национальное искусство» 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(Декада армянской литературы).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24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«Прогулка по городу Вежливости и Дружбы»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Зрительналый 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книгам «Не жалей волшебных слов, поступай красиво»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Громкие чтения «Прочитай мне сказку»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«Истоки литературы Армении»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«Сказки народов крайнего Севера»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25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A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</w:t>
            </w:r>
            <w:r w:rsidRPr="00B32A16">
              <w:rPr>
                <w:rFonts w:ascii="Times New Roman" w:hAnsi="Times New Roman"/>
                <w:color w:val="000000"/>
                <w:sz w:val="24"/>
                <w:szCs w:val="24"/>
              </w:rPr>
              <w:t> лет со дня рождения</w:t>
            </w:r>
            <w:r w:rsidRPr="00B32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A16">
              <w:rPr>
                <w:rFonts w:ascii="Times New Roman" w:hAnsi="Times New Roman"/>
                <w:color w:val="000000"/>
                <w:sz w:val="24"/>
                <w:szCs w:val="24"/>
              </w:rPr>
              <w:t>шведской детской писательницы </w:t>
            </w:r>
            <w:r w:rsidRPr="00B32A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Мария Гриппе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(1923-2007)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Игровая программа для дет</w:t>
            </w:r>
            <w:r>
              <w:rPr>
                <w:rFonts w:cs="Times New Roman"/>
                <w:color w:val="000000"/>
                <w:lang w:val="ru-RU"/>
              </w:rPr>
              <w:t>ей и подростков «Летние забавы»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25</w:t>
            </w:r>
            <w:r>
              <w:rPr>
                <w:rFonts w:cs="Times New Roman"/>
                <w:color w:val="000000"/>
                <w:lang w:val="ru-RU"/>
              </w:rPr>
              <w:t xml:space="preserve"> июля</w:t>
            </w:r>
          </w:p>
          <w:p w:rsidR="00AA3B4F" w:rsidRPr="00B32A16" w:rsidRDefault="00AA3B4F" w:rsidP="00411EA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B32A16">
              <w:rPr>
                <w:rFonts w:cs="Times New Roman"/>
                <w:color w:val="000000"/>
                <w:lang w:val="ru-RU"/>
              </w:rPr>
              <w:t>10.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знатоков военной истории «Марухский перевал»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музыкальная гостиная «Как мне милы родные звуки…»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10.30-11.15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Игра-путешествие «Устное народное творчество»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27.июля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11.15-12.00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 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«Дети и дорога» - познавательная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Музыкально- театрализованная сказка «Красная шапочка»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27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28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Фольклорные чтения</w:t>
            </w:r>
            <w:r w:rsidRPr="00B32A16">
              <w:rPr>
                <w:szCs w:val="24"/>
              </w:rPr>
              <w:t xml:space="preserve"> «</w:t>
            </w:r>
            <w:r w:rsidRPr="00B32A16">
              <w:rPr>
                <w:szCs w:val="24"/>
                <w:lang w:val="ru-RU"/>
              </w:rPr>
              <w:t>Легенды Армении»</w:t>
            </w:r>
          </w:p>
        </w:tc>
        <w:tc>
          <w:tcPr>
            <w:tcW w:w="1740" w:type="dxa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</w:rPr>
              <w:t>28</w:t>
            </w:r>
            <w:r w:rsidRPr="00B32A16">
              <w:rPr>
                <w:szCs w:val="24"/>
                <w:lang w:val="ru-RU"/>
              </w:rPr>
              <w:t xml:space="preserve"> </w:t>
            </w:r>
            <w:r w:rsidRPr="00B32A16">
              <w:rPr>
                <w:szCs w:val="24"/>
              </w:rPr>
              <w:t>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</w:rPr>
            </w:pPr>
            <w:r w:rsidRPr="00B32A16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B32A16" w:rsidRDefault="00AA3B4F" w:rsidP="00411EAA">
            <w:pPr>
              <w:pStyle w:val="Heading1"/>
              <w:jc w:val="both"/>
              <w:rPr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час «Армения! Твой древний голос —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Как свежий ветер в летний зной»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«Книжные новинки»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</w:t>
            </w:r>
            <w:r w:rsidRPr="00D97E53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1030-летию Крещения Руси (988г.)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pStyle w:val="NormalWeb"/>
              <w:spacing w:before="0" w:beforeAutospacing="0" w:after="0"/>
              <w:jc w:val="both"/>
            </w:pPr>
            <w:r w:rsidRPr="00B32A16">
              <w:t>Праздничный концерт, посвящённый Дню морского флота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 народного духового оркестра, посвященная Дню военно- морского флота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июля</w:t>
            </w:r>
          </w:p>
          <w:p w:rsidR="00AA3B4F" w:rsidRPr="00D97E53" w:rsidRDefault="00AA3B4F" w:rsidP="00411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А.А.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Закрытие 2 потока летней площадки. Развлекательная программа для детей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июля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D6A50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31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июля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эрудитов по казачьей старине.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10.30-11.30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в музей  «Казачья старина »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Беседа «Наши предки –казаки »             Рассказ хранительницы музея Кравченко  В.В. 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Цикл беседа по профилактике дорожно –транспортных происшествий 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«Дети – осторожно на дороге !» 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1180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Цикл бесед  «Мой родимый край »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Демонстрация видеофильма  «Маныч»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B32A16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«В гостях у лета"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«Двигайся больше!» Танцевально-игровая программа для детей.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06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13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20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июля 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«СОЮЗМУЛЬТФИЛЬМ» - развлекательная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04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11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18 июля 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июля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Праздники по месту жительства, посвященные 241 –ой годовщине г. Георгиевска</w:t>
            </w:r>
          </w:p>
          <w:p w:rsidR="00AA3B4F" w:rsidRPr="00D97E53" w:rsidRDefault="00AA3B4F" w:rsidP="00411EA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договоренности с ТОСами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Культурно-творческая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бригада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семьи, любви и верности».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Площадка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411E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Игровые спортивные программы для детей</w:t>
            </w:r>
          </w:p>
        </w:tc>
        <w:tc>
          <w:tcPr>
            <w:tcW w:w="1740" w:type="dxa"/>
            <w:vAlign w:val="center"/>
          </w:tcPr>
          <w:p w:rsidR="00AA3B4F" w:rsidRPr="00B32A16" w:rsidRDefault="00AA3B4F" w:rsidP="00411EAA">
            <w:pPr>
              <w:pStyle w:val="Heading1"/>
              <w:jc w:val="center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B32A16" w:rsidRDefault="00AA3B4F" w:rsidP="00411EAA">
            <w:pPr>
              <w:pStyle w:val="Heading1"/>
              <w:jc w:val="both"/>
              <w:rPr>
                <w:szCs w:val="24"/>
                <w:lang w:val="ru-RU"/>
              </w:rPr>
            </w:pPr>
            <w:r w:rsidRPr="00B32A16">
              <w:rPr>
                <w:szCs w:val="24"/>
                <w:lang w:val="ru-RU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411EA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411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41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Август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784CF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</w:tcPr>
          <w:p w:rsidR="00AA3B4F" w:rsidRPr="00D97E53" w:rsidRDefault="00AA3B4F" w:rsidP="0078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августа</w:t>
            </w:r>
          </w:p>
        </w:tc>
        <w:tc>
          <w:tcPr>
            <w:tcW w:w="2127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784CF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784CF5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45548E">
              <w:rPr>
                <w:rFonts w:cs="Times New Roman"/>
                <w:color w:val="000000"/>
                <w:lang w:val="ru-RU"/>
              </w:rPr>
              <w:t xml:space="preserve">Развлекательная программа детей и подростков «Праздник Дружбы», посвящённая Международному Дню </w:t>
            </w:r>
            <w:r>
              <w:rPr>
                <w:rFonts w:cs="Times New Roman"/>
                <w:color w:val="000000"/>
                <w:lang w:val="ru-RU"/>
              </w:rPr>
              <w:t>дружбы</w:t>
            </w:r>
          </w:p>
        </w:tc>
        <w:tc>
          <w:tcPr>
            <w:tcW w:w="1740" w:type="dxa"/>
          </w:tcPr>
          <w:p w:rsidR="00AA3B4F" w:rsidRPr="0045548E" w:rsidRDefault="00AA3B4F" w:rsidP="00784CF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45548E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</w:rPr>
              <w:t>августа</w:t>
            </w:r>
          </w:p>
          <w:p w:rsidR="00AA3B4F" w:rsidRPr="0045548E" w:rsidRDefault="00AA3B4F" w:rsidP="00784CF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10.00</w:t>
            </w:r>
          </w:p>
          <w:p w:rsidR="00AA3B4F" w:rsidRPr="0045548E" w:rsidRDefault="00AA3B4F" w:rsidP="00784CF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784CF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«Игры народов крайнего Севера России»</w:t>
            </w:r>
          </w:p>
        </w:tc>
        <w:tc>
          <w:tcPr>
            <w:tcW w:w="1740" w:type="dxa"/>
          </w:tcPr>
          <w:p w:rsidR="00AA3B4F" w:rsidRPr="00D97E53" w:rsidRDefault="00AA3B4F" w:rsidP="0078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августа</w:t>
            </w:r>
          </w:p>
          <w:p w:rsidR="00AA3B4F" w:rsidRPr="00D97E53" w:rsidRDefault="00AA3B4F" w:rsidP="0078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</w:tc>
        <w:tc>
          <w:tcPr>
            <w:tcW w:w="2127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784CF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«Наши защитники» познавательная беседа о десантных войсках.</w:t>
            </w:r>
          </w:p>
        </w:tc>
        <w:tc>
          <w:tcPr>
            <w:tcW w:w="1740" w:type="dxa"/>
          </w:tcPr>
          <w:p w:rsidR="00AA3B4F" w:rsidRPr="00D97E53" w:rsidRDefault="00AA3B4F" w:rsidP="0078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августа</w:t>
            </w:r>
          </w:p>
        </w:tc>
        <w:tc>
          <w:tcPr>
            <w:tcW w:w="2127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784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День информации «Добрая лира» (новинки литературы для детей)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/>
              </w:rPr>
            </w:pPr>
            <w:r w:rsidRPr="0045548E">
              <w:rPr>
                <w:szCs w:val="24"/>
              </w:rPr>
              <w:t>02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 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Экологическая игра «Поле чудес»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Веселые встречи в киноклубе «Ералаш»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«Когда я вырасту, я стану…»                                    (по кн. «Профессии»)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45548E">
              <w:rPr>
                <w:szCs w:val="24"/>
                <w:lang w:val="ru-RU" w:eastAsia="en-US"/>
              </w:rPr>
              <w:t>Урок - практикум «Что нам читать: знакомство с электронным каталогом»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45548E">
              <w:rPr>
                <w:szCs w:val="24"/>
                <w:lang w:eastAsia="en-US"/>
              </w:rPr>
              <w:t>03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Урок ПДД «Дорожные знаки наши друзья»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04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Информационная викторина «Разноцветный постовой»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«Мир читательских пристрастий»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06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воинской славы России. День первой в российской истории морской победы русского флота под командованием Петра </w:t>
            </w:r>
            <w:r w:rsidRPr="0045548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455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 шведами у мыса Гангут (1714 г.) Презентация-беседа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Экологическая программа «Брось природе спасательный круг!.»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«Культура, обычаи и традиции удмуртов, бурятов и марийцев»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«Кузька сундучок открыл, новой книгой удивил»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Познавательно-развлекательная игра для детей и подростков «Витамины и микробы»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молодежной книги «Книга и молодежь: век 21»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Спортивный марафон «Твое здоровье – твой успех!»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Урок юного пешехода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 гости к Светофору Светофоровичу»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«Спорт, дружба, лето» акция против наркомании среди подростков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 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«В лесу мы только гости» (экология)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«Счастливый случай».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музыкальная композиция «Частица Родины моей» посвященная Дню Российского Флага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танцев в «Ретро-клубе»</w:t>
            </w:r>
          </w:p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Спортивная программа для детей «Мы любим спорт!»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«Поиграем вместе» день настольных игр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«Колесо истории»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радостного чтения по произведениям А.Усачева к 60-летию со дня рождения писателя «Чудеса, в которые веришь»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«Уродился урожай»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«Легенды и сказания удмуртов, бурятов и марийцев»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Беседа-игра для детей и подростков «Тропинка здоровья»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Спортивно-развлекательная программа для детей «С летом на перегонки»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Семейная гостиная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«Спасы России»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Овчинникова В.Ю.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краеведческих папок-досье «Листая памяти страницы…»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Проф-игра «Азбука дорожная и совсем не сложная»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 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Познавательный час «Под символом славным могучей державы!» (День флага)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17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«В гостях у сказки»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09.00-10.00</w:t>
            </w:r>
          </w:p>
        </w:tc>
        <w:tc>
          <w:tcPr>
            <w:tcW w:w="2127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Саркисян М.Л.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48E">
              <w:rPr>
                <w:rFonts w:ascii="Times New Roman" w:hAnsi="Times New Roman"/>
                <w:sz w:val="24"/>
                <w:szCs w:val="24"/>
              </w:rPr>
              <w:t>Народное гулянье «Яблочные забавы».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 рамках реализации государственной программы Ставропольского края «Межнациональные отношения, профилактика правонарушений, терроризма и поддержки казачества»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Демонстрация документального  фильма «Терроризм: за кадром»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«Наше здоровье в наших руках» - познавательно - развлекательная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Чебанова Е.А.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Декаде немецкой культуры и литературы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20-30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«Мои любимые друзья» Занимательный конкурс поделок и рисунков о домашних питомцах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 (лет.пл.)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«В гости к русскому самовару»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открытых дверей «Книжная сокровищница»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Балковская с/б №23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Синюгина А.П.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tabs>
                <w:tab w:val="left" w:pos="52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экскурс «Белый, синий, красный цвет – символ славы и побед»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tabs>
                <w:tab w:val="left" w:pos="52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iCs/>
                <w:sz w:val="24"/>
                <w:szCs w:val="24"/>
              </w:rPr>
              <w:t>День флага «Символы России: история развития»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45548E" w:rsidRDefault="00AA3B4F" w:rsidP="0037268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48E">
              <w:rPr>
                <w:rFonts w:ascii="Times New Roman" w:hAnsi="Times New Roman"/>
                <w:sz w:val="24"/>
                <w:szCs w:val="24"/>
              </w:rPr>
              <w:t>Праздник «Три символа на фоне истории»</w:t>
            </w:r>
          </w:p>
          <w:p w:rsidR="00AA3B4F" w:rsidRPr="00D97E53" w:rsidRDefault="00AA3B4F" w:rsidP="0037268E">
            <w:pPr>
              <w:tabs>
                <w:tab w:val="left" w:pos="52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Нижнезольская с/б №20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Мамилов В.О.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«Овеянный славой Российский Флаг...» - познавательная программа, посвящ. Дню Флага РФ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Выступление творческих коллективов, в концерте посвященном Дню российского флага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Клубных формирований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народного духового оркестра, посвященный Дню российского флага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«Спортивно-развлекательный комплекс»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Омельченко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Спортивно-познавательная игра «Под флагом единым», в День Российского Флага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Историко – познавательная программа «Символы России»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Праздничный концерт, посвящённый Дню флага России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Е.В. Попова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«Дороже серебра и злата»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(Дж. Крюсс «Тим Таллер, или проданный смех»)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Викторина «К</w:t>
            </w:r>
            <w:r>
              <w:rPr>
                <w:szCs w:val="24"/>
                <w:lang w:val="ru-RU"/>
              </w:rPr>
              <w:t>арлик Нос и маленькая Баба-Яга»</w:t>
            </w:r>
          </w:p>
        </w:tc>
        <w:tc>
          <w:tcPr>
            <w:tcW w:w="1740" w:type="dxa"/>
          </w:tcPr>
          <w:p w:rsidR="00AA3B4F" w:rsidRPr="0045548E" w:rsidRDefault="00AA3B4F" w:rsidP="0037268E">
            <w:pPr>
              <w:pStyle w:val="Heading1"/>
              <w:jc w:val="center"/>
              <w:rPr>
                <w:szCs w:val="24"/>
                <w:lang w:val="ru-RU"/>
              </w:rPr>
            </w:pPr>
            <w:r w:rsidRPr="0045548E">
              <w:rPr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</w:rPr>
            </w:pPr>
            <w:r w:rsidRPr="0045548E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45548E" w:rsidRDefault="00AA3B4F" w:rsidP="0037268E">
            <w:pPr>
              <w:pStyle w:val="Heading1"/>
              <w:jc w:val="both"/>
              <w:rPr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Патриотический час «Главные символы страны»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Летняя тематическая площадка. Тема: «Вероисповедания и религиозные верования народов России»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11.30-12.30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«Помнить значит жить» час памяти, беседа-презентация о памятниках ВОВ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Круглый стол с учащимися МБОУ СОШ № 15 им. А.З. Потапова посвящённый «Дню Победы Советских войск в Курской битве»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Цикл мероприятий к 75-летию разгрома советскими войсками немецко-фашистских войск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в Курской битве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23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Видеопрезентация «Я принес для Отчизны славу, а для памяти ордена»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«Игры народов мира»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 (лет. пл.)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«Ах, лето» - развлекательная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«Прощаемся с летом» 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Литературно-игровая программа «Волшебный мир немецкой сказки»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Российского кино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Демонстрация отечественного художественного фильма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 открытой площадки Дома культуры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«Успение Божией Матери» в клубе «Светлица»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развлекательная программа «Лето красное, прощай!»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«Береги свою жизнь» беседа о проблеме заболеваемости СПИДом среди молодёжи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Тематическая площадка «Дворик Мастеров»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Олейник И.В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Музыкально-поэтическая композиция к 95-летию со дня рождения советского и российского поэта Расула Гамзатова «Он песни нам соткал из нежных слов» 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Праздник «Книжные приключения»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29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Показ Мультфильмов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Весёлые старты «Будь здоровым, сильным, смелым!» для детей и подростков.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Закрытие сезона летней площадки. Развлекательная программа для детей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«Дети против террора» - конкурс детского рисунка, посвящ. Дню солидарности 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борьбе с терроризмом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Кулешова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Открытие творческого сезона</w:t>
            </w:r>
          </w:p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«Праздник на улице искусств»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 Дома детского творчества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(Толстовский переулок)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«Знакомитесь с новинками»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августа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45548E" w:rsidRDefault="00AA3B4F" w:rsidP="0037268E">
            <w:pPr>
              <w:pStyle w:val="Heading2"/>
              <w:jc w:val="both"/>
              <w:rPr>
                <w:szCs w:val="24"/>
              </w:rPr>
            </w:pPr>
            <w:r w:rsidRPr="0045548E">
              <w:rPr>
                <w:szCs w:val="24"/>
              </w:rPr>
              <w:t>Детская дискотека для летнего пришкольного лагеря МБОУ СОШ №15 им. А.З. Потапова и всех юных жителей станицы Лысогорской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августа</w:t>
            </w:r>
          </w:p>
        </w:tc>
        <w:tc>
          <w:tcPr>
            <w:tcW w:w="2127" w:type="dxa"/>
            <w:vAlign w:val="center"/>
          </w:tcPr>
          <w:p w:rsidR="00AA3B4F" w:rsidRPr="0045548E" w:rsidRDefault="00AA3B4F" w:rsidP="0037268E">
            <w:pPr>
              <w:pStyle w:val="Heading1"/>
              <w:jc w:val="both"/>
              <w:rPr>
                <w:szCs w:val="24"/>
                <w:lang w:val="ru-RU"/>
              </w:rPr>
            </w:pPr>
            <w:r w:rsidRPr="0045548E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Тематическая площадка «В гостях у лета"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«СОЮЗМУЛЬТФИЛЬМ» - развлекательная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по месту жительства, посвященный 241 – ой годовщине  города Георгиевска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 ТОСами и домкомами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Культурно-творческая бригада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для детей и подростков во время летнего отдыха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«Площадка»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ко «Дню Российского флага».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ко «Дню Российского флага».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Игровые спортивные программы для детей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Сентябрь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 посвященное Дню Знаний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с концертными номерами в праздничной линейки МБОУ СОШ №15 им. А.З Потапова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МБОУ СОШ № 15 им. А.З. Потапова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концерт, посвящённый Дню Знаний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посвящённых Дню Знаний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«ЦДР»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мероприятие ко Дню знаний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«Двигайся больше!» Танцевальная программа для детей.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Музыкальное оформление торжественной линейки «Первый звонок»</w:t>
            </w:r>
          </w:p>
        </w:tc>
        <w:tc>
          <w:tcPr>
            <w:tcW w:w="1740" w:type="dxa"/>
          </w:tcPr>
          <w:p w:rsidR="00AA3B4F" w:rsidRPr="00D97E53" w:rsidRDefault="00AA3B4F" w:rsidP="00372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СОШ № 28</w:t>
            </w: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3726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37268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 xml:space="preserve">Праздник </w:t>
            </w:r>
            <w:r w:rsidRPr="0011153F">
              <w:rPr>
                <w:rFonts w:cs="Times New Roman"/>
                <w:color w:val="000000"/>
              </w:rPr>
              <w:t>«</w:t>
            </w:r>
            <w:r w:rsidRPr="0011153F">
              <w:rPr>
                <w:rFonts w:cs="Times New Roman"/>
                <w:color w:val="000000"/>
                <w:lang w:val="ru-RU"/>
              </w:rPr>
              <w:t>Первое сентября – День знаний».</w:t>
            </w:r>
          </w:p>
        </w:tc>
        <w:tc>
          <w:tcPr>
            <w:tcW w:w="1740" w:type="dxa"/>
          </w:tcPr>
          <w:p w:rsidR="00AA3B4F" w:rsidRPr="0011153F" w:rsidRDefault="00AA3B4F" w:rsidP="0037268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37268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09.00</w:t>
            </w:r>
          </w:p>
        </w:tc>
        <w:tc>
          <w:tcPr>
            <w:tcW w:w="2127" w:type="dxa"/>
          </w:tcPr>
          <w:p w:rsidR="00AA3B4F" w:rsidRPr="0011153F" w:rsidRDefault="00AA3B4F" w:rsidP="0037268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Школа №25</w:t>
            </w:r>
          </w:p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3726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tabs>
                <w:tab w:val="left" w:pos="52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Экскурсия к памятнику «Там где память, там слеза»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Акция «Трагедия – Беслан» 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Актуальный разговор «Терроризм. Война против беззащитных»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01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eastAsia="en-US"/>
              </w:rPr>
            </w:pPr>
            <w:r w:rsidRPr="0011153F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c4"/>
              <w:spacing w:before="0" w:beforeAutospacing="0" w:after="0" w:afterAutospacing="0"/>
              <w:jc w:val="both"/>
              <w:rPr>
                <w:color w:val="000000"/>
              </w:rPr>
            </w:pPr>
            <w:r w:rsidRPr="0011153F">
              <w:rPr>
                <w:color w:val="000000"/>
              </w:rPr>
              <w:t>Вечер отдыха дл</w:t>
            </w:r>
            <w:r>
              <w:rPr>
                <w:color w:val="000000"/>
              </w:rPr>
              <w:t>я молодёжи «Юные годы чудесные»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01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для детей «День знаний»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Standard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Школьная выставка дипломных работ учащихся «День знания»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11153F">
              <w:rPr>
                <w:rFonts w:cs="Times New Roman"/>
              </w:rPr>
              <w:t xml:space="preserve">01 сентября </w:t>
            </w:r>
          </w:p>
          <w:p w:rsidR="00AA3B4F" w:rsidRPr="0011153F" w:rsidRDefault="00AA3B4F" w:rsidP="006A75F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</w:tcPr>
          <w:p w:rsidR="00AA3B4F" w:rsidRPr="0011153F" w:rsidRDefault="00AA3B4F" w:rsidP="006A75F4">
            <w:pPr>
              <w:pStyle w:val="Standard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</w:tcPr>
          <w:p w:rsidR="00AA3B4F" w:rsidRPr="0011153F" w:rsidRDefault="00AA3B4F" w:rsidP="006A75F4">
            <w:pPr>
              <w:pStyle w:val="Standard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Ненашева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для детей «Здравствуй, школа!»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10.30-11.30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Памятная дата России. Беслан.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МБОУ СОШ №18 им. А.П.Ляпина ст.Урухской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c4"/>
              <w:spacing w:before="0" w:beforeAutospacing="0" w:after="0" w:afterAutospacing="0"/>
              <w:jc w:val="both"/>
              <w:rPr>
                <w:color w:val="000000"/>
              </w:rPr>
            </w:pPr>
            <w:r w:rsidRPr="0011153F">
              <w:rPr>
                <w:color w:val="000000"/>
              </w:rPr>
              <w:t>Окончанию Второй мировой войны посвящается! «Подвигу народа жить в веках!». Возложение цветов к Мемориалу Славы погибших однос</w:t>
            </w:r>
            <w:r>
              <w:rPr>
                <w:color w:val="000000"/>
              </w:rPr>
              <w:t>ельчан. Стихи о войне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02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У мемориала Славы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гражданственности «Терроризм не имеет границ»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Цикл мероприятий, посвященных Дню окончания Второй мировой войны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02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Нон-стоп акция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"Мир в наших сердцах"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Дню солидарности в борьбе с терроризмом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Урок-предостережение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«Всем миром против терроризма»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марафон «Эпоха ex-trim: Необходимо выжить!»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NormalWeb"/>
              <w:spacing w:before="0" w:beforeAutospacing="0" w:after="0"/>
              <w:jc w:val="both"/>
              <w:rPr>
                <w:highlight w:val="yellow"/>
              </w:rPr>
            </w:pPr>
            <w:r w:rsidRPr="0011153F">
              <w:t>Экспресс-час «Людям России хочется мира»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NormalWeb"/>
              <w:spacing w:before="0" w:beforeAutospacing="0" w:after="0"/>
              <w:jc w:val="center"/>
            </w:pPr>
            <w:r w:rsidRPr="0011153F">
              <w:t>03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посвященный «Дню солидарности в борьбе с терроризмом» для учащихся МБОУ СОШ №15 им. А.З. Потапова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«Урок мужества» приурочено трагедии Беслана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03 сентября</w:t>
            </w:r>
          </w:p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«Это-наша с тобой биография». Тема: «Вторая мировая: что мы о ней  знаем?»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МКУК «Георгиевский СДК», 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Вечер-реквием «Памяти жертв террора»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18.30-19.30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Молодежная акция «Мы-против террора!»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19.320.00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Азбука выживания «Азбука безопасности»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Информационный час «Экстремизм и Терроризм – беда XXI века» (ко Дню солидарности в борьбе с терроризмом)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03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NormalWeb"/>
              <w:spacing w:before="0" w:beforeAutospacing="0" w:after="0"/>
              <w:jc w:val="both"/>
            </w:pPr>
            <w:r w:rsidRPr="0011153F">
              <w:t>Конкурс рисунка «Я карандаш с бумагой взял, и край родной нарисовал»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Гурман вечер любителей поэзии «Свободный стих»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04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Игра - викторина</w:t>
            </w:r>
            <w:r w:rsidRPr="0011153F">
              <w:rPr>
                <w:szCs w:val="24"/>
                <w:lang w:val="ru-RU"/>
              </w:rPr>
              <w:t xml:space="preserve"> «</w:t>
            </w:r>
            <w:r w:rsidRPr="0011153F">
              <w:rPr>
                <w:szCs w:val="24"/>
                <w:lang w:val="ru-RU" w:eastAsia="en-US"/>
              </w:rPr>
              <w:t>Сюрпризы на лесной дорожке</w:t>
            </w:r>
            <w:r w:rsidRPr="0011153F">
              <w:rPr>
                <w:szCs w:val="24"/>
                <w:lang w:val="ru-RU"/>
              </w:rPr>
              <w:t>»</w:t>
            </w:r>
            <w:r w:rsidRPr="0011153F">
              <w:rPr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04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Book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симпатия  « Капитаны книжных морей »  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  <w:p w:rsidR="00AA3B4F" w:rsidRPr="00D97E53" w:rsidRDefault="00AA3B4F" w:rsidP="006A75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«Терроризм. 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Жертвы –дети »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Демонстрация  видеофильма « Беслан.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Город маленьких ангелов.»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«Город Ангелов» презентация, посвящённая дню солидарности в борьбе с терроризмом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вечер, посвященный Дню памяти жертв террористических актов «Дорога к миру»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Народный драматический театр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Беседа с детьми и подростками «Что такое терроризм» во Всемирный день борьбы с терроризмом. Показ видеофильмов с обсуждением «Глобальная сеть», «Внешняя угроза»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04</w:t>
            </w:r>
            <w:r>
              <w:rPr>
                <w:rFonts w:cs="Times New Roman"/>
              </w:rPr>
              <w:t xml:space="preserve"> сентября</w:t>
            </w:r>
            <w:r w:rsidRPr="0011153F"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Творческая встреча с Ю. Корчевским «Бюро литературных новинок»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05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геральдики «За подвиг награда»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(Ордена и медали)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Экскурсия - знакомство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Сокровища всех богатств человечества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Стрит-акция «Библиотека приглашает»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сентября</w:t>
            </w:r>
          </w:p>
          <w:p w:rsidR="00AA3B4F" w:rsidRPr="00D97E53" w:rsidRDefault="00AA3B4F" w:rsidP="006A75F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 w:eastAsia="en-US"/>
              </w:rPr>
              <w:t>Конкурс по краеведческому чтению</w:t>
            </w:r>
            <w:r w:rsidRPr="0011153F">
              <w:rPr>
                <w:szCs w:val="24"/>
                <w:lang w:val="ru-RU"/>
              </w:rPr>
              <w:t xml:space="preserve"> «</w:t>
            </w:r>
            <w:r w:rsidRPr="0011153F">
              <w:rPr>
                <w:szCs w:val="24"/>
                <w:lang w:val="ru-RU" w:eastAsia="en-US"/>
              </w:rPr>
              <w:t>Литературное пространство Ставрополья</w:t>
            </w:r>
            <w:r w:rsidRPr="0011153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05. 09. 2018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Видеоэкскурсия «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Прекрасна ты, моя земля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Премьера книги «Книга в кругу читателя»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06 сентября</w:t>
            </w:r>
          </w:p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10-00-11-00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Standard"/>
              <w:snapToGrid w:val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Беседа с учащимися 1-5 классов по теме солидарности в борьбе против терроризма «Терроризм — смертельная угроза обществу !»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11153F">
              <w:rPr>
                <w:rFonts w:cs="Times New Roman"/>
              </w:rPr>
              <w:t>06</w:t>
            </w:r>
            <w:r>
              <w:rPr>
                <w:rFonts w:cs="Times New Roman"/>
                <w:lang w:val="ru-RU"/>
              </w:rPr>
              <w:t>-</w:t>
            </w:r>
            <w:r w:rsidRPr="0011153F">
              <w:rPr>
                <w:rFonts w:cs="Times New Roman"/>
              </w:rPr>
              <w:t xml:space="preserve">07 </w:t>
            </w:r>
            <w:r>
              <w:rPr>
                <w:rFonts w:cs="Times New Roman"/>
                <w:lang w:val="ru-RU"/>
              </w:rPr>
              <w:t xml:space="preserve"> с</w:t>
            </w:r>
            <w:r w:rsidRPr="0011153F">
              <w:rPr>
                <w:rFonts w:cs="Times New Roman"/>
              </w:rPr>
              <w:t xml:space="preserve">ентября </w:t>
            </w:r>
          </w:p>
          <w:p w:rsidR="00AA3B4F" w:rsidRPr="0011153F" w:rsidRDefault="00AA3B4F" w:rsidP="006A75F4">
            <w:pPr>
              <w:pStyle w:val="Textbody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</w:tcPr>
          <w:p w:rsidR="00AA3B4F" w:rsidRPr="0011153F" w:rsidRDefault="00AA3B4F" w:rsidP="006A75F4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</w:tcPr>
          <w:p w:rsidR="00AA3B4F" w:rsidRPr="0011153F" w:rsidRDefault="00AA3B4F" w:rsidP="006A75F4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Преподаватели</w:t>
            </w:r>
          </w:p>
          <w:p w:rsidR="00AA3B4F" w:rsidRPr="0011153F" w:rsidRDefault="00AA3B4F" w:rsidP="006A75F4">
            <w:pPr>
              <w:pStyle w:val="Textbody"/>
              <w:spacing w:after="0"/>
              <w:jc w:val="both"/>
              <w:rPr>
                <w:rFonts w:cs="Times New Roman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Детский марафон летнего чтения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«Книжные приключения»</w:t>
            </w: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Закрытие конкурса «Лето и книга»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06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Литературный сундучок «Книжная мозаика»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«Трезвость – залог здорового поколения» беседа с подростками о вреде алкоголя</w:t>
            </w:r>
          </w:p>
        </w:tc>
        <w:tc>
          <w:tcPr>
            <w:tcW w:w="1740" w:type="dxa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Викторина –конкурс» Все вместе шагаем и вместе поём, на нашей планете мы дружно живём!»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07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Открытие дверей Дворца культуры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6A75F4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07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6A75F4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Ю.А. Ибрагимов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6A75F4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Информационная беседа для участников детской художественной самодеятельности «Мы помним день Бородина», в День воинской слав</w:t>
            </w:r>
            <w:r>
              <w:rPr>
                <w:rFonts w:cs="Times New Roman"/>
                <w:color w:val="000000"/>
                <w:lang w:val="ru-RU"/>
              </w:rPr>
              <w:t>ы России (Бородинское сражение)</w:t>
            </w:r>
          </w:p>
        </w:tc>
        <w:tc>
          <w:tcPr>
            <w:tcW w:w="1740" w:type="dxa"/>
          </w:tcPr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6A75F4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</w:t>
            </w:r>
            <w:r w:rsidRPr="0011153F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6A75F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A75F4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Вечерний интерактив для старшеклассников «Мы за активный образ жизни»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A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Вечер-обсуждение «Моя малая родина – Ставропольский край»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Тематический день информации «Справочное царство – мудрое государство»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</w:rPr>
              <w:t>07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eastAsia="en-US"/>
              </w:rPr>
            </w:pPr>
            <w:r w:rsidRPr="0011153F">
              <w:rPr>
                <w:szCs w:val="24"/>
                <w:lang w:eastAsia="en-US"/>
              </w:rPr>
              <w:t>Утренник «Остров книголюбов»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монтаж «В небе радуга смеется» (В. Берестов)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Калейдоскоп литературный</w:t>
            </w:r>
            <w:r w:rsidRPr="0011153F">
              <w:rPr>
                <w:szCs w:val="24"/>
                <w:lang w:val="ru-RU"/>
              </w:rPr>
              <w:t xml:space="preserve"> «</w:t>
            </w:r>
            <w:r w:rsidRPr="0011153F">
              <w:rPr>
                <w:szCs w:val="24"/>
                <w:lang w:val="ru-RU" w:eastAsia="en-US"/>
              </w:rPr>
              <w:t>Лев Толстой и его азбука</w:t>
            </w:r>
            <w:r w:rsidRPr="0011153F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eastAsia="en-US"/>
              </w:rPr>
            </w:pPr>
            <w:r w:rsidRPr="0011153F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Игра-викторина «Библиомаджонг»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Бенефис самого умного читателя «В лабиринте книжных чудес»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–игровая программа «День читательских удовольствий»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сентября</w:t>
            </w:r>
          </w:p>
          <w:p w:rsidR="00AA3B4F" w:rsidRPr="00D97E53" w:rsidRDefault="00AA3B4F" w:rsidP="00D21F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Уличная акция «Что там под книжной обложкой? 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14-00-15-00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Литературный вечер «Горец, верный Дагестану» (к 95 летию со д/р Р. Гамзатов)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Вечер-портрет «Зеркало русской души» (к 190-летию со дня рождения Л.Н. Толстого)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eastAsia="en-US"/>
              </w:rPr>
              <w:t>08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eastAsia="en-US"/>
              </w:rPr>
            </w:pPr>
            <w:r w:rsidRPr="0011153F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час «Книжные люди, друзья мои ближние…»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08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краевой акции «День читателя»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Литературно-музыкальная композиция к 100-летию со дня рождения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Б.В. Заходера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 моей вообразилии»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190- летию со дня рождения Л.Н. Толстого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«Ретро-клубе»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Литературное путешествие «</w:t>
            </w:r>
            <w:r w:rsidRPr="00D97E53">
              <w:rPr>
                <w:rStyle w:val="c2"/>
                <w:rFonts w:ascii="Times New Roman" w:hAnsi="Times New Roman"/>
                <w:sz w:val="24"/>
                <w:szCs w:val="24"/>
              </w:rPr>
              <w:t>История русской литературы» (190 лет со д\р Л.Толстого)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Викторина «Литературное веретено Льва Толстого»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Уличная акция «Мы за трезвый образ жизни!»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NormalWeb"/>
              <w:spacing w:before="0" w:beforeAutospacing="0" w:after="0"/>
              <w:jc w:val="both"/>
            </w:pPr>
            <w:r w:rsidRPr="0011153F">
              <w:t>Литературный портрет «Любимый город в лирике воспетый»               (встреча с поэтессой  Н.К. Белугиной)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bCs/>
                <w:szCs w:val="24"/>
              </w:rPr>
            </w:pPr>
            <w:r w:rsidRPr="0011153F">
              <w:rPr>
                <w:szCs w:val="24"/>
              </w:rPr>
              <w:t>Экскурсия в ЭБЦ</w:t>
            </w:r>
            <w:r w:rsidRPr="0011153F">
              <w:rPr>
                <w:bCs/>
                <w:szCs w:val="24"/>
              </w:rPr>
              <w:t xml:space="preserve"> «Чудеса, да и только» 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10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Standard"/>
              <w:snapToGrid w:val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Беседа с учащимися 1-5 классов по теме солидарности в борьбе против употребления и распространения наркотиков «Жизнь без СПАЙСА!» с просмотром фильма «Нас это не касается»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extbody"/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10-</w:t>
            </w:r>
            <w:r w:rsidRPr="0011153F">
              <w:rPr>
                <w:rFonts w:cs="Times New Roman"/>
              </w:rPr>
              <w:t xml:space="preserve">11 сентября </w:t>
            </w:r>
          </w:p>
          <w:p w:rsidR="00AA3B4F" w:rsidRPr="0011153F" w:rsidRDefault="00AA3B4F" w:rsidP="00D21F8F">
            <w:pPr>
              <w:pStyle w:val="Textbody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Преподаватели</w:t>
            </w:r>
          </w:p>
          <w:p w:rsidR="00AA3B4F" w:rsidRPr="0011153F" w:rsidRDefault="00AA3B4F" w:rsidP="00D21F8F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Кинолекторий «Толстой и Северный Кавказ»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Литературный фидбэк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"Голос. Книга."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Книги - юбиляры 2018 года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11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 трезвости через культуру» -час общения, посвященный алкогольной зависимости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16.30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 xml:space="preserve">Час вопросов и ответов для детей и подростков «Осторожно, алкоголь!» ко Всероссийскому Дню трезвости. 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11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</w:t>
            </w:r>
            <w:r w:rsidRPr="0011153F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«Помни Европа, помни весь мир» беседа о жертвах фашизма.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Краеведческий урок «Я в глубь веков с волнением гляжу…»  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«Я здоровье берегу, сам себе я помогу!»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Экскурсия «Георгиевск вчера и сегодня»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благородства «Где вы, рыцари и леди»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Дискуссия «Россия без террора»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Литературно-музыкальный вечер «Славься, Ставропольский край!»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Межпоселенческая центральная библиотека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истории «Люби свой край, уважай свою историю»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NormalWeb"/>
              <w:spacing w:before="0" w:beforeAutospacing="0" w:after="0"/>
              <w:jc w:val="both"/>
            </w:pPr>
            <w:r w:rsidRPr="0011153F">
              <w:t>Литературный вечер «Заходи в зеленый дом»</w:t>
            </w:r>
          </w:p>
          <w:p w:rsidR="00AA3B4F" w:rsidRPr="0011153F" w:rsidRDefault="00AA3B4F" w:rsidP="00D21F8F">
            <w:pPr>
              <w:pStyle w:val="NormalWeb"/>
              <w:spacing w:before="0" w:beforeAutospacing="0" w:after="0"/>
              <w:jc w:val="both"/>
            </w:pPr>
            <w:r w:rsidRPr="0011153F">
              <w:t>(Н. Сладков)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Информ–релиз (представление справочных изданий по истории России) «Что читать о знаменитых россиянах»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15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Рейтинг-акция Самые необычные книги нашей библиотеки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музыкальный вечер «Цвети отечество мое»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Приэтокская с\б №25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Фомина Л.А.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ко Дню леса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ко Дню Ставропольского края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15-16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плакатов «ЛЕС – богатство России»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15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 музыкальный вечер «Цвети отечество моё»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Праздничный концерт, посвящённый Дню Ставропольского края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16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СРК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Е.В. Попова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Чествование ветеранов труда и тружеников тыла ст. Урухской.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«Гордость и слава Ставропольского края»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Щигот С.Е.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«Горжусь тобой, мой край родной!»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Эрмитаж уникальных встреч «О той земле,  где ты родился»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Международному дню охраны озонового слоя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поэзии «Жизнь природы там слышна»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 xml:space="preserve">Турнир знатоков «Мир пернатых и друзей ждет поддержки от друзей» 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11153F">
              <w:rPr>
                <w:szCs w:val="24"/>
                <w:lang w:val="ru-RU" w:eastAsia="en-US"/>
              </w:rPr>
              <w:t>17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Книжный марафон «Где это видано…»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(по кн. В.Драгунского)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«Подросток и дорога»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Обильненская с/б №14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им. М.В. Усова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Клюжина Л.В.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Беседа с детьми и подростками «</w:t>
            </w:r>
            <w:r w:rsidRPr="0011153F">
              <w:rPr>
                <w:rFonts w:cs="Times New Roman"/>
                <w:color w:val="000000"/>
              </w:rPr>
              <w:t>Экстремизм – антисоциальное явление</w:t>
            </w:r>
            <w:r w:rsidRPr="0011153F">
              <w:rPr>
                <w:rFonts w:cs="Times New Roman"/>
                <w:color w:val="000000"/>
                <w:lang w:val="ru-RU"/>
              </w:rPr>
              <w:t>»</w:t>
            </w:r>
            <w:r w:rsidRPr="0011153F">
              <w:rPr>
                <w:rFonts w:cs="Times New Roman"/>
                <w:color w:val="000000"/>
              </w:rPr>
              <w:t>.</w:t>
            </w:r>
            <w:r w:rsidRPr="0011153F">
              <w:rPr>
                <w:rFonts w:cs="Times New Roman"/>
                <w:color w:val="000000"/>
                <w:lang w:val="ru-RU"/>
              </w:rPr>
              <w:t xml:space="preserve"> Демонстрация видеоролика с обсуждением «Осторожно, экстремизм!».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19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15.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для старшеклассников «Мы-разные, но мы-вместе!»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«СПИД не приговор» беседа с подростками.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>
              <w:rPr>
                <w:szCs w:val="24"/>
              </w:rPr>
              <w:t>Торжественное мероприятие</w:t>
            </w:r>
            <w:r w:rsidRPr="0011153F">
              <w:rPr>
                <w:szCs w:val="24"/>
              </w:rPr>
              <w:t>, посвящённое Дню Георгиевского городского округа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20 сентября</w:t>
            </w:r>
          </w:p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Декаде культуры и литературы народов Северного Кавказа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20-30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 xml:space="preserve">  Вечер поэзии «В нём есть душа» </w:t>
            </w:r>
          </w:p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(ко Дню города)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20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викторина «О казаках замолвим слово»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патриотизма «Где казаки там и слава»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NormalWeb"/>
              <w:spacing w:before="0" w:beforeAutospacing="0" w:after="0"/>
              <w:jc w:val="both"/>
            </w:pPr>
            <w:r w:rsidRPr="0011153F">
              <w:t>Экологический праздник «Путешествие в город - Огород»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субботник на территории, мемориале и могиле неизвестного солдата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Набат экологический «Пусть всегда будет чистой земля»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Экологический субботник «Не опоздай спасти мир»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</w:rPr>
              <w:t>Спортивные эстафеты для детей и подростков «Быстрее, выше, сильнее!», посвящённые Дню Ставропольского края.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Кинолекторий «Твое здоровье». Тема: «О наркомании и наркоманах». Кинофильм «Полуфабрикаты смерти»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Осенний бал для молодёжи «Королева Осень».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22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Обще станичный кросс посвященный празднованию «Дня станицы»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22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22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2127" w:type="dxa"/>
            <w:vAlign w:val="center"/>
          </w:tcPr>
          <w:p w:rsidR="00AA3B4F" w:rsidRPr="0011153F" w:rsidRDefault="00AA3B4F" w:rsidP="00D21F8F">
            <w:pPr>
              <w:pStyle w:val="Heading1"/>
              <w:jc w:val="both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Спортивно-игровая программа для детей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«Мы - ловкие и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сильные! 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Площадь ДК 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 тебе поём родное Ставрополье» - концертная программа, посв.  Празднованию Дня Ставропольского края.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Историческое путешествие «С казаками возродится Русь»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15.00-16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«Не расстанусь с комсомолом..» в клубе «Светлица», посвященный 100-летию ВЛКСМ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13.00- 15.00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Концерт, народное гулянье ко дню края «Край золотых сердец!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Выступление  коллективов  в ярморочном представлении, посвящённое Дню города Георгиевска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 коллективов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Мероприятия, посвященные Дню города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23-24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53F">
              <w:rPr>
                <w:rFonts w:ascii="Times New Roman" w:hAnsi="Times New Roman"/>
                <w:sz w:val="24"/>
                <w:szCs w:val="24"/>
              </w:rPr>
              <w:t>Участие в праздничных мероприятиях.посвящённых Дню Георгиевского округа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22-23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ПочинкинаЕ.Н.,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Heading2"/>
              <w:jc w:val="both"/>
              <w:rPr>
                <w:szCs w:val="24"/>
              </w:rPr>
            </w:pPr>
            <w:r w:rsidRPr="0011153F">
              <w:rPr>
                <w:szCs w:val="24"/>
              </w:rPr>
              <w:t>Праздничные гулянья посвященные празднованию «Дня Станицы Лысогорской»</w:t>
            </w:r>
          </w:p>
        </w:tc>
        <w:tc>
          <w:tcPr>
            <w:tcW w:w="1740" w:type="dxa"/>
            <w:vAlign w:val="center"/>
          </w:tcPr>
          <w:p w:rsidR="00AA3B4F" w:rsidRPr="0011153F" w:rsidRDefault="00AA3B4F" w:rsidP="00D21F8F">
            <w:pPr>
              <w:pStyle w:val="Heading1"/>
              <w:jc w:val="center"/>
              <w:rPr>
                <w:szCs w:val="24"/>
                <w:lang w:val="ru-RU"/>
              </w:rPr>
            </w:pPr>
            <w:r w:rsidRPr="0011153F">
              <w:rPr>
                <w:szCs w:val="24"/>
                <w:lang w:val="ru-RU"/>
              </w:rPr>
              <w:t>24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Турнир станицы по патриотической игре «Лазертаг»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площадка за Домом Культуры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дискотека посвященная «Дню Станицы Лысогорской»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Эко-круиз «Запасной планеты у нас нет»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24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Дни информации «Новые книги – новое чтение»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Библиографическая игра «Читая – познавай»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Презентация выставки «День казачьей литературы»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Детский утренник «Русская старина»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Информационная акция «Стиль жизни – здоровье»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рисунка «Я рисую казачий курень»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истории «Иван Сусанин: легенды и действительность» (405 лет со времен подвига И. Сусанина)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10.00-11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Викторина «Однажды ночью, перед Рождеством» (Н.В. Гоголь)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Видео-показ «О! сколько их упало в бездну» ( о деятелях культуры, умерших от наркотиков)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Библиодесант «Посмотри, как хорош, край, в котором ты живёшь!»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поэзии (к 95-летию Р. Гамзатова) «О бурных днях Кавказа»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Участие в Неделе Всемирной акции «Мы чистим мир» (Очистим планету от мусора) 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21-27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Экологический десант «Чистая планета – долгая жизнь!»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– воспоминание к 120-летию С.Т. Стехова «Он для бойца – мерило совести…»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Праздник, посвященный Дню пожилого человека</w:t>
            </w:r>
          </w:p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Адресные поздравления пожилых жителей посёлка с юбилеями «От всей души»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 Верхняя п.Балковский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</w:rPr>
              <w:t>Демонстрация документального фильма с обсуждением о наркомании для школьников</w:t>
            </w:r>
            <w:r w:rsidRPr="0011153F">
              <w:rPr>
                <w:rFonts w:cs="Times New Roman"/>
                <w:color w:val="000000"/>
                <w:lang w:val="ru-RU"/>
              </w:rPr>
              <w:t xml:space="preserve"> «Сумей сказать «НЕТ!»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11153F">
              <w:rPr>
                <w:rFonts w:cs="Times New Roman"/>
                <w:color w:val="000000"/>
                <w:lang w:val="ru-RU"/>
              </w:rPr>
              <w:t>28</w:t>
            </w:r>
            <w:r>
              <w:rPr>
                <w:rFonts w:cs="Times New Roman"/>
              </w:rPr>
              <w:t xml:space="preserve"> сентября</w:t>
            </w:r>
          </w:p>
          <w:p w:rsidR="00AA3B4F" w:rsidRPr="0011153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Standard"/>
              <w:snapToGrid w:val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 xml:space="preserve">Участие в </w:t>
            </w:r>
            <w:r w:rsidRPr="0011153F">
              <w:rPr>
                <w:rFonts w:cs="Times New Roman"/>
                <w:lang w:val="ru-RU"/>
              </w:rPr>
              <w:t>праздновании Дня города, мастер классы.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11153F">
              <w:rPr>
                <w:rFonts w:cs="Times New Roman"/>
              </w:rPr>
              <w:t xml:space="preserve">28 сентября 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  <w:shd w:val="clear" w:color="auto" w:fill="FFFFFF"/>
                <w:lang w:val="ru-RU"/>
              </w:rPr>
            </w:pPr>
            <w:r w:rsidRPr="0011153F">
              <w:rPr>
                <w:rFonts w:cs="Times New Roman"/>
                <w:shd w:val="clear" w:color="auto" w:fill="FFFFFF"/>
                <w:lang w:val="ru-RU"/>
              </w:rPr>
              <w:t>Преподаватели</w:t>
            </w:r>
          </w:p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53F">
              <w:rPr>
                <w:rFonts w:ascii="Times New Roman" w:hAnsi="Times New Roman"/>
                <w:sz w:val="24"/>
                <w:szCs w:val="24"/>
              </w:rPr>
              <w:t>Концертная программа  к Дню музыки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пос.Новый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Презентация книги «Полководцы России»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(по кн. Ю. Школьника)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Викторина «Симфония морской воды»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(Всемирный день моря)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Библиотечный квест «В поисках ответа»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Кардио-десант «Позаботься о главном. Береги сердце»  (Всемирный день сердца)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«Читаем периодику»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11153F" w:rsidRDefault="00AA3B4F" w:rsidP="00D21F8F">
            <w:pPr>
              <w:pStyle w:val="Standard"/>
              <w:snapToGrid w:val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Городская выставка посвященная Дню города</w:t>
            </w:r>
          </w:p>
        </w:tc>
        <w:tc>
          <w:tcPr>
            <w:tcW w:w="1740" w:type="dxa"/>
          </w:tcPr>
          <w:p w:rsidR="00AA3B4F" w:rsidRPr="0011153F" w:rsidRDefault="00AA3B4F" w:rsidP="00D21F8F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11153F">
              <w:rPr>
                <w:rFonts w:cs="Times New Roman"/>
              </w:rPr>
              <w:t xml:space="preserve">29 сентября </w:t>
            </w:r>
          </w:p>
        </w:tc>
        <w:tc>
          <w:tcPr>
            <w:tcW w:w="2127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г. Георгиевск «Головинский сквер»</w:t>
            </w:r>
          </w:p>
        </w:tc>
        <w:tc>
          <w:tcPr>
            <w:tcW w:w="1984" w:type="dxa"/>
          </w:tcPr>
          <w:p w:rsidR="00AA3B4F" w:rsidRPr="0011153F" w:rsidRDefault="00AA3B4F" w:rsidP="00D21F8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1153F">
              <w:rPr>
                <w:rFonts w:cs="Times New Roman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– концерт «С праздником, пожилой человек»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6A75F4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сентября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«Лысогорской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пожилых людей»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сентября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Акция-поздравление «Вечно молодые сердце и душа» (Международный День пожилых людей)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сентября 15 сентября 22 сентября 29 сентября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открытых дверей «Дом, в котором живут музы»</w:t>
            </w:r>
          </w:p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Тематические экскурсии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 декада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Праздник, посвященный Дню города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отдельному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Ярмарка выставка-пальто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Цирки на сцене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Спектакли московского независимого театра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Концерт, посвященный Дню города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«Классика на бис»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Головинский сквер,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пл. Победы   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Пазенко Т.В.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Цикл мероприятий ко Дню Георгиевского городского округа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Октябрь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 концерт  посвященный  Дню пожилого человека  «Золотой возраст 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Международному Дню пожилых людей посвящается! Весёлые посиделки «Души наши молоды всегда!»</w:t>
            </w:r>
          </w:p>
        </w:tc>
        <w:tc>
          <w:tcPr>
            <w:tcW w:w="1740" w:type="dxa"/>
          </w:tcPr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01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12.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D21F8F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Международному Дню музыки посвящается! Праздничный концерт «Музыка ваших сердец».</w:t>
            </w:r>
          </w:p>
        </w:tc>
        <w:tc>
          <w:tcPr>
            <w:tcW w:w="1740" w:type="dxa"/>
          </w:tcPr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01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D21F8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13.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«Старики вы мои старики!» концерт на день пожилого человека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З/зал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«Нам года — Не беда!» - программа, посвящённая дню пожилого человека.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Дубонос  А.Н.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Лебедева Е.С..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0A631F" w:rsidRDefault="00AA3B4F" w:rsidP="00D21F8F">
            <w:pPr>
              <w:pStyle w:val="Textbody"/>
              <w:spacing w:after="0"/>
              <w:jc w:val="both"/>
              <w:rPr>
                <w:rFonts w:cs="Times New Roman"/>
                <w:lang w:val="ru-RU"/>
              </w:rPr>
            </w:pPr>
            <w:r w:rsidRPr="000A631F">
              <w:rPr>
                <w:rFonts w:cs="Times New Roman"/>
                <w:lang w:val="ru-RU"/>
              </w:rPr>
              <w:t>Организация городской выставки творческих работ учащихся ДХШ посвященная  Дню  пожилого человека «Нам возраст не помеха»</w:t>
            </w:r>
          </w:p>
        </w:tc>
        <w:tc>
          <w:tcPr>
            <w:tcW w:w="1740" w:type="dxa"/>
            <w:vAlign w:val="center"/>
          </w:tcPr>
          <w:p w:rsidR="00AA3B4F" w:rsidRPr="000A631F" w:rsidRDefault="00AA3B4F" w:rsidP="00D21F8F">
            <w:pPr>
              <w:pStyle w:val="Standard"/>
              <w:jc w:val="center"/>
              <w:rPr>
                <w:rFonts w:cs="Times New Roman"/>
              </w:rPr>
            </w:pPr>
            <w:r w:rsidRPr="000A631F">
              <w:rPr>
                <w:rFonts w:cs="Times New Roman"/>
              </w:rPr>
              <w:t xml:space="preserve">01 </w:t>
            </w:r>
            <w:r w:rsidRPr="000A631F">
              <w:rPr>
                <w:rFonts w:cs="Times New Roman"/>
                <w:lang w:val="ru-RU"/>
              </w:rPr>
              <w:t xml:space="preserve">октября </w:t>
            </w:r>
          </w:p>
        </w:tc>
        <w:tc>
          <w:tcPr>
            <w:tcW w:w="2127" w:type="dxa"/>
            <w:vAlign w:val="center"/>
          </w:tcPr>
          <w:p w:rsidR="00AA3B4F" w:rsidRPr="000A631F" w:rsidRDefault="00AA3B4F" w:rsidP="00D21F8F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0A631F">
              <w:rPr>
                <w:rFonts w:cs="Times New Roman"/>
                <w:shd w:val="clear" w:color="auto" w:fill="FFFFFF"/>
                <w:lang w:val="ru-RU"/>
              </w:rPr>
              <w:t>г</w:t>
            </w:r>
            <w:r w:rsidRPr="000A631F">
              <w:rPr>
                <w:rFonts w:cs="Times New Roman"/>
                <w:shd w:val="clear" w:color="auto" w:fill="FFFFFF"/>
              </w:rPr>
              <w:t>. Георгиевск Центр социального обеспечения населения</w:t>
            </w:r>
          </w:p>
        </w:tc>
        <w:tc>
          <w:tcPr>
            <w:tcW w:w="1984" w:type="dxa"/>
            <w:vAlign w:val="center"/>
          </w:tcPr>
          <w:p w:rsidR="00AA3B4F" w:rsidRPr="000A631F" w:rsidRDefault="00AA3B4F" w:rsidP="00D21F8F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A631F">
              <w:rPr>
                <w:rFonts w:cs="Times New Roman"/>
                <w:lang w:val="ru-RU"/>
              </w:rPr>
              <w:t>Белан В.Н.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детских коллективов художественной самодеятельности СДК «Для любимых бабушек, для родимых дедушек!»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17.00 18.30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D21F8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Праздничные посиделки «</w:t>
            </w:r>
            <w:r w:rsidRPr="00D97E5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Вновь по всей большой Отчизне</w:t>
            </w:r>
            <w:r w:rsidRPr="00D97E53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97E5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br/>
              <w:t>Светлый праздник наступил –</w:t>
            </w:r>
            <w:r w:rsidRPr="00D97E53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97E5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br/>
              <w:t>Праздник тех, кто осень жизни,</w:t>
            </w:r>
            <w:r w:rsidRPr="00D97E53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97E53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br/>
              <w:t>Не бранясь, благословил.</w:t>
            </w:r>
            <w:r w:rsidRPr="00D97E53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  <w:p w:rsidR="00AA3B4F" w:rsidRPr="00D97E53" w:rsidRDefault="00AA3B4F" w:rsidP="00D21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18.30-19.30</w:t>
            </w:r>
          </w:p>
        </w:tc>
        <w:tc>
          <w:tcPr>
            <w:tcW w:w="2127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D2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44AF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31F">
              <w:rPr>
                <w:rFonts w:ascii="Times New Roman" w:hAnsi="Times New Roman"/>
                <w:sz w:val="24"/>
                <w:szCs w:val="24"/>
              </w:rPr>
              <w:t>Концертная программ кДню пожилого человека</w:t>
            </w:r>
          </w:p>
        </w:tc>
        <w:tc>
          <w:tcPr>
            <w:tcW w:w="1740" w:type="dxa"/>
          </w:tcPr>
          <w:p w:rsidR="00AA3B4F" w:rsidRPr="00D97E53" w:rsidRDefault="00AA3B4F" w:rsidP="00B44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</w:tc>
        <w:tc>
          <w:tcPr>
            <w:tcW w:w="2127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44AF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Международному дню пожилых людей</w:t>
            </w:r>
          </w:p>
        </w:tc>
        <w:tc>
          <w:tcPr>
            <w:tcW w:w="1740" w:type="dxa"/>
          </w:tcPr>
          <w:p w:rsidR="00AA3B4F" w:rsidRPr="00D97E53" w:rsidRDefault="00AA3B4F" w:rsidP="00B44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октября</w:t>
            </w:r>
          </w:p>
        </w:tc>
        <w:tc>
          <w:tcPr>
            <w:tcW w:w="2127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44AF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сундучок «Азбука профессий»</w:t>
            </w:r>
          </w:p>
        </w:tc>
        <w:tc>
          <w:tcPr>
            <w:tcW w:w="1740" w:type="dxa"/>
          </w:tcPr>
          <w:p w:rsidR="00AA3B4F" w:rsidRPr="000A631F" w:rsidRDefault="00AA3B4F" w:rsidP="00B44AF2">
            <w:pPr>
              <w:pStyle w:val="Heading1"/>
              <w:jc w:val="center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01 октября</w:t>
            </w:r>
          </w:p>
          <w:p w:rsidR="00AA3B4F" w:rsidRPr="00D97E53" w:rsidRDefault="00AA3B4F" w:rsidP="00B44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44AF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«В путь-дорогу собирайся, за здоровьем отправляйся!» (профилактика ССЗ)</w:t>
            </w:r>
          </w:p>
        </w:tc>
        <w:tc>
          <w:tcPr>
            <w:tcW w:w="1740" w:type="dxa"/>
          </w:tcPr>
          <w:p w:rsidR="00AA3B4F" w:rsidRPr="000A631F" w:rsidRDefault="00AA3B4F" w:rsidP="00B44AF2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val="ru-RU" w:eastAsia="en-US"/>
              </w:rPr>
              <w:t>02 октября</w:t>
            </w:r>
          </w:p>
          <w:p w:rsidR="00AA3B4F" w:rsidRPr="00D97E53" w:rsidRDefault="00AA3B4F" w:rsidP="00B44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127" w:type="dxa"/>
          </w:tcPr>
          <w:p w:rsidR="00AA3B4F" w:rsidRPr="000A631F" w:rsidRDefault="00AA3B4F" w:rsidP="00B44AF2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0A631F" w:rsidRDefault="00AA3B4F" w:rsidP="00B44AF2">
            <w:pPr>
              <w:pStyle w:val="Heading1"/>
              <w:jc w:val="both"/>
              <w:rPr>
                <w:szCs w:val="24"/>
                <w:lang w:val="ru-RU" w:eastAsia="en-US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44AF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Программа-поздравление, посвященная Дню Пожилого Человека «Голова седая, да душа молодая» </w:t>
            </w:r>
          </w:p>
        </w:tc>
        <w:tc>
          <w:tcPr>
            <w:tcW w:w="1740" w:type="dxa"/>
          </w:tcPr>
          <w:p w:rsidR="00AA3B4F" w:rsidRPr="00D97E53" w:rsidRDefault="00AA3B4F" w:rsidP="00B44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октября</w:t>
            </w:r>
          </w:p>
        </w:tc>
        <w:tc>
          <w:tcPr>
            <w:tcW w:w="2127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B44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A87E1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Концерты  в рамках фестиваля «Музыкальная осень Ставрополья»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02-06 октября</w:t>
            </w:r>
          </w:p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ЦБС Центральная детская библиотека имени Аркадия Петровича Гайдара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Заведующие отделениями,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Пазенко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A87E1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0A631F" w:rsidRDefault="00AA3B4F" w:rsidP="00A87E1A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Организация городской выставки творческих работ учащихся ДХШ посвященная межэтнической талерантности «Я, ты, он, она в месте целая страна»</w:t>
            </w:r>
          </w:p>
        </w:tc>
        <w:tc>
          <w:tcPr>
            <w:tcW w:w="1740" w:type="dxa"/>
            <w:vAlign w:val="center"/>
          </w:tcPr>
          <w:p w:rsidR="00AA3B4F" w:rsidRPr="000A631F" w:rsidRDefault="00AA3B4F" w:rsidP="00A87E1A">
            <w:pPr>
              <w:pStyle w:val="Standard"/>
              <w:jc w:val="center"/>
              <w:rPr>
                <w:rFonts w:cs="Times New Roman"/>
              </w:rPr>
            </w:pPr>
            <w:r w:rsidRPr="000A631F">
              <w:rPr>
                <w:rFonts w:cs="Times New Roman"/>
              </w:rPr>
              <w:t xml:space="preserve">03 октября </w:t>
            </w:r>
          </w:p>
        </w:tc>
        <w:tc>
          <w:tcPr>
            <w:tcW w:w="2127" w:type="dxa"/>
            <w:vAlign w:val="center"/>
          </w:tcPr>
          <w:p w:rsidR="00AA3B4F" w:rsidRPr="000A631F" w:rsidRDefault="00AA3B4F" w:rsidP="00A87E1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0A631F">
              <w:rPr>
                <w:rFonts w:cs="Times New Roman"/>
                <w:shd w:val="clear" w:color="auto" w:fill="FFFFFF"/>
              </w:rPr>
              <w:t>МБОУ СОШ</w:t>
            </w:r>
          </w:p>
          <w:p w:rsidR="00AA3B4F" w:rsidRPr="000A631F" w:rsidRDefault="00AA3B4F" w:rsidP="00A87E1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0A631F">
              <w:rPr>
                <w:rFonts w:cs="Times New Roman"/>
                <w:shd w:val="clear" w:color="auto" w:fill="FFFFFF"/>
              </w:rPr>
              <w:t>№ 6</w:t>
            </w:r>
          </w:p>
          <w:p w:rsidR="00AA3B4F" w:rsidRPr="000A631F" w:rsidRDefault="00AA3B4F" w:rsidP="00A87E1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0A631F">
              <w:rPr>
                <w:rFonts w:cs="Times New Roman"/>
                <w:shd w:val="clear" w:color="auto" w:fill="FFFFFF"/>
              </w:rPr>
              <w:t>г. Георгиевска</w:t>
            </w:r>
          </w:p>
        </w:tc>
        <w:tc>
          <w:tcPr>
            <w:tcW w:w="1984" w:type="dxa"/>
            <w:vAlign w:val="center"/>
          </w:tcPr>
          <w:p w:rsidR="00AA3B4F" w:rsidRPr="000A631F" w:rsidRDefault="00AA3B4F" w:rsidP="00A87E1A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Ненашева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A87E1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народной песни с участием вокальной группы «Народные напевы» и вокальной группы «Славяночка»</w:t>
            </w:r>
          </w:p>
        </w:tc>
        <w:tc>
          <w:tcPr>
            <w:tcW w:w="1740" w:type="dxa"/>
          </w:tcPr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октября</w:t>
            </w:r>
          </w:p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17.00-18.00</w:t>
            </w:r>
          </w:p>
        </w:tc>
        <w:tc>
          <w:tcPr>
            <w:tcW w:w="2127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Васильцов С.Б.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A87E1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Бренд-автор-шоу ко Всемирному дню писателя</w:t>
            </w:r>
          </w:p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«Литературные пристрастия»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A87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октября</w:t>
            </w:r>
          </w:p>
        </w:tc>
        <w:tc>
          <w:tcPr>
            <w:tcW w:w="2127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A87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- музыкальные зарисовки «Под листьев золотистый цвет…»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октября</w:t>
            </w:r>
          </w:p>
          <w:p w:rsidR="00AA3B4F" w:rsidRPr="00D97E53" w:rsidRDefault="00AA3B4F" w:rsidP="00887B9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</w:rPr>
              <w:t>Саркисян М.Л.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Музыкальное ассорти «Золотые россыпи мелодий»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истории «Здесь горы помнят обо всём!»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памяти «В сердцах и книгах – память о войне»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информации «А мы говорим – нет»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Участие в Неделе в защиту животных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03-10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val="ru-RU" w:eastAsia="en-US"/>
              </w:rPr>
              <w:t>Музыкальный вечер</w:t>
            </w:r>
            <w:r w:rsidRPr="000A631F">
              <w:rPr>
                <w:szCs w:val="24"/>
                <w:lang w:val="ru-RU"/>
              </w:rPr>
              <w:t xml:space="preserve"> «</w:t>
            </w:r>
            <w:r w:rsidRPr="000A631F">
              <w:rPr>
                <w:szCs w:val="24"/>
                <w:lang w:val="ru-RU" w:eastAsia="en-US"/>
              </w:rPr>
              <w:t>Волшебный и великий мир музыки</w:t>
            </w:r>
            <w:r w:rsidRPr="000A631F">
              <w:rPr>
                <w:szCs w:val="24"/>
                <w:lang w:val="ru-RU"/>
              </w:rPr>
              <w:t>»</w:t>
            </w:r>
            <w:r w:rsidRPr="000A631F">
              <w:rPr>
                <w:szCs w:val="24"/>
                <w:lang w:val="ru-RU" w:eastAsia="en-US"/>
              </w:rPr>
              <w:t xml:space="preserve">  </w:t>
            </w:r>
          </w:p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val="ru-RU" w:eastAsia="en-US"/>
              </w:rPr>
              <w:t xml:space="preserve"> (Музыкальная осень Ставрополья)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eastAsia="en-US"/>
              </w:rPr>
              <w:t>04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eastAsia="en-US"/>
              </w:rPr>
            </w:pPr>
            <w:r w:rsidRPr="000A631F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Детский музыкальный утренник «Эй, казачата веселые ребята!»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 посвященный «Дню народного единства»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</w:rPr>
              <w:t>«Стоп-спайс» - профилактическо-информационная беседа для подростков о последствиях употребления курительных смесей».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04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887B9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15.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 «С песней по жизни» с участием вокальных студий СДК .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Тельный зал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урок «Не пройти врагу перевал»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«Они дети планеты» презентация-беседа. Всемирный день защиты животных 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Музыкальная осень Ставрополья</w:t>
            </w:r>
          </w:p>
          <w:p w:rsidR="00AA3B4F" w:rsidRPr="00D97E53" w:rsidRDefault="00AA3B4F" w:rsidP="00887B9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- эстрадный концерт «Мелодии осени»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Праздничное поздравление, посвященное Дню учителя «Это гордое слово-учитель»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МБОУ СОШ №18 им. А.П.Ляпина ст.Урухской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Овчинникова В.Ю.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31F">
              <w:rPr>
                <w:rFonts w:ascii="Times New Roman" w:hAnsi="Times New Roman"/>
                <w:sz w:val="24"/>
                <w:szCs w:val="24"/>
              </w:rPr>
              <w:t>Концертная программа кДню учителя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творчеству поэтов с. Краснокумского (Бобровская В., Гордеева Н.П., Кривенко Т.И., Чубченко В.И.) «В сердцах людских затрагивая струны»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краеведческий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«Слово о защитниках Кавказа»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val="ru-RU" w:eastAsia="en-US"/>
              </w:rPr>
              <w:t>Экологическая викторина «А ты знаешь, кто имеет 28 тысяч глаз?»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0A631F">
              <w:rPr>
                <w:szCs w:val="24"/>
                <w:lang w:eastAsia="en-US"/>
              </w:rPr>
              <w:t>05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ко Всемирному Дню охраны мест обитаний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75-летию  битвы за Кавказ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памяти «Помним. Славим. Гордимся»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Военно-патриотические чтения «Шёл солдат во имя жизни» 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с. д/б №11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Скобцова Е.В.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Организация городской выставки творческих работ учащихся ДХШ посвященная межэтнической талерантности «Я, ты, он, она вместе целая страна»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Standard"/>
              <w:jc w:val="center"/>
              <w:rPr>
                <w:rFonts w:cs="Times New Roman"/>
              </w:rPr>
            </w:pPr>
          </w:p>
          <w:p w:rsidR="00AA3B4F" w:rsidRPr="000A631F" w:rsidRDefault="00AA3B4F" w:rsidP="00887B95">
            <w:pPr>
              <w:pStyle w:val="Standard"/>
              <w:jc w:val="center"/>
              <w:rPr>
                <w:rFonts w:cs="Times New Roman"/>
              </w:rPr>
            </w:pPr>
            <w:r w:rsidRPr="000A631F">
              <w:rPr>
                <w:rFonts w:cs="Times New Roman"/>
              </w:rPr>
              <w:t xml:space="preserve">06 октября </w:t>
            </w:r>
          </w:p>
        </w:tc>
        <w:tc>
          <w:tcPr>
            <w:tcW w:w="2127" w:type="dxa"/>
            <w:vAlign w:val="center"/>
          </w:tcPr>
          <w:p w:rsidR="00AA3B4F" w:rsidRPr="000A631F" w:rsidRDefault="00AA3B4F" w:rsidP="00887B95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Городская детская поликлиника</w:t>
            </w:r>
          </w:p>
          <w:p w:rsidR="00AA3B4F" w:rsidRPr="000A631F" w:rsidRDefault="00AA3B4F" w:rsidP="00887B95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A631F">
              <w:rPr>
                <w:rFonts w:cs="Times New Roman"/>
                <w:lang w:val="ru-RU"/>
              </w:rPr>
              <w:t>г.Георгиевск</w:t>
            </w:r>
          </w:p>
          <w:p w:rsidR="00AA3B4F" w:rsidRPr="000A631F" w:rsidRDefault="00AA3B4F" w:rsidP="00887B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0A631F" w:rsidRDefault="00AA3B4F" w:rsidP="00887B95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Вознесенская Н.П.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праздничных мероприятиях, посвящённых Дню села Краснокумского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06-07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 – клубе»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Участие в Неделе правовых знаний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08-14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Викторина «Современный этикет»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Информационная акция «Право на каждый день»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Диалог о писателе «В творческой лаборатории» (к 200-летию И.С. Тургенева)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октября</w:t>
            </w:r>
          </w:p>
          <w:p w:rsidR="00AA3B4F" w:rsidRPr="00D97E53" w:rsidRDefault="00AA3B4F" w:rsidP="00887B9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«Рихард Зорге-человек-легенда».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правовых знаний «Каждый ребёнок имеет право»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Правовая игра «Обязан и имею права»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Межпоселенческая центральная библиотека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 - путешествие «Природные зоны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Гражданский форум «Мир права»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Литературно- музыкальная композиция «Осенняя симфония»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День информации «Литературный континент: новинки современной художественной литературы»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Heading1"/>
              <w:jc w:val="center"/>
              <w:rPr>
                <w:szCs w:val="24"/>
                <w:lang w:val="ru-RU"/>
              </w:rPr>
            </w:pPr>
            <w:r w:rsidRPr="000A631F">
              <w:rPr>
                <w:szCs w:val="24"/>
              </w:rPr>
              <w:t>10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Познавательный час «История одной жизни» 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(205лет со д\р Дж. Верди)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Познавательный час «История одной жизни»  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(205лет со д\р Дж. Верди)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вечер «Мятежный парус Лермонтова»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к юбилею библиотеки «Испокон века книга растит человека»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Шаумяновская с/б №18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Жиркова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Правовая игра «Путешествие по стране Правознайка»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спортивная  программа для детей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Ланграф О.Н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«Сын Кавказа» беседа о творчестве М.Ю. Лермонтова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«Твое здоровье». Тема: «Страшный лик наркомании». Кинофильм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Квест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«Мой взрослый мир"</w:t>
            </w: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Недели правовых знаний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12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фестиваль «И лучших дней воспоминанья»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Игра-путешествие «Путешествие в страну Закона, Права и Морали»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Квест «Мой взрослый мир»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«Русская поэзия в музыке и красках»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правового просвещения «Тебе о праве и право о тебе»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Литературно-музыкальный аккорд «Закружилась в небе осень»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 – музыкальный  вечер</w:t>
            </w:r>
          </w:p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«С любовью к людям и земле»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Приэтокская с\б №25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Фомина Л.А.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«Осенний бал» конкурсы, ярмарка, танцы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 музыкальный вечер «С любовью к людям и земле»</w:t>
            </w:r>
          </w:p>
        </w:tc>
        <w:tc>
          <w:tcPr>
            <w:tcW w:w="1740" w:type="dxa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 15.00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887B95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</w:rPr>
              <w:t>Тематический вечер отдыха молодёжи «В мире с собой и другими», посвящённый присоединению Дагестана к России.</w:t>
            </w:r>
          </w:p>
        </w:tc>
        <w:tc>
          <w:tcPr>
            <w:tcW w:w="1740" w:type="dxa"/>
          </w:tcPr>
          <w:p w:rsidR="00AA3B4F" w:rsidRPr="000A631F" w:rsidRDefault="00AA3B4F" w:rsidP="00887B9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13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887B95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19.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87B9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ко Дню Российских заповедников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87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октября</w:t>
            </w:r>
          </w:p>
        </w:tc>
        <w:tc>
          <w:tcPr>
            <w:tcW w:w="2127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87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Актуальный разговор «Человек. Закон. Истина»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регата «Сказки о кораблях и крыльях, или в гости к Владиславу Крапивину» (к 80 летию со дня рождения)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«Валентинка любимому писателю»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чтецов (отборочный тур) «Сбор Мальчишей - Кибальчишей»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Лермонтовских чтениях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 204-летию со дня рождения М.Ю. Лермонтова «А он встаёт над волнами забвенья…»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батл «Читаем Лермонтова вслух…»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Акция «Белая трость»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октября – 13 ноября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Размышление на тему… «Увидеть себя в этом мире»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толерантности «Взрослеть-значит думать о других.»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Библиотечный урок «Каждый должен разбираться, как же с книгой обращаться»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09.00-10.00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0A631F" w:rsidRDefault="00AA3B4F" w:rsidP="00BF346E">
            <w:pPr>
              <w:pStyle w:val="NormalWeb"/>
              <w:spacing w:before="0" w:beforeAutospacing="0" w:after="0"/>
              <w:jc w:val="both"/>
              <w:textAlignment w:val="baseline"/>
            </w:pPr>
            <w:r w:rsidRPr="000A631F">
              <w:t>Вечер - встреча «Глаза не видят красок мира, зато их чувствуют сердца»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«Страшное слово – ТЕРРОР» час знаний для школьников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Мультимедийная презентация «Тест по правилам дорожного движения» для детей и подростков.</w:t>
            </w:r>
          </w:p>
        </w:tc>
        <w:tc>
          <w:tcPr>
            <w:tcW w:w="1740" w:type="dxa"/>
          </w:tcPr>
          <w:p w:rsidR="00AA3B4F" w:rsidRPr="000A631F" w:rsidRDefault="00AA3B4F" w:rsidP="00BF346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17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BF346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15.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  Час милосердия «Увидеть себя в этом мире»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«Новые имена на книжной полке»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NormalWeb"/>
              <w:spacing w:before="0" w:beforeAutospacing="0" w:after="0"/>
              <w:jc w:val="both"/>
            </w:pPr>
            <w:r w:rsidRPr="000A631F">
              <w:t>Нон – стоп «Для зверей приятель я хороший»                               (по стихам С. Есенина)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«У библиотеки день рождения, конечно, тоже есть!»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Познавательная программа для школьников «От норм ГТО к олимпийской медали.»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Литературное путешествие по книгам «Сказки водят хоровод» (к 95-летию со дня рождения О. Пройслера)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развлечений и игр для детей младших классов «Веселей!!!»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отдыха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Правовой экскурс «Будущее России — за вами»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Литературные гонки                        «Сказочное царство -мудрое государство»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6 региональный фестиваль-конкурс казачьей культуры «Казачий лад»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 – 18.00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экспедиция «Литературными дорогами Северного Кавказа»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Литературная встреча «М. Горький: Как много вместило в себя это имя»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октября</w:t>
            </w:r>
          </w:p>
          <w:p w:rsidR="00AA3B4F" w:rsidRPr="00D97E53" w:rsidRDefault="00AA3B4F" w:rsidP="00BF346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Виртуальный литературный портрет «Правдивые книги Леонида Пантелеева»  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 110-летию со дня рождения Леонида Пантелеева)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дилижанс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Мир кавказской прозы и поэзии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 (Декада литературы народов Северного Кавказа)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</w:t>
            </w:r>
            <w:r w:rsidRPr="00D97E53">
              <w:rPr>
                <w:szCs w:val="24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субботник на территории СДК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Камнева И.Ю.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"В плену иллюзий" – беседа с участниками клубных формирований о вреде наркотиков.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16.30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Молодежная конференция «Россия-симфония народов»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</w:rPr>
            </w:pPr>
            <w:r w:rsidRPr="000A631F">
              <w:rPr>
                <w:szCs w:val="24"/>
              </w:rPr>
              <w:t>Викт</w:t>
            </w:r>
            <w:r w:rsidRPr="000A631F">
              <w:rPr>
                <w:szCs w:val="24"/>
                <w:lang w:val="ru-RU"/>
              </w:rPr>
              <w:t>о</w:t>
            </w:r>
            <w:r w:rsidRPr="000A631F">
              <w:rPr>
                <w:szCs w:val="24"/>
              </w:rPr>
              <w:t>рина «Исторические символы России»</w:t>
            </w:r>
          </w:p>
        </w:tc>
        <w:tc>
          <w:tcPr>
            <w:tcW w:w="1740" w:type="dxa"/>
          </w:tcPr>
          <w:p w:rsidR="00AA3B4F" w:rsidRPr="000A631F" w:rsidRDefault="00AA3B4F" w:rsidP="00BF346E">
            <w:pPr>
              <w:pStyle w:val="Heading1"/>
              <w:jc w:val="center"/>
              <w:rPr>
                <w:szCs w:val="24"/>
                <w:lang w:val="ru-RU"/>
              </w:rPr>
            </w:pPr>
            <w:r w:rsidRPr="000A631F">
              <w:rPr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спорта «Твой любимый вид спорта»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Heading2"/>
              <w:jc w:val="both"/>
              <w:rPr>
                <w:szCs w:val="24"/>
              </w:rPr>
            </w:pPr>
            <w:r w:rsidRPr="000A631F">
              <w:rPr>
                <w:szCs w:val="24"/>
              </w:rPr>
              <w:t>Библиотечный практикум  « Информационные ресурсы библиотеки 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круиз «Кавказ навсегда в моем сердце»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доброты «Душа в ладонях»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октября</w:t>
            </w:r>
          </w:p>
          <w:p w:rsidR="00AA3B4F" w:rsidRPr="00D97E53" w:rsidRDefault="00AA3B4F" w:rsidP="00BF346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Бук – слем по произведения С. Михалкова «Раскрытые в детстве страницы»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0A631F" w:rsidRDefault="00AA3B4F" w:rsidP="00BF346E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Школьная выставка работ преподавателей</w:t>
            </w:r>
          </w:p>
        </w:tc>
        <w:tc>
          <w:tcPr>
            <w:tcW w:w="1740" w:type="dxa"/>
            <w:vAlign w:val="center"/>
          </w:tcPr>
          <w:p w:rsidR="00AA3B4F" w:rsidRPr="000A631F" w:rsidRDefault="00AA3B4F" w:rsidP="00BF346E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0A631F">
              <w:rPr>
                <w:rFonts w:cs="Times New Roman"/>
              </w:rPr>
              <w:t xml:space="preserve">24 октября </w:t>
            </w:r>
          </w:p>
        </w:tc>
        <w:tc>
          <w:tcPr>
            <w:tcW w:w="2127" w:type="dxa"/>
            <w:vAlign w:val="center"/>
          </w:tcPr>
          <w:p w:rsidR="00AA3B4F" w:rsidRPr="000A631F" w:rsidRDefault="00AA3B4F" w:rsidP="00BF346E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ДХШ</w:t>
            </w:r>
          </w:p>
          <w:p w:rsidR="00AA3B4F" w:rsidRPr="000A631F" w:rsidRDefault="00AA3B4F" w:rsidP="00BF346E">
            <w:pPr>
              <w:pStyle w:val="Standard"/>
              <w:jc w:val="both"/>
              <w:rPr>
                <w:rFonts w:cs="Times New Roman"/>
              </w:rPr>
            </w:pPr>
            <w:r w:rsidRPr="000A631F">
              <w:rPr>
                <w:rFonts w:cs="Times New Roman"/>
              </w:rPr>
              <w:t>г.Георгиевска</w:t>
            </w:r>
          </w:p>
        </w:tc>
        <w:tc>
          <w:tcPr>
            <w:tcW w:w="1984" w:type="dxa"/>
            <w:vAlign w:val="center"/>
          </w:tcPr>
          <w:p w:rsidR="00AA3B4F" w:rsidRPr="000A631F" w:rsidRDefault="00AA3B4F" w:rsidP="00BF346E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A631F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игра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«Посели добро в своем сердце»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Цикл литературных встреч «Вдохновение на кончике пера»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«Первый в космосе» презентация – беседа о пуске первого спутника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Видео-мастерская «Зимнюю столовую – пернатому другу».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Региональный конкурс 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«Звуки мира»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25-27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Пазенко Т.В.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Майорова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Библиотечный урок «Тайны словарей и энциклопедий»  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Заочное путешествие «Путешествие в Древнюю Русь» (иконопись)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Поэтическая страничка «Мы – дети Кавказа!»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Устный журнал «Иного нет у нас пути » 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(к 100-летию комсомола. Герои-комсомольцы)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«Подросток и закон». Тема: «Правовой ликбез для подростка». Кинофильм.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«Ворота Чёрного моря» оборона Севастополя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экскурс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«ВЛКСМ: стройки, песни, лица»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Лацугина Р.М.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Вечер-портрет «Н.Г. Чернышевский страницы жизни»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Выставка народного творчества «Таланты земли Новозаведенской»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Новозаведенская с/б №15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«Я здесь живу, и край мне этот дорог» - праздничная программа, посв. Дню села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урок «День рождения комсомола»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«Тургенев И.С.- мечтатель, человек страстной и мятежной души» в клубе</w:t>
            </w:r>
          </w:p>
          <w:p w:rsidR="00AA3B4F" w:rsidRPr="00D97E53" w:rsidRDefault="00AA3B4F" w:rsidP="00BF346E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«Светлица», посвященный 200-летию И.С. Тургенева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13.00 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ул.Луначарского,41 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Восьмой георгиевский городской конкурс «Золотой Шансон 2018!»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октября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100-летию со дня образования Всесоюзного Ленинского Коммунистического Союза Молодежи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«Это наша с тобою страна, это наша с тобой биография…»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Дню памяти жертв политических репрессий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«Галерея книжных новинок»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октября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  <w:lang w:val="ru-RU"/>
              </w:rPr>
            </w:pPr>
            <w:r w:rsidRPr="000A631F">
              <w:rPr>
                <w:szCs w:val="24"/>
                <w:lang w:val="ru-RU"/>
              </w:rPr>
              <w:t>Урок милосердия «Пока живёшь – твори добро»</w:t>
            </w:r>
          </w:p>
        </w:tc>
        <w:tc>
          <w:tcPr>
            <w:tcW w:w="1740" w:type="dxa"/>
          </w:tcPr>
          <w:p w:rsidR="00AA3B4F" w:rsidRPr="000A631F" w:rsidRDefault="00AA3B4F" w:rsidP="00BF346E">
            <w:pPr>
              <w:pStyle w:val="Heading1"/>
              <w:jc w:val="center"/>
              <w:rPr>
                <w:szCs w:val="24"/>
                <w:lang w:val="ru-RU"/>
              </w:rPr>
            </w:pPr>
            <w:r w:rsidRPr="000A631F">
              <w:rPr>
                <w:szCs w:val="24"/>
              </w:rPr>
              <w:t>30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0A631F" w:rsidRDefault="00AA3B4F" w:rsidP="00BF346E">
            <w:pPr>
              <w:pStyle w:val="Heading1"/>
              <w:jc w:val="both"/>
              <w:rPr>
                <w:szCs w:val="24"/>
              </w:rPr>
            </w:pPr>
            <w:r w:rsidRPr="000A631F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0A631F" w:rsidRDefault="00AA3B4F" w:rsidP="00BF346E">
            <w:pPr>
              <w:pStyle w:val="Heading1"/>
              <w:jc w:val="both"/>
              <w:rPr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0A631F" w:rsidRDefault="00AA3B4F" w:rsidP="00BF346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Информационный час для подростков и детей «Героическая оборона Севастополя», посвящённая 77-летию со</w:t>
            </w:r>
            <w:r>
              <w:rPr>
                <w:rFonts w:cs="Times New Roman"/>
                <w:color w:val="000000"/>
                <w:lang w:val="ru-RU"/>
              </w:rPr>
              <w:t xml:space="preserve"> дня начала обороны Севастополя</w:t>
            </w:r>
          </w:p>
        </w:tc>
        <w:tc>
          <w:tcPr>
            <w:tcW w:w="1740" w:type="dxa"/>
          </w:tcPr>
          <w:p w:rsidR="00AA3B4F" w:rsidRPr="000A631F" w:rsidRDefault="00AA3B4F" w:rsidP="00BF346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30</w:t>
            </w:r>
            <w:r w:rsidRPr="00BF6F74">
              <w:rPr>
                <w:rFonts w:cs="Times New Roman"/>
              </w:rPr>
              <w:t xml:space="preserve"> октября</w:t>
            </w:r>
          </w:p>
          <w:p w:rsidR="00AA3B4F" w:rsidRPr="000A631F" w:rsidRDefault="00AA3B4F" w:rsidP="00BF346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0A631F">
              <w:rPr>
                <w:rFonts w:cs="Times New Roman"/>
                <w:color w:val="000000"/>
                <w:lang w:val="ru-RU"/>
              </w:rPr>
              <w:t>15.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Мемориальный час «Им и лавы посмертной не надо, хоть судьба их горька. Ведь высшая всем им награда-наша память о них навсегда!»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октября</w:t>
            </w: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Принять участие в фестивале: «Поющее детство», «Восходящая звезда»,"Солдатский конверт".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пожилых людей»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Праздничный концерт, посвящённый дню призывника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  начале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ДДТ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Ярмарка выставка-пальто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Цирк на сцене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Спектакль московского независимого театра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«Угадай мелодию»</w:t>
            </w:r>
          </w:p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Ованесова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Посвящение в юные музыканты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Ремейко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31F">
              <w:rPr>
                <w:rFonts w:ascii="Times New Roman" w:hAnsi="Times New Roman"/>
                <w:sz w:val="24"/>
                <w:szCs w:val="24"/>
              </w:rPr>
              <w:t>Участие в конкурсе "Пятигорская осень"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Согласно положения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г.Пятигорск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BF34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«Народная подписка»</w:t>
            </w:r>
          </w:p>
        </w:tc>
        <w:tc>
          <w:tcPr>
            <w:tcW w:w="1740" w:type="dxa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2127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BF34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BF3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Ноябрь 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Исторические чтения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«И поднималась Русь с колен в руках с иконой перед битвой»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творческих работ среди молодежи «Я расскажу о Родине своей – 2018»  (ко Дню народного единства)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Мультфейерверк.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12.00-13.30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Организация городской выставки творческих работ учащихся ДХШ посвященная  Дню  народного единства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8108FA">
            <w:pPr>
              <w:pStyle w:val="Textbody"/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01-07</w:t>
            </w:r>
            <w:r w:rsidRPr="00720358">
              <w:rPr>
                <w:rFonts w:cs="Times New Roman"/>
              </w:rPr>
              <w:t xml:space="preserve">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Воинская часть железнодорожных войск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Исламов Е.В.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концертная программа ко Дню народного единства «Россия – Родина и мать и малым, и большим народам!».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17.00-18.30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Библиографическая игра «На все ваши «что?», «где?» и «когда?» умные книги ответят всегда»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eastAsia="en-US"/>
              </w:rPr>
              <w:t>02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Путешествие по страницам Красной книги «Жалобная книга природы»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eastAsia="en-US"/>
              </w:rPr>
              <w:t>02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Час истории «Лишь тот народ не погибает, где дух Отечества живёт» (ко Дню народного единства)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</w:rPr>
            </w:pPr>
            <w:r w:rsidRPr="00720358">
              <w:rPr>
                <w:szCs w:val="24"/>
              </w:rPr>
              <w:t>02 ноября</w:t>
            </w:r>
          </w:p>
        </w:tc>
        <w:tc>
          <w:tcPr>
            <w:tcW w:w="2127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2"/>
              <w:jc w:val="both"/>
              <w:rPr>
                <w:szCs w:val="24"/>
              </w:rPr>
            </w:pPr>
            <w:r w:rsidRPr="00720358">
              <w:rPr>
                <w:szCs w:val="24"/>
              </w:rPr>
              <w:t>Устный журнал «Когда мы едины – мы непобедимы!»</w:t>
            </w:r>
          </w:p>
          <w:p w:rsidR="00AA3B4F" w:rsidRPr="00720358" w:rsidRDefault="00AA3B4F" w:rsidP="008108FA">
            <w:pPr>
              <w:pStyle w:val="Heading2"/>
              <w:jc w:val="both"/>
              <w:rPr>
                <w:szCs w:val="24"/>
              </w:rPr>
            </w:pPr>
            <w:r w:rsidRPr="00720358">
              <w:rPr>
                <w:szCs w:val="24"/>
              </w:rPr>
              <w:t xml:space="preserve"> (ко Дню народного единства)  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Городская выставка "Мы против наркотиков"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8108FA">
            <w:pPr>
              <w:pStyle w:val="Standard"/>
              <w:jc w:val="center"/>
              <w:rPr>
                <w:rFonts w:cs="Times New Roman"/>
              </w:rPr>
            </w:pPr>
            <w:r w:rsidRPr="00720358">
              <w:rPr>
                <w:rFonts w:cs="Times New Roman"/>
              </w:rPr>
              <w:t>02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Городская детская поликлиника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г. Георгиевск</w:t>
            </w:r>
          </w:p>
        </w:tc>
        <w:tc>
          <w:tcPr>
            <w:tcW w:w="198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 xml:space="preserve">Мальнев </w:t>
            </w:r>
            <w:r w:rsidRPr="00720358">
              <w:rPr>
                <w:rFonts w:cs="Times New Roman"/>
                <w:lang w:val="ru-RU"/>
              </w:rPr>
              <w:t>К.Н.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«Гражданское сознание и полиэтничность молодёжи»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02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Исторический экскурс «И поднималась Русь с колен в руках с иконой перед битвой»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Экологический субботник по благоустройству территории прилегающей к памятнику и к Дому культуры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молодёжи «Мы Едины!»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патриотизма «Дружба народов России  испытанная веками» 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NormalWeb"/>
              <w:spacing w:before="0" w:beforeAutospacing="0" w:after="0"/>
              <w:jc w:val="both"/>
            </w:pPr>
            <w:r w:rsidRPr="00720358"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рисунков на асфальте посвящённый Дню Единства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во Всероссийской культурно-образовательной акции «Ночь искусств»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Информационный час «В единстве наша сила»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(День народного единства)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Дню народного единства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День народного единства. Праздничная программа «В единстве наша сила»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Гукасян Н.Е.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NormalWeb"/>
              <w:spacing w:before="0" w:beforeAutospacing="0" w:after="0"/>
              <w:jc w:val="both"/>
            </w:pPr>
            <w:r w:rsidRPr="00720358">
              <w:t>Выступление коллективов  в  праздничном  концерте, посвящённый Дню Единства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Руководители коллективов МБУК «ГДК»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Праздничный концерт, посвящённый Дню Единства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Воинская часть 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Т.Н. Кокшарова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Концерт, посвященный Дню народного единства</w:t>
            </w:r>
          </w:p>
          <w:p w:rsidR="00AA3B4F" w:rsidRPr="00D97E53" w:rsidRDefault="00AA3B4F" w:rsidP="008108F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«День единства» - тематический показ х/ф «Три богатыря и Морской царь»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   народного  единства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Праздничный концерт 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«Мы  вместе – мы  едины!»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</w:rPr>
              <w:t>Тематический концерт «Песня – верный друг наш навсегда!», посвящённый Дню народного единства.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04</w:t>
            </w:r>
            <w:r w:rsidRPr="00720358">
              <w:rPr>
                <w:rFonts w:cs="Times New Roman"/>
              </w:rPr>
              <w:t xml:space="preserve"> ноября</w:t>
            </w:r>
          </w:p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12.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8108FA" w:rsidRDefault="00AA3B4F" w:rsidP="008108FA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20358">
              <w:rPr>
                <w:rFonts w:cs="Times New Roman"/>
                <w:color w:val="000000"/>
              </w:rPr>
              <w:t>Спортивные состязания для детей и подростков «Спорт – ты дружба! И</w:t>
            </w:r>
            <w:r w:rsidRPr="00720358">
              <w:rPr>
                <w:rFonts w:cs="Times New Roman"/>
                <w:color w:val="000000"/>
                <w:lang w:val="ru-RU"/>
              </w:rPr>
              <w:t xml:space="preserve"> </w:t>
            </w:r>
            <w:r w:rsidRPr="00720358">
              <w:rPr>
                <w:rFonts w:cs="Times New Roman"/>
                <w:color w:val="000000"/>
              </w:rPr>
              <w:t>тогда, мы едины навсегда!», в День народного единства и Праздник посёлка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04</w:t>
            </w:r>
            <w:r w:rsidRPr="00720358">
              <w:rPr>
                <w:rFonts w:cs="Times New Roman"/>
              </w:rPr>
              <w:t xml:space="preserve"> ноября</w:t>
            </w:r>
          </w:p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14.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доброты «Прийти на помощь»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№12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Бобылева Е.Д.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Литературно-музыкальный вечер «Струны русской души»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поэзии о Э. Асадове «Глаза не видит красок мира, зато их чувствуют сердца»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Детская дискотека.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Час интересных сообщений «Такие простые и сложные профессии»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eastAsia="en-US"/>
              </w:rPr>
              <w:t>06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Беседа с учащимися 1-4 классов по теме солидарности в борьбе против терроризма»Терроризм- смертельная угроза обществу!»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740" w:type="dxa"/>
            <w:vAlign w:val="center"/>
          </w:tcPr>
          <w:p w:rsidR="00AA3B4F" w:rsidRPr="00720358" w:rsidRDefault="00AA3B4F" w:rsidP="008108FA">
            <w:pPr>
              <w:pStyle w:val="Textbody"/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>
              <w:rPr>
                <w:rFonts w:cs="Times New Roman"/>
              </w:rPr>
              <w:t>6-</w:t>
            </w:r>
            <w:r>
              <w:rPr>
                <w:rFonts w:cs="Times New Roman"/>
                <w:lang w:val="ru-RU"/>
              </w:rPr>
              <w:t>0</w:t>
            </w:r>
            <w:r w:rsidRPr="00720358">
              <w:rPr>
                <w:rFonts w:cs="Times New Roman"/>
              </w:rPr>
              <w:t xml:space="preserve">7 </w:t>
            </w:r>
            <w:r w:rsidRPr="00720358">
              <w:rPr>
                <w:rFonts w:cs="Times New Roman"/>
                <w:lang w:val="ru-RU"/>
              </w:rPr>
              <w:t>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ДХШ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г.Георгиевска</w:t>
            </w:r>
          </w:p>
        </w:tc>
        <w:tc>
          <w:tcPr>
            <w:tcW w:w="198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«Бойцы невидимого фронта» беседа о профессии разведчика в России.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воинской славы .</w:t>
            </w:r>
            <w:r w:rsidRPr="007203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День проведения военного парада на Красной площади в г. Москве в ознаменование 24-й годовщины Великой Октябрьской социалистической революции (1941 г.)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Патриотический час «7 ноября – День воинской славы России», посвящённый 77-й годовщине Парада 7 ноября 1941 года на Красной площади в Москве.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07</w:t>
            </w:r>
            <w:r w:rsidRPr="00720358">
              <w:rPr>
                <w:rFonts w:cs="Times New Roman"/>
              </w:rPr>
              <w:t xml:space="preserve"> ноября</w:t>
            </w:r>
          </w:p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</w:t>
            </w:r>
            <w:r w:rsidRPr="00720358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вечер «Я жизнь посвятил России…»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200-летию со дня рождения И.С. Тургенева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Познавательная программа «Парад профессиональных предпочтений»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Вечер-портрет</w:t>
            </w:r>
          </w:p>
          <w:p w:rsidR="00AA3B4F" w:rsidRPr="00D97E53" w:rsidRDefault="00AA3B4F" w:rsidP="0081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«Иван Тургенев – писатель на все времена»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Вечер-памяти «Вспоминая Тургенева»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Читательская конференция «В слове душа народа»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Путешествие по книгам «Жизнь замечательных детей»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(по кн. В. Воскобойникова)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Вечер портрет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Я прикован к земле…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(к 200-летию со д/р И. Тургенева)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Участие в городской выставке «Мы против наркотиков»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8108FA">
            <w:pPr>
              <w:pStyle w:val="Standard"/>
              <w:jc w:val="center"/>
              <w:rPr>
                <w:rFonts w:cs="Times New Roman"/>
              </w:rPr>
            </w:pPr>
            <w:r w:rsidRPr="00720358">
              <w:rPr>
                <w:rFonts w:cs="Times New Roman"/>
                <w:shd w:val="clear" w:color="auto" w:fill="FFFFFF"/>
              </w:rPr>
              <w:t>09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720358">
              <w:rPr>
                <w:rFonts w:cs="Times New Roman"/>
                <w:shd w:val="clear" w:color="auto" w:fill="FFFFFF"/>
              </w:rPr>
              <w:t>МБОУ СОШ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720358">
              <w:rPr>
                <w:rFonts w:cs="Times New Roman"/>
                <w:shd w:val="clear" w:color="auto" w:fill="FFFFFF"/>
              </w:rPr>
              <w:t xml:space="preserve"> № 6 г.</w:t>
            </w:r>
          </w:p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720358">
              <w:rPr>
                <w:rFonts w:cs="Times New Roman"/>
                <w:shd w:val="clear" w:color="auto" w:fill="FFFFFF"/>
              </w:rPr>
              <w:t>Георгиевска</w:t>
            </w:r>
          </w:p>
        </w:tc>
        <w:tc>
          <w:tcPr>
            <w:tcW w:w="1984" w:type="dxa"/>
            <w:vAlign w:val="center"/>
          </w:tcPr>
          <w:p w:rsidR="00AA3B4F" w:rsidRPr="00720358" w:rsidRDefault="00AA3B4F" w:rsidP="008108FA">
            <w:pPr>
              <w:pStyle w:val="Textbody"/>
              <w:spacing w:after="0"/>
              <w:jc w:val="both"/>
              <w:rPr>
                <w:rFonts w:cs="Times New Roman"/>
                <w:shd w:val="clear" w:color="auto" w:fill="FFFFFF"/>
                <w:lang w:val="ru-RU"/>
              </w:rPr>
            </w:pPr>
            <w:r w:rsidRPr="00720358">
              <w:rPr>
                <w:rFonts w:cs="Times New Roman"/>
                <w:shd w:val="clear" w:color="auto" w:fill="FFFFFF"/>
                <w:lang w:val="ru-RU"/>
              </w:rPr>
              <w:t>Белан В.Н.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развлечений и игр для детей младших классов «Веселей!!!»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Вечер отдыха молодёжи «Танцуй и пой пока молодой», посвящённый Всемирному Дню молодёжи.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10</w:t>
            </w:r>
            <w:r w:rsidRPr="00720358">
              <w:rPr>
                <w:rFonts w:cs="Times New Roman"/>
              </w:rPr>
              <w:t xml:space="preserve"> ноября</w:t>
            </w:r>
          </w:p>
          <w:p w:rsidR="00AA3B4F" w:rsidRPr="00720358" w:rsidRDefault="00AA3B4F" w:rsidP="008108FA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 – клубе»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100 летию со Дня окончания Первой мировой войны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памяти «Первая мировая война: великая и забыта»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NormalWeb"/>
              <w:spacing w:before="0" w:beforeAutospacing="0" w:after="0"/>
              <w:jc w:val="both"/>
            </w:pPr>
            <w:r w:rsidRPr="00720358">
              <w:t>Беседа-викторина «Для вас, Почемучки»</w:t>
            </w:r>
          </w:p>
          <w:p w:rsidR="00AA3B4F" w:rsidRPr="00720358" w:rsidRDefault="00AA3B4F" w:rsidP="008108FA">
            <w:pPr>
              <w:pStyle w:val="NormalWeb"/>
              <w:spacing w:before="0" w:beforeAutospacing="0" w:after="0"/>
              <w:jc w:val="both"/>
            </w:pPr>
            <w:r w:rsidRPr="00720358">
              <w:t>(по кн. С. Сахарного «Живые домики»)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Беседа с учащимися 1-5 классов о пропаганде здорового образа жизни «Мир без никотина!»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8108FA">
            <w:pPr>
              <w:pStyle w:val="Textbody"/>
              <w:spacing w:after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12-</w:t>
            </w:r>
            <w:r w:rsidRPr="00720358">
              <w:rPr>
                <w:rFonts w:cs="Times New Roman"/>
                <w:lang w:val="ru-RU"/>
              </w:rPr>
              <w:t>13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720358" w:rsidRDefault="00AA3B4F" w:rsidP="008108FA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7 региональный открытый фестиваль – конкурс «Ступени»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12-18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Луценко Т.П.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«Подросток и закон». Тема: «Я и мои права и обязанности». Тематический кинопоказ.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Медиапрезентация «Богатырь всея Руси»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позитива «Поговорим о доброте»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Час толерантности    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«Нам в конфликтах жить нельзя, возьмемся за руки, друзья» (Краевая неделя толерантности)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«День добра»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 ноября</w:t>
            </w:r>
          </w:p>
          <w:p w:rsidR="00AA3B4F" w:rsidRPr="00D97E53" w:rsidRDefault="00AA3B4F" w:rsidP="008108F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по противодействию наркомании среди детей и подростков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Фойе МКУК «Балковский СДК» 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Тематический день информации «Тем, кто увлекается историей»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</w:rPr>
              <w:t>14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вечер «Струны русской души»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толерантности «Ты и я - мы оба разные, ты и я - мы оба классные»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Информ-курьер «Единство разных»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Игра – путешествие «В стране загадок»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«Поколение- мы»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открытый микрофон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Познавательный час «Всемирное признание русской балетной школы» (280 лет со дня основания Академии русского балета им. А.Я. Ваганова)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Познавательный час «Всемирное признание русской балетной школы» (280 лет со дня основания Академии русского балета им. А.Я. Ваганова)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bCs/>
                <w:szCs w:val="24"/>
                <w:lang w:val="ru-RU" w:eastAsia="en-US"/>
              </w:rPr>
              <w:t>Познавательный час</w:t>
            </w:r>
            <w:r w:rsidRPr="00720358">
              <w:rPr>
                <w:szCs w:val="24"/>
                <w:lang w:val="ru-RU"/>
              </w:rPr>
              <w:t xml:space="preserve"> «Дружба – это я + ты»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11.00-12.00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Урок толерантности «В слове мы – сто тысяч Я»</w:t>
            </w:r>
          </w:p>
        </w:tc>
        <w:tc>
          <w:tcPr>
            <w:tcW w:w="1740" w:type="dxa"/>
          </w:tcPr>
          <w:p w:rsidR="00AA3B4F" w:rsidRPr="00720358" w:rsidRDefault="00AA3B4F" w:rsidP="008108FA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eastAsia="en-US"/>
              </w:rPr>
              <w:t>15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eastAsia="en-US"/>
              </w:rPr>
            </w:pPr>
            <w:r w:rsidRPr="00720358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720358" w:rsidRDefault="00AA3B4F" w:rsidP="008108FA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«Жить одной семьёй» презентация-беседа ко дню толерантности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толерантности «Толерантность: учимся понимать друг друга»</w:t>
            </w:r>
          </w:p>
        </w:tc>
        <w:tc>
          <w:tcPr>
            <w:tcW w:w="1740" w:type="dxa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8108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Международный день против курения, классные часы для учащихся клубных формирований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810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Поэтический час «О, как прекрасно слово «мама» (День матери)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Heading2"/>
              <w:jc w:val="both"/>
              <w:rPr>
                <w:bCs/>
                <w:szCs w:val="24"/>
              </w:rPr>
            </w:pPr>
            <w:r w:rsidRPr="00720358">
              <w:rPr>
                <w:szCs w:val="24"/>
              </w:rPr>
              <w:t>Экологический урок «</w:t>
            </w:r>
            <w:r w:rsidRPr="00720358">
              <w:rPr>
                <w:bCs/>
                <w:szCs w:val="24"/>
              </w:rPr>
              <w:t>Растения</w:t>
            </w:r>
            <w:r w:rsidRPr="00720358">
              <w:rPr>
                <w:szCs w:val="24"/>
              </w:rPr>
              <w:t xml:space="preserve"> </w:t>
            </w:r>
            <w:r w:rsidRPr="00720358">
              <w:rPr>
                <w:bCs/>
                <w:szCs w:val="24"/>
              </w:rPr>
              <w:t>с «характером»</w:t>
            </w:r>
            <w:r w:rsidRPr="00720358">
              <w:rPr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16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«Толерантность – дорога в будущие»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Кинолекторий «Твое здоровье». Тема: «Проще сказать наркотикам: « нет!»». Кинофильм «Территория безопасности»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дружбы «Дружба народов: поверх разборок и границ»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5714B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Фестиваль-конкурс исполнительского искусства авторской песни, прозы и поэзии </w:t>
            </w:r>
            <w:r w:rsidRPr="00D97E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имени Ф.А. Комарова "Душой написанные строки"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17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Вечер отдыха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A2660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«Все мы жители одной планеты»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A2660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Международному дню отказа от курения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Памятный день. «Катюша- оружие победы» беседа о Российских ракетных войсках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Школьный конкурс выставка посвященный  Дню матери</w:t>
            </w:r>
          </w:p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 xml:space="preserve"> «Мама милая моя»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6738C2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</w:rPr>
              <w:t>20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720358" w:rsidRDefault="00AA3B4F" w:rsidP="006738C2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Рудова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</w:rPr>
              <w:t>Викторина</w:t>
            </w:r>
            <w:r w:rsidRPr="00720358">
              <w:rPr>
                <w:rFonts w:cs="Times New Roman"/>
                <w:color w:val="000000"/>
                <w:lang w:val="ru-RU"/>
              </w:rPr>
              <w:t xml:space="preserve"> для детей и подростков</w:t>
            </w:r>
            <w:r w:rsidRPr="00720358">
              <w:rPr>
                <w:rFonts w:cs="Times New Roman"/>
                <w:color w:val="000000"/>
              </w:rPr>
              <w:t xml:space="preserve"> «Что нужно знать о витаминах».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20</w:t>
            </w:r>
            <w:r w:rsidRPr="00720358">
              <w:rPr>
                <w:rFonts w:cs="Times New Roman"/>
              </w:rPr>
              <w:t xml:space="preserve"> ноября</w:t>
            </w:r>
          </w:p>
          <w:p w:rsidR="00AA3B4F" w:rsidRPr="00720358" w:rsidRDefault="00AA3B4F" w:rsidP="006738C2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Всемирному дню ребенка 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защиты от вредных привычек.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Неделе «Живая классика»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20-27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Декаде корейской культуры и литературы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20-30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«Многоликий мир прессы»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20 ноября</w:t>
            </w:r>
          </w:p>
        </w:tc>
        <w:tc>
          <w:tcPr>
            <w:tcW w:w="2127" w:type="dxa"/>
          </w:tcPr>
          <w:p w:rsidR="00AA3B4F" w:rsidRPr="00720358" w:rsidRDefault="00AA3B4F" w:rsidP="006738C2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ЦГБ</w:t>
            </w:r>
          </w:p>
        </w:tc>
        <w:tc>
          <w:tcPr>
            <w:tcW w:w="1984" w:type="dxa"/>
          </w:tcPr>
          <w:p w:rsidR="00AA3B4F" w:rsidRPr="00720358" w:rsidRDefault="00AA3B4F" w:rsidP="006738C2">
            <w:pPr>
              <w:pStyle w:val="Heading1"/>
              <w:jc w:val="both"/>
              <w:rPr>
                <w:szCs w:val="24"/>
                <w:lang w:val="ru-RU"/>
              </w:rPr>
            </w:pPr>
            <w:r w:rsidRPr="00720358">
              <w:rPr>
                <w:szCs w:val="24"/>
              </w:rPr>
              <w:t>Емельянова О.В.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час «Россыпь газет и журналов»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Литературно- музыкальный романтический вечер «И верит сердце в правду и любовь» (Тургенев и Виардо)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Торжественный концерт, посвящённый Дню Матери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Е.В. Попова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«Самая прекрасная из женщин»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Праздник «Самая любимая, самая родная!»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«Все на Земле от материнских рук»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18244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Виртуальное путешествие по книге «Знаменитые чудеса Кореи»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22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18244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Встреча - интервью «Мамы всякие нужны, мамы всякие важны»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ГДБ№5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182449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портрет «Это ваш слуга покорный, он зовется – Саша Черный»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Утренник «Любимые лучики маминых глаз»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№12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Бобылева Е.Д.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c7"/>
              <w:spacing w:before="0" w:beforeAutospacing="0" w:after="0" w:afterAutospacing="0"/>
              <w:jc w:val="both"/>
              <w:rPr>
                <w:color w:val="000000"/>
              </w:rPr>
            </w:pPr>
            <w:r w:rsidRPr="00720358">
              <w:rPr>
                <w:rStyle w:val="c0"/>
                <w:bCs/>
                <w:color w:val="000000"/>
              </w:rPr>
              <w:t>Урок памяти «Памяти узников концентрационных лагерей»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«Прекрасен мир любовью материнской»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Обильненская с/б №14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им. М.В. Усова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Клюжина Л.В.</w:t>
            </w:r>
          </w:p>
        </w:tc>
      </w:tr>
      <w:tr w:rsidR="00AA3B4F" w:rsidRPr="00D97E53" w:rsidTr="007B58E5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Вечер «Образ пленительный, образ прекрасный»            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4 семейный конкурс Георгиевского городского округа «Берегиня 2018!»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 16.00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 Т.Н. Кокшарова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мам – родителей, членов клубных формирований Дома культуры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Никитин А.Ю.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Праздничный концерт посвященный «Дню Матери»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Семейные посиделки «Мама – спасибо за жизнь», приглашение детей из группы риска с мамами.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Праздничный концерт, посвященный   Дню матери 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«Любовью материнской мир согрет!»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ко дню матери «Первое СЛОВО ---МАМА!»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З/зал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Огонёк «Благословляем женщину – мать» 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Организация городской выставки творческих работ учащихся ДХШ посвященная  Дню  матери</w:t>
            </w:r>
          </w:p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«Мама милая моя»</w:t>
            </w:r>
          </w:p>
        </w:tc>
        <w:tc>
          <w:tcPr>
            <w:tcW w:w="1740" w:type="dxa"/>
            <w:vAlign w:val="center"/>
          </w:tcPr>
          <w:p w:rsidR="00AA3B4F" w:rsidRPr="00720358" w:rsidRDefault="00AA3B4F" w:rsidP="006738C2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</w:rPr>
              <w:t>24 ноября</w:t>
            </w:r>
          </w:p>
        </w:tc>
        <w:tc>
          <w:tcPr>
            <w:tcW w:w="2127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Городской дворец культуры</w:t>
            </w:r>
          </w:p>
          <w:p w:rsidR="00AA3B4F" w:rsidRPr="00720358" w:rsidRDefault="00AA3B4F" w:rsidP="006738C2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  <w:lang w:val="ru-RU"/>
              </w:rPr>
              <w:t>г</w:t>
            </w:r>
            <w:r w:rsidRPr="00720358">
              <w:rPr>
                <w:rFonts w:cs="Times New Roman"/>
              </w:rPr>
              <w:t>. Георгиевск</w:t>
            </w:r>
          </w:p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Мальнев К.Н.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программа. Посвящённая Дню матери.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 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Громкие чтения «Жили - были сказки»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24 ноября</w:t>
            </w:r>
          </w:p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/>
              </w:rPr>
            </w:pPr>
            <w:r w:rsidRPr="00720358">
              <w:rPr>
                <w:szCs w:val="24"/>
                <w:lang w:val="ru-RU"/>
              </w:rPr>
              <w:t>0</w:t>
            </w:r>
            <w:r w:rsidRPr="00720358">
              <w:rPr>
                <w:szCs w:val="24"/>
              </w:rPr>
              <w:t>9</w:t>
            </w:r>
            <w:r>
              <w:rPr>
                <w:szCs w:val="24"/>
                <w:lang w:val="ru-RU"/>
              </w:rPr>
              <w:t>.</w:t>
            </w:r>
            <w:r w:rsidRPr="00720358">
              <w:rPr>
                <w:szCs w:val="24"/>
              </w:rPr>
              <w:t>00-10</w:t>
            </w:r>
            <w:r>
              <w:rPr>
                <w:szCs w:val="24"/>
                <w:lang w:val="ru-RU"/>
              </w:rPr>
              <w:t>.</w:t>
            </w:r>
            <w:r w:rsidRPr="00720358">
              <w:rPr>
                <w:szCs w:val="24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NormalWeb"/>
              <w:spacing w:before="0" w:beforeAutospacing="0" w:after="0"/>
              <w:jc w:val="both"/>
            </w:pPr>
            <w:r w:rsidRPr="00720358">
              <w:t>Страницы истории «Александр в крепости Святого Георгия»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ED34A7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Викторина «Заповедный мир природы»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Новоульяновская с/б №21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Кулькина Л.А.</w:t>
            </w:r>
          </w:p>
        </w:tc>
      </w:tr>
      <w:tr w:rsidR="00AA3B4F" w:rsidRPr="00D97E53" w:rsidTr="00ED34A7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Огонек «Благословляем женщину – мать»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Приэтокская с\б №25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Фомина Л.А.</w:t>
            </w:r>
          </w:p>
        </w:tc>
      </w:tr>
      <w:tr w:rsidR="00AA3B4F" w:rsidRPr="00D97E53" w:rsidTr="00ED34A7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«Мама – жизни моей начало»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ноября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гостиная «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Сила материнской любви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(ко Дню матери в России)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вечер, посвященный Дню матери в клубе «Светлица»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Тематический концерт «Спасибо вам, мамы, за то, что вы есть!», посвящённый Дню матери.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720358">
              <w:rPr>
                <w:rFonts w:cs="Times New Roman"/>
                <w:color w:val="000000"/>
                <w:lang w:val="ru-RU"/>
              </w:rPr>
              <w:t>25</w:t>
            </w:r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r w:rsidRPr="00720358">
              <w:rPr>
                <w:rFonts w:cs="Times New Roman"/>
              </w:rPr>
              <w:t>ноября</w:t>
            </w:r>
          </w:p>
          <w:p w:rsidR="00AA3B4F" w:rsidRPr="00720358" w:rsidRDefault="00AA3B4F" w:rsidP="006738C2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Концертная программа, посвященная Дню матери «Свет материнства – свет любви» 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«Маму очень я люблю, маме песню я спою» - концертная программа посв. Дню матери.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A91E72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Праздник чтения «Перечитываем классику»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«Дорогою добра» - подготовка участников к фестивалю творчества инвалидов.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28-29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«Читаю любимую книгу» беседа о творчестве </w:t>
            </w:r>
            <w:r w:rsidRPr="0072035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Pr="00720358">
              <w:rPr>
                <w:rFonts w:ascii="Times New Roman" w:hAnsi="Times New Roman"/>
                <w:color w:val="000000"/>
                <w:sz w:val="24"/>
                <w:szCs w:val="24"/>
              </w:rPr>
              <w:t>оветского детского писателя-прозаика, драматурга, киносценариста </w:t>
            </w:r>
            <w:r w:rsidRPr="007203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Николая Николаевича Носова</w:t>
            </w:r>
            <w:r w:rsidRPr="00720358">
              <w:rPr>
                <w:rFonts w:ascii="Times New Roman" w:hAnsi="Times New Roman"/>
                <w:color w:val="000000"/>
                <w:sz w:val="24"/>
                <w:szCs w:val="24"/>
              </w:rPr>
              <w:t> (1908-1976).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8108FA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>Организация городской выставки творческих работ учащихся ДХШ посвященная  Дню  матери  «Мама милая моя»</w:t>
            </w:r>
          </w:p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AA3B4F" w:rsidRPr="00720358" w:rsidRDefault="00AA3B4F" w:rsidP="006738C2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</w:rPr>
              <w:t xml:space="preserve">28 ноября </w:t>
            </w:r>
            <w:r>
              <w:rPr>
                <w:rFonts w:cs="Times New Roman"/>
                <w:lang w:val="ru-RU"/>
              </w:rPr>
              <w:t>.</w:t>
            </w:r>
          </w:p>
          <w:p w:rsidR="00AA3B4F" w:rsidRPr="00720358" w:rsidRDefault="00AA3B4F" w:rsidP="006738C2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  <w:r w:rsidRPr="00720358">
              <w:rPr>
                <w:rFonts w:cs="Times New Roman"/>
              </w:rPr>
              <w:t xml:space="preserve">Городская детская поликлиника </w:t>
            </w:r>
            <w:r w:rsidRPr="00720358">
              <w:rPr>
                <w:rFonts w:cs="Times New Roman"/>
                <w:lang w:val="ru-RU"/>
              </w:rPr>
              <w:t>г.Георгиевск</w:t>
            </w:r>
          </w:p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720358" w:rsidRDefault="00AA3B4F" w:rsidP="006738C2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20358">
              <w:rPr>
                <w:rFonts w:cs="Times New Roman"/>
                <w:lang w:val="ru-RU"/>
              </w:rPr>
              <w:t>Рудова Т.А.</w:t>
            </w:r>
          </w:p>
        </w:tc>
      </w:tr>
      <w:tr w:rsidR="00AA3B4F" w:rsidRPr="00D97E53" w:rsidTr="00CF2681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«Этот удивительный книжный мир»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CF2681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«Ты книгу новую открой»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ноября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CF2681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720358" w:rsidRDefault="00AA3B4F" w:rsidP="006738C2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val="ru-RU" w:eastAsia="en-US"/>
              </w:rPr>
              <w:t>Литературно – музыкальная гостиная «О, как прекрасно это слово - мама»</w:t>
            </w:r>
          </w:p>
        </w:tc>
        <w:tc>
          <w:tcPr>
            <w:tcW w:w="1740" w:type="dxa"/>
          </w:tcPr>
          <w:p w:rsidR="00AA3B4F" w:rsidRPr="00720358" w:rsidRDefault="00AA3B4F" w:rsidP="006738C2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720358">
              <w:rPr>
                <w:szCs w:val="24"/>
                <w:lang w:eastAsia="en-US"/>
              </w:rPr>
              <w:t>30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CF2681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«Ангел-хранитель по имени «Мама»».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танцевальных вечеров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ноября</w:t>
            </w:r>
          </w:p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 Д.В.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Работа кружков и клубных объединений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Фестиваль жестового пения «Поющая тишина»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БелоцерковскаяК.В.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Выезд с концертом в воинскую часть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 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матери»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стол: «Мы вместе, а значит мы едины».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В.В.Халдояниди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мероприятия  ко «Дню матери»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Цирк на сцене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Спектакли Московского независимого театра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А.В. Демрюков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«Будем с песенкой дружить»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 .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Седова Г.В.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Музыкальный лекторий «Осенняя пора очей очарованье»»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 .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Попова Т.А.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ко Дню матери</w:t>
            </w:r>
          </w:p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Ноябрь .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Ованесова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конкурсах  :</w:t>
            </w:r>
            <w:r w:rsidRPr="00720358">
              <w:rPr>
                <w:rFonts w:ascii="Times New Roman" w:hAnsi="Times New Roman"/>
                <w:sz w:val="24"/>
                <w:szCs w:val="24"/>
              </w:rPr>
              <w:t>"Голос", "Поющее детство",  «Ступени», «Звуки  мира».</w:t>
            </w:r>
          </w:p>
        </w:tc>
        <w:tc>
          <w:tcPr>
            <w:tcW w:w="1740" w:type="dxa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Согласно положения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Георгиевский городской округ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Семинар «Планирование-2019»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9498" w:type="dxa"/>
            <w:gridSpan w:val="5"/>
          </w:tcPr>
          <w:p w:rsidR="00AA3B4F" w:rsidRPr="00D97E53" w:rsidRDefault="00AA3B4F" w:rsidP="0067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/>
                <w:caps/>
                <w:sz w:val="24"/>
                <w:szCs w:val="24"/>
              </w:rPr>
              <w:t>Декабрь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6738C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«Очень трудно быть другим не похожим, не таким»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673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проблемы «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В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будущее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без риска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(Всемирный </w:t>
            </w:r>
            <w:r w:rsidRPr="00D97E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борьбы со СПИДом)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Вечер удивительной судьбы</w:t>
            </w:r>
            <w:r w:rsidRPr="00F97024">
              <w:rPr>
                <w:szCs w:val="24"/>
                <w:lang w:val="ru-RU"/>
              </w:rPr>
              <w:t xml:space="preserve"> «</w:t>
            </w:r>
            <w:r w:rsidRPr="00F97024">
              <w:rPr>
                <w:szCs w:val="24"/>
                <w:lang w:val="ru-RU" w:eastAsia="en-US"/>
              </w:rPr>
              <w:t>Доброта открытого сердца</w:t>
            </w:r>
            <w:r w:rsidRPr="00F97024">
              <w:rPr>
                <w:szCs w:val="24"/>
                <w:lang w:val="ru-RU"/>
              </w:rPr>
              <w:t>»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(о Т.И. Моргуновой)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01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Тематическая программа, посвященная Дню профилактики СПИДа: «Зловещая тень над миром» 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Гукасян Н.Е.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Всемирный день борьбы со СПИДом беседа о проблеме среди молодёжи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Всемирному дню борьбы со СПИДом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Всероссийская акция «Музей для всех! День инклюзии»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02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F00435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у памятника «Неизвестного солдата» посвященный «Дню Неизвестного солдата»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Памятник Неизвестному солдату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shd w:val="clear" w:color="auto" w:fill="FFFFFF"/>
              </w:rPr>
              <w:t>«</w:t>
            </w:r>
            <w:r w:rsidRPr="00F97024">
              <w:rPr>
                <w:rFonts w:cs="Times New Roman"/>
                <w:color w:val="000000"/>
                <w:shd w:val="clear" w:color="auto" w:fill="FFFFFF"/>
                <w:lang w:val="ru-RU"/>
              </w:rPr>
              <w:t>Навсегда в наших сердцах</w:t>
            </w:r>
            <w:r w:rsidRPr="00F97024">
              <w:rPr>
                <w:rFonts w:cs="Times New Roman"/>
                <w:color w:val="000000"/>
                <w:shd w:val="clear" w:color="auto" w:fill="FFFFFF"/>
              </w:rPr>
              <w:t>»</w:t>
            </w:r>
            <w:r w:rsidRPr="00F97024">
              <w:rPr>
                <w:rFonts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F97024">
              <w:rPr>
                <w:rFonts w:cs="Times New Roman"/>
                <w:color w:val="000000"/>
                <w:lang w:val="ru-RU"/>
              </w:rPr>
              <w:t>- литературная композиция у памятника, где захоронены неизвестные солдаты, в День неизвестного солдата.</w:t>
            </w:r>
          </w:p>
        </w:tc>
        <w:tc>
          <w:tcPr>
            <w:tcW w:w="1740" w:type="dxa"/>
          </w:tcPr>
          <w:p w:rsidR="00AA3B4F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03</w:t>
            </w:r>
            <w:r>
              <w:rPr>
                <w:rFonts w:cs="Times New Roman"/>
              </w:rPr>
              <w:t xml:space="preserve">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У памятника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Митинг «Имя твое неизвестно, подвиг твой бессмертен!»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12.00-12.30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Церемония возложения венков к Могиле Неизвестного Солдата.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12.30-12.45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Могила неизвестного солдата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«Письмо неизвестному солдату»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12.45-13.15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Кашаева Т.И.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Кинофильм о Великой Отечественной войне.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13.15-14.30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F10AE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 к Международному дню инвалидов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03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F10AE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Дню казачки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F10AE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«Слава, Вам, братья казаки»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  <w:p w:rsidR="00AA3B4F" w:rsidRPr="00D97E53" w:rsidRDefault="00AA3B4F" w:rsidP="000F4A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F10AE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Краеведческие чтения «Казачьему роду нет переводу»                                       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F10AE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F97024" w:rsidRDefault="00AA3B4F" w:rsidP="000F4AF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024">
              <w:rPr>
                <w:rFonts w:ascii="Times New Roman" w:hAnsi="Times New Roman"/>
                <w:sz w:val="24"/>
                <w:szCs w:val="24"/>
              </w:rPr>
              <w:t>Квест-игра к Международному дню объятий «Прикоснись ко мне добротой»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024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</w:rPr>
              <w:t xml:space="preserve">Информационный час «Жизнь прекрасна – не губите её», посвящённый </w:t>
            </w:r>
            <w:r>
              <w:rPr>
                <w:rFonts w:cs="Times New Roman"/>
                <w:color w:val="000000"/>
              </w:rPr>
              <w:t>Всемирному Дню борьбы со СПИДом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04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15.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9763F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День инвалидов. Тематическая программа «Мы собрались в кругу друзей»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Бебешко Е.В.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«МЫ такие же как вы!» презентация  к Международному дню инвалидов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Час позитивного общения</w:t>
            </w:r>
            <w:r w:rsidRPr="00F97024">
              <w:rPr>
                <w:szCs w:val="24"/>
                <w:lang w:val="ru-RU"/>
              </w:rPr>
              <w:t xml:space="preserve"> «</w:t>
            </w:r>
            <w:r w:rsidRPr="00F97024">
              <w:rPr>
                <w:szCs w:val="24"/>
                <w:lang w:val="ru-RU" w:eastAsia="en-US"/>
              </w:rPr>
              <w:t>В сердцах не оскудеет доброта</w:t>
            </w:r>
            <w:r w:rsidRPr="00F97024">
              <w:rPr>
                <w:szCs w:val="24"/>
                <w:lang w:val="ru-RU"/>
              </w:rPr>
              <w:t>»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(к Международному дню инвалидов)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04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F97024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F97024">
              <w:rPr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«Познавательно-развлекательная программа В царстве царя Берендея»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04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NormalWeb"/>
              <w:spacing w:before="0" w:beforeAutospacing="0" w:after="0"/>
              <w:jc w:val="both"/>
            </w:pPr>
            <w:r w:rsidRPr="00F97024">
              <w:t xml:space="preserve">Виртуальное литературное путешествие «В краях далеких» </w:t>
            </w:r>
          </w:p>
          <w:p w:rsidR="00AA3B4F" w:rsidRPr="00F97024" w:rsidRDefault="00AA3B4F" w:rsidP="000F4AFD">
            <w:pPr>
              <w:pStyle w:val="NormalWeb"/>
              <w:spacing w:before="0" w:beforeAutospacing="0" w:after="0"/>
              <w:jc w:val="both"/>
            </w:pPr>
            <w:r w:rsidRPr="00F97024">
              <w:t>(по книге Г. Снегирева)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04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Портрет на фоне эпохи «Мирозданье Александра Солженицына»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Показ х/фильма «Берегись автомобиля» » - посв.  Международному дню борьбы с коррупцией.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программа для детей «Сколько нас? Какие мы?»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 Зрительный зал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неизвестного солдата «Ты сын земли русской»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Мемориал п.Балковский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A3467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Актуальный разговор по произведениям Л. И. Лагина к 115 летию со дня рождения «Мы не хуже и не лучше, мы – другие»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детская библиотека №7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Ильященко С.О.</w:t>
            </w:r>
          </w:p>
        </w:tc>
      </w:tr>
      <w:tr w:rsidR="00AA3B4F" w:rsidRPr="00D97E53" w:rsidTr="00A3467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- портрет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«Неповторимый талант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Незлобненская с/б №8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Лацугина Р.М.</w:t>
            </w:r>
          </w:p>
        </w:tc>
      </w:tr>
      <w:tr w:rsidR="00AA3B4F" w:rsidRPr="00D97E53" w:rsidTr="00A3467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Урок мужества «Нет героев от рождения, они рождаются в боях»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024">
              <w:rPr>
                <w:rFonts w:ascii="Times New Roman" w:hAnsi="Times New Roman"/>
                <w:color w:val="000000"/>
                <w:sz w:val="24"/>
                <w:szCs w:val="24"/>
              </w:rPr>
              <w:t>День воинской славы России. День начала контрнаступления советских войск против немецко-фашистских войск в битве под Москвой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06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shd w:val="clear" w:color="auto" w:fill="FFFFFF"/>
                <w:lang w:val="ru-RU"/>
              </w:rPr>
            </w:pPr>
            <w:r w:rsidRPr="00F97024">
              <w:rPr>
                <w:rFonts w:cs="Times New Roman"/>
                <w:color w:val="000000"/>
                <w:shd w:val="clear" w:color="auto" w:fill="FFFFFF"/>
                <w:lang w:val="ru-RU"/>
              </w:rPr>
              <w:t xml:space="preserve">Конкурс рисунков на тему: «Мир без коррупции», посвящённый </w:t>
            </w:r>
          </w:p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07</w:t>
            </w:r>
            <w:r>
              <w:rPr>
                <w:rFonts w:cs="Times New Roman"/>
              </w:rPr>
              <w:t xml:space="preserve">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МКУ «Новоульяновский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Кинолекторий «Это-наша с тобой биография». Тема: «Героями не рождаются, героями становятся!». Тематический кинофильм.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Праздничная программа ко Дню героев Отечества «От неизвестных и до знаменитых…»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17.00-18.00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121E59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 xml:space="preserve">Городская выставка «Мои любимые сказки» </w:t>
            </w:r>
            <w:r w:rsidRPr="00F97024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0</w:t>
            </w:r>
            <w:r w:rsidRPr="00F97024">
              <w:rPr>
                <w:rFonts w:cs="Times New Roman"/>
              </w:rPr>
              <w:t>7 декабря</w:t>
            </w:r>
          </w:p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F97024">
              <w:rPr>
                <w:rFonts w:cs="Times New Roman"/>
                <w:shd w:val="clear" w:color="auto" w:fill="FFFFFF"/>
              </w:rPr>
              <w:t>МБОУ СОШ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F97024">
              <w:rPr>
                <w:rFonts w:cs="Times New Roman"/>
                <w:shd w:val="clear" w:color="auto" w:fill="FFFFFF"/>
              </w:rPr>
              <w:t xml:space="preserve"> № 6 г.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  <w:shd w:val="clear" w:color="auto" w:fill="FFFFFF"/>
              </w:rPr>
            </w:pPr>
            <w:r w:rsidRPr="00F97024">
              <w:rPr>
                <w:rFonts w:cs="Times New Roman"/>
                <w:shd w:val="clear" w:color="auto" w:fill="FFFFFF"/>
              </w:rPr>
              <w:t>Георгиевска</w:t>
            </w: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F97024">
              <w:rPr>
                <w:rFonts w:cs="Times New Roman"/>
                <w:lang w:val="ru-RU"/>
              </w:rPr>
              <w:t>Исламов Е.В.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412AB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Парад героев истории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«Россия помнит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имена героев»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12AB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памяти о героях посёлка Шаумянского «Отечества достойные сыны!»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Шаумяновская  с/б №18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Жиркова Л.И.</w:t>
            </w:r>
          </w:p>
        </w:tc>
      </w:tr>
      <w:tr w:rsidR="00AA3B4F" w:rsidRPr="00D97E53" w:rsidTr="00412AB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Исторические виражи</w:t>
            </w:r>
            <w:r w:rsidRPr="00D97E5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«Гордимся славою героев»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08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709"/>
                <w:tab w:val="left" w:pos="7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Акция «Спорт - залог здоровья  »  конкурс рисунков</w:t>
            </w:r>
          </w:p>
          <w:p w:rsidR="00AA3B4F" w:rsidRPr="00D97E53" w:rsidRDefault="00AA3B4F" w:rsidP="000F4AFD">
            <w:pPr>
              <w:tabs>
                <w:tab w:val="left" w:pos="709"/>
                <w:tab w:val="left" w:pos="7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Спортивно-игровая программа  для детей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tabs>
                <w:tab w:val="left" w:pos="709"/>
                <w:tab w:val="left" w:pos="7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декабря</w:t>
            </w:r>
          </w:p>
          <w:p w:rsidR="00AA3B4F" w:rsidRPr="00D97E53" w:rsidRDefault="00AA3B4F" w:rsidP="000F4AFD">
            <w:pPr>
              <w:tabs>
                <w:tab w:val="left" w:pos="709"/>
                <w:tab w:val="left" w:pos="7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 открытый конкурс вокалистов «Звездный дождь»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Танцевальный вечер в «Ретро-клубе»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декабря 16.00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Уткин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shd w:val="clear" w:color="auto" w:fill="FFFFFF"/>
                <w:lang w:val="ru-RU"/>
              </w:rPr>
            </w:pPr>
            <w:r w:rsidRPr="00F97024">
              <w:rPr>
                <w:rFonts w:cs="Times New Roman"/>
                <w:color w:val="000000"/>
                <w:shd w:val="clear" w:color="auto" w:fill="FFFFFF"/>
                <w:lang w:val="ru-RU"/>
              </w:rPr>
              <w:t>Международному дню борьбы с коррупцией.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09 </w:t>
            </w:r>
            <w:r>
              <w:rPr>
                <w:rFonts w:cs="Times New Roman"/>
              </w:rPr>
              <w:t>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603BE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ко Дню Героев Отечества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03BE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Диалог «Правовые проблемы»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09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с/б №10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2C341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2"/>
              <w:jc w:val="both"/>
              <w:rPr>
                <w:i/>
                <w:szCs w:val="24"/>
              </w:rPr>
            </w:pPr>
            <w:r w:rsidRPr="00F97024">
              <w:rPr>
                <w:szCs w:val="24"/>
              </w:rPr>
              <w:t>Час информации</w:t>
            </w:r>
            <w:r w:rsidRPr="00F97024">
              <w:rPr>
                <w:bCs/>
                <w:szCs w:val="24"/>
                <w:shd w:val="clear" w:color="auto" w:fill="FFFFFF"/>
              </w:rPr>
              <w:t xml:space="preserve"> «Вместе против коррупции»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/>
              </w:rPr>
            </w:pPr>
            <w:r w:rsidRPr="00F97024">
              <w:rPr>
                <w:szCs w:val="24"/>
                <w:lang w:val="ru-RU"/>
              </w:rPr>
              <w:t>09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2C341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дайджест «Предупрежден - значит вооружен»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/>
              </w:rPr>
            </w:pPr>
            <w:r w:rsidRPr="00F97024">
              <w:rPr>
                <w:szCs w:val="24"/>
                <w:lang w:val="ru-RU"/>
              </w:rPr>
              <w:t>09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2C341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Литературно- музыкальная композиция</w:t>
            </w:r>
            <w:r w:rsidRPr="00F97024">
              <w:rPr>
                <w:szCs w:val="24"/>
                <w:lang w:val="ru-RU"/>
              </w:rPr>
              <w:t xml:space="preserve"> «</w:t>
            </w:r>
            <w:r w:rsidRPr="00F97024">
              <w:rPr>
                <w:szCs w:val="24"/>
                <w:lang w:val="ru-RU" w:eastAsia="en-US"/>
              </w:rPr>
              <w:t>Пока горят мерцающие свечи</w:t>
            </w:r>
            <w:r w:rsidRPr="00F97024">
              <w:rPr>
                <w:szCs w:val="24"/>
                <w:lang w:val="ru-RU"/>
              </w:rPr>
              <w:t>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09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F97024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2C341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права «Как поспорили «Можно» и «Нельзя»»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2C341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2"/>
              <w:jc w:val="both"/>
              <w:rPr>
                <w:szCs w:val="24"/>
              </w:rPr>
            </w:pPr>
            <w:r w:rsidRPr="00F97024">
              <w:rPr>
                <w:szCs w:val="24"/>
              </w:rPr>
              <w:t>Правовой урок «Диалоги о праве»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/>
              </w:rPr>
            </w:pPr>
            <w:r w:rsidRPr="00F97024">
              <w:rPr>
                <w:szCs w:val="24"/>
                <w:lang w:val="ru-RU"/>
              </w:rPr>
              <w:t>10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603BE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Литературный вечер-портрет «Страдальный колокол Александра Солженицына» 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Новозаведенская с/б №15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И.А. Зиновьева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Косырева Н.А.</w:t>
            </w:r>
          </w:p>
        </w:tc>
      </w:tr>
      <w:tr w:rsidR="00AA3B4F" w:rsidRPr="00D97E53" w:rsidTr="00603BE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Литературная гостиная «Легенда и «беспокойная»  совесть России»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603BE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Цикл мероприятий к Международному дню прав человека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782CB9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Круглый стол на тему «Мы против коррупции»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Проведение инструктажа с работниками ДК по пожаро-электробезопасности и антитеррористической безопасности.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257BE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Городская выставка «Мои любимые сказки»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11</w:t>
            </w:r>
            <w:r>
              <w:rPr>
                <w:rFonts w:cs="Times New Roman"/>
                <w:lang w:val="ru-RU"/>
              </w:rPr>
              <w:t xml:space="preserve"> </w:t>
            </w:r>
            <w:r w:rsidRPr="00F97024">
              <w:rPr>
                <w:rFonts w:cs="Times New Roman"/>
              </w:rPr>
              <w:t>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Городская детская поликлиника</w:t>
            </w: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F97024">
              <w:rPr>
                <w:rFonts w:cs="Times New Roman"/>
                <w:lang w:val="ru-RU"/>
              </w:rPr>
              <w:t>Рудова Т.А.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42696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Аудиотрансляция  «Памяти военачальника Рокоссовского посвящается…»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12.00-12.20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вечер «Человек перед лицом истории»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мероприятий, посвященный 100-летию со дня рождения А.И. Солженицына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Библиотеки МКУК «МЦБС ГГО»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Литературный экскурс по произведениям А. Солженицына «Легенда и беспокойная совесть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Подгорненская с/б № 13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Г.Н.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Вечер-портрет А. И. Солженицына «Великий сын России»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Краснокумская с/б №4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Ингликова С.В.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День гения «Вершины духа…Вершины мысли» 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Александрийская с/б №10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им. Г.М. Брянцева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Дружбина Е.А.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игра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«Путешествие с Мигал Мигалычем Светофоровым»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Георгиевская с/б №16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Петрова Т.А.</w:t>
            </w:r>
          </w:p>
        </w:tc>
      </w:tr>
      <w:tr w:rsidR="00AA3B4F" w:rsidRPr="00D97E53" w:rsidTr="0075655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Литературная гостиная 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«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Как пламень, русский ум опасен…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(к 100-летию А. Солженицына)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75655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 xml:space="preserve">Литературный вечер </w:t>
            </w:r>
            <w:r w:rsidRPr="00F97024">
              <w:rPr>
                <w:szCs w:val="24"/>
                <w:lang w:val="ru-RU"/>
              </w:rPr>
              <w:t>«</w:t>
            </w:r>
            <w:r w:rsidRPr="00F97024">
              <w:rPr>
                <w:szCs w:val="24"/>
                <w:lang w:val="ru-RU" w:eastAsia="en-US"/>
              </w:rPr>
              <w:t>Человек перед лицом истории</w:t>
            </w:r>
            <w:r w:rsidRPr="00F97024">
              <w:rPr>
                <w:szCs w:val="24"/>
                <w:lang w:val="ru-RU"/>
              </w:rPr>
              <w:t>»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(к 100-летию со дня рождения А. И. Солженицына)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11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F97024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75655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«Мир искусства»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75655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/>
              </w:rPr>
              <w:t>Тематический день информации</w:t>
            </w:r>
            <w:r w:rsidRPr="00F97024">
              <w:rPr>
                <w:szCs w:val="24"/>
                <w:lang w:val="ru-RU" w:eastAsia="en-US"/>
              </w:rPr>
              <w:t xml:space="preserve"> «Все работы хороши – выбирай, что по душе»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11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</w:tc>
      </w:tr>
      <w:tr w:rsidR="00AA3B4F" w:rsidRPr="00D97E53" w:rsidTr="0089376A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Правовой урок «Главная книга страны»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Межпоселенческая центральная библиотека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А.А.</w:t>
            </w:r>
          </w:p>
        </w:tc>
      </w:tr>
      <w:tr w:rsidR="00AA3B4F" w:rsidRPr="00D97E53" w:rsidTr="0042696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Правовой диалог «Закон-основа государства»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Лысогорская с/б №9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Мантий Т.В.</w:t>
            </w:r>
          </w:p>
        </w:tc>
      </w:tr>
      <w:tr w:rsidR="00AA3B4F" w:rsidRPr="00D97E53" w:rsidTr="0042696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Урок гражданственности «Конституция-основной закон Российской Федерации»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shd w:val="clear" w:color="auto" w:fill="FFFFFF"/>
                <w:lang w:val="ru-RU"/>
              </w:rPr>
            </w:pPr>
            <w:r w:rsidRPr="00F97024">
              <w:rPr>
                <w:rFonts w:cs="Times New Roman"/>
                <w:color w:val="000000"/>
                <w:shd w:val="clear" w:color="auto" w:fill="FFFFFF"/>
                <w:lang w:val="ru-RU"/>
              </w:rPr>
              <w:t>Викторина «Азбука прав» с детьми и подростками в День Конституции.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12</w:t>
            </w:r>
            <w:r>
              <w:rPr>
                <w:rFonts w:cs="Times New Roman"/>
              </w:rPr>
              <w:t xml:space="preserve">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«Конституция- закон и порядок» презентация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0236B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Конкурс рисунков ко Дню  конституции «Мы  дети твои Россия»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Т.Н. Кокшарова</w:t>
            </w:r>
          </w:p>
        </w:tc>
      </w:tr>
      <w:tr w:rsidR="00AA3B4F" w:rsidRPr="00D97E53" w:rsidTr="00DC31D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Беседа с учащимися 1-5 классов посвященный  борьбе за здоровый образ жизни « Мы за здоровый образ жизни-компьютер друг или враг?»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13</w:t>
            </w:r>
            <w:r>
              <w:rPr>
                <w:rFonts w:cs="Times New Roman"/>
                <w:lang w:val="ru-RU"/>
              </w:rPr>
              <w:t>-</w:t>
            </w:r>
            <w:r w:rsidRPr="00F97024">
              <w:rPr>
                <w:rFonts w:cs="Times New Roman"/>
              </w:rPr>
              <w:t>14 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Textbody"/>
              <w:spacing w:after="0"/>
              <w:jc w:val="both"/>
              <w:rPr>
                <w:rFonts w:cs="Times New Roman"/>
                <w:lang w:val="ru-RU"/>
              </w:rPr>
            </w:pPr>
            <w:r w:rsidRPr="00F97024">
              <w:rPr>
                <w:rFonts w:cs="Times New Roman"/>
                <w:lang w:val="ru-RU"/>
              </w:rPr>
              <w:t>преподаватели</w:t>
            </w:r>
          </w:p>
        </w:tc>
      </w:tr>
      <w:tr w:rsidR="00AA3B4F" w:rsidRPr="00D97E53" w:rsidTr="00AA2414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NormalWeb"/>
              <w:spacing w:before="0" w:beforeAutospacing="0" w:after="0"/>
              <w:jc w:val="both"/>
            </w:pPr>
            <w:r w:rsidRPr="00F97024">
              <w:t>Устный журнал «О  чём умолчали учебники » (по кн. Д.Бердышева «Самые необыкновенные животные», О.Ларина «Самые необыкновенные растения»)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AA2414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val="ru-RU" w:eastAsia="en-US"/>
              </w:rPr>
              <w:t>Урок-размышление</w:t>
            </w:r>
            <w:r w:rsidRPr="00F97024">
              <w:rPr>
                <w:bCs/>
                <w:kern w:val="36"/>
                <w:szCs w:val="24"/>
                <w:lang w:val="ru-RU" w:eastAsia="en-US"/>
              </w:rPr>
              <w:t xml:space="preserve"> «Чистый свет добра...» (по рассказу А.И. Солженицына «Матренин двор»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Heading1"/>
              <w:jc w:val="center"/>
              <w:rPr>
                <w:szCs w:val="24"/>
                <w:lang w:val="ru-RU" w:eastAsia="en-US"/>
              </w:rPr>
            </w:pPr>
            <w:r w:rsidRPr="00F97024">
              <w:rPr>
                <w:szCs w:val="24"/>
                <w:lang w:eastAsia="en-US"/>
              </w:rPr>
              <w:t>14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12.00-13.00</w:t>
            </w:r>
          </w:p>
        </w:tc>
        <w:tc>
          <w:tcPr>
            <w:tcW w:w="2127" w:type="dxa"/>
          </w:tcPr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  <w:r w:rsidRPr="00F97024">
              <w:rPr>
                <w:szCs w:val="24"/>
                <w:lang w:val="ru-RU" w:eastAsia="en-US"/>
              </w:rPr>
              <w:t>ГБ№2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Мотова Л.И.</w:t>
            </w:r>
          </w:p>
          <w:p w:rsidR="00AA3B4F" w:rsidRPr="00F97024" w:rsidRDefault="00AA3B4F" w:rsidP="000F4AFD">
            <w:pPr>
              <w:pStyle w:val="Heading1"/>
              <w:jc w:val="both"/>
              <w:rPr>
                <w:szCs w:val="24"/>
                <w:lang w:eastAsia="en-US"/>
              </w:rPr>
            </w:pPr>
          </w:p>
        </w:tc>
      </w:tr>
      <w:tr w:rsidR="00AA3B4F" w:rsidRPr="00D97E53" w:rsidTr="00AA2414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Информационный час «День Конституции» (День Конституции РФ)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AA2414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NormalWeb"/>
              <w:spacing w:before="0" w:beforeAutospacing="0" w:after="0"/>
              <w:jc w:val="both"/>
            </w:pPr>
            <w:r w:rsidRPr="00F97024">
              <w:t>Занимательный час по книгам «Люди и звери друг другу нужны»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AA2414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Стихотворный коллаж «Дарит вам стихи Аким, мы шагаем рядом с ним»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00-16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Час развлечений и игр для детей младших классов «Веселей!!!»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Макеева О.С.</w:t>
            </w:r>
          </w:p>
        </w:tc>
      </w:tr>
      <w:tr w:rsidR="00AA3B4F" w:rsidRPr="00D97E53" w:rsidTr="00102B3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Беседа «Земля наш общий дом»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Познавательная профориентационаая  программа для старш</w:t>
            </w:r>
            <w:r>
              <w:rPr>
                <w:rFonts w:ascii="Times New Roman" w:hAnsi="Times New Roman"/>
                <w:sz w:val="24"/>
                <w:szCs w:val="24"/>
              </w:rPr>
              <w:t>еклассников «Ядерный щит России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17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14.00-15.00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день информации «Путешествуем по странам»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18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Тренинг «Мы выбираем жизнь» с показом документального фильма «Мифы и правда о спайсе»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</w:tc>
      </w:tr>
      <w:tr w:rsidR="00AA3B4F" w:rsidRPr="00D97E53" w:rsidTr="00745AB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92EF9" w:rsidRDefault="00AA3B4F" w:rsidP="000F4AFD">
            <w:pPr>
              <w:pStyle w:val="Textbody"/>
              <w:spacing w:after="0"/>
              <w:jc w:val="both"/>
              <w:rPr>
                <w:rFonts w:cs="Times New Roman"/>
                <w:lang w:val="ru-RU"/>
              </w:rPr>
            </w:pPr>
            <w:r w:rsidRPr="00992EF9">
              <w:rPr>
                <w:rFonts w:cs="Times New Roman"/>
                <w:lang w:val="ru-RU"/>
              </w:rPr>
              <w:t>Школьный конкурс «Я леплю из пластилина»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Textbody"/>
              <w:spacing w:after="0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19 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ДХШ г. Георгиевска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Мальнев К.Н.</w:t>
            </w:r>
          </w:p>
        </w:tc>
      </w:tr>
      <w:tr w:rsidR="00AA3B4F" w:rsidRPr="00D97E53" w:rsidTr="005B545B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для детей «В коробке с карандашами»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</w:t>
            </w:r>
            <w:r>
              <w:rPr>
                <w:rFonts w:ascii="Times New Roman" w:hAnsi="Times New Roman"/>
                <w:sz w:val="24"/>
                <w:szCs w:val="24"/>
              </w:rPr>
              <w:t>еоргиевский СДК» 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4A580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Театрализованное представление посвящённое открытию новогодней Ёлки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Е.В. Попова </w:t>
            </w:r>
          </w:p>
        </w:tc>
      </w:tr>
      <w:tr w:rsidR="00AA3B4F" w:rsidRPr="00D97E53" w:rsidTr="004A580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Третий Георгиевский городской конкурс «Символ года!»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7617E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День информации «Самый модный писатель»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ЦГБ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Емельянова О.В.</w:t>
            </w:r>
          </w:p>
        </w:tc>
      </w:tr>
      <w:tr w:rsidR="00AA3B4F" w:rsidRPr="00D97E53" w:rsidTr="004A5801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Меровская ёлка для малоимущих детей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21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пл. Победы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4859F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А.Г.</w:t>
            </w:r>
          </w:p>
        </w:tc>
      </w:tr>
      <w:tr w:rsidR="00AA3B4F" w:rsidRPr="00D97E53" w:rsidTr="0048112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992EF9" w:rsidRDefault="00AA3B4F" w:rsidP="000F4AFD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992EF9">
              <w:rPr>
                <w:rFonts w:cs="Times New Roman"/>
                <w:lang w:val="ru-RU"/>
              </w:rPr>
              <w:t xml:space="preserve">Школьная конкурсная выставка учащихся </w:t>
            </w:r>
            <w:r w:rsidRPr="00F97024">
              <w:rPr>
                <w:rFonts w:cs="Times New Roman"/>
                <w:lang w:val="ru-RU"/>
              </w:rPr>
              <w:t xml:space="preserve">ДХШ </w:t>
            </w:r>
            <w:r w:rsidRPr="00992EF9">
              <w:rPr>
                <w:rFonts w:cs="Times New Roman"/>
                <w:lang w:val="ru-RU"/>
              </w:rPr>
              <w:t xml:space="preserve"> «Новогодние елочные игрушки"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(прикладная композиция)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22 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ДХШ г. Георгиевска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Белан В.Н.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D834C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Игровая программа «Собирайся, народ, Новый год у ворот»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ЦЮБ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Диденко Г.И.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4F" w:rsidRPr="00D97E53" w:rsidTr="00D834CC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Дни информации «Периодика -2018»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ГДБ №5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Саркисян М.Л.</w:t>
            </w:r>
          </w:p>
        </w:tc>
      </w:tr>
      <w:tr w:rsidR="00AA3B4F" w:rsidRPr="00D97E53" w:rsidTr="004859F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Школьная выставка «Новогодняя сказка» (скульптура)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23 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Рябцев П.А.</w:t>
            </w:r>
          </w:p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AA3B4F" w:rsidRPr="00D97E53" w:rsidTr="004859FE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Новогодние утренники для детей 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22-30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10-00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В.Н. Протасова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Новогодний утренник «Новый год, Новый год – в сказку добрую зовёт»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23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программа, посвящённая Новому Году.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24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с.Краснокумское, 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Е.Н., 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E53">
              <w:rPr>
                <w:rFonts w:ascii="Times New Roman" w:hAnsi="Times New Roman"/>
                <w:bCs/>
                <w:sz w:val="24"/>
                <w:szCs w:val="24"/>
              </w:rPr>
              <w:t>Познавательная программа "Некоторые советы по воспитанию сильного характера"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25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Развивающая программа для детей «Культурный Новый год»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26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12.30-13.30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D066CD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AA3B4F" w:rsidRPr="00F97024" w:rsidRDefault="00AA3B4F" w:rsidP="000F4AF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Проведение праздничных мероприятий</w:t>
            </w:r>
          </w:p>
          <w:p w:rsidR="00AA3B4F" w:rsidRPr="00F97024" w:rsidRDefault="00AA3B4F" w:rsidP="000F4AFD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«Здравствуй, дедушка Мороз»</w:t>
            </w:r>
          </w:p>
        </w:tc>
        <w:tc>
          <w:tcPr>
            <w:tcW w:w="1740" w:type="dxa"/>
            <w:vAlign w:val="center"/>
          </w:tcPr>
          <w:p w:rsidR="00AA3B4F" w:rsidRPr="00F97024" w:rsidRDefault="00AA3B4F" w:rsidP="000F4AFD">
            <w:pPr>
              <w:pStyle w:val="Standard"/>
              <w:jc w:val="center"/>
              <w:rPr>
                <w:rFonts w:cs="Times New Roman"/>
              </w:rPr>
            </w:pPr>
            <w:r w:rsidRPr="00F97024">
              <w:rPr>
                <w:rFonts w:cs="Times New Roman"/>
              </w:rPr>
              <w:t>26</w:t>
            </w:r>
            <w:r>
              <w:rPr>
                <w:rFonts w:cs="Times New Roman"/>
                <w:lang w:val="ru-RU"/>
              </w:rPr>
              <w:t>-</w:t>
            </w:r>
            <w:r w:rsidRPr="00F97024">
              <w:rPr>
                <w:rFonts w:cs="Times New Roman"/>
              </w:rPr>
              <w:t>28 декабря</w:t>
            </w:r>
          </w:p>
        </w:tc>
        <w:tc>
          <w:tcPr>
            <w:tcW w:w="2127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ДХШ г. Георгиевска</w:t>
            </w:r>
          </w:p>
        </w:tc>
        <w:tc>
          <w:tcPr>
            <w:tcW w:w="1984" w:type="dxa"/>
            <w:vAlign w:val="center"/>
          </w:tcPr>
          <w:p w:rsidR="00AA3B4F" w:rsidRPr="00F97024" w:rsidRDefault="00AA3B4F" w:rsidP="000F4AFD">
            <w:pPr>
              <w:pStyle w:val="Standard"/>
              <w:jc w:val="both"/>
              <w:rPr>
                <w:rFonts w:cs="Times New Roman"/>
              </w:rPr>
            </w:pPr>
            <w:r w:rsidRPr="00F97024">
              <w:rPr>
                <w:rFonts w:cs="Times New Roman"/>
              </w:rPr>
              <w:t>Преподаватели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«Зимние забавы» зимние игры на улице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6461E9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Благотворительная ёлка для детей инвалидов, детей группы риска, малообеспеченных семей.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декабря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«Лысогорский СДК»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Ляпунова А.А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Пунько В.С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Нанян А.Г</w:t>
            </w:r>
          </w:p>
        </w:tc>
      </w:tr>
      <w:tr w:rsidR="00AA3B4F" w:rsidRPr="00D97E53" w:rsidTr="00454EB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Новогодний утренник для неорганизованных детей «Приключения у ёлки».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27</w:t>
            </w:r>
            <w:r>
              <w:rPr>
                <w:rFonts w:cs="Times New Roman"/>
              </w:rPr>
              <w:t xml:space="preserve">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11.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454EB3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Вечер отдыха для коллективов художественной самодеятельности «Скоро, скоро Новый год!»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27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16.00-17.30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«В кругу друзей» -  новогодний утренник для детей многодетных и малоимущих семей.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28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Дубонос  А.Н.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Новогодняя ёлка для уч-ся СОШ № 28 1-4 класс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Новогодняя ёлка для уч-ся СОШ № 28 5-7 класс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Новогоднее шоу – представление для детей.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«Новогодние приключения»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«Урухский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Вахтина И.А.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Новогодняя ёлка для уч-ся СОШ № 28 8-11 класс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Новогодний утренник «В гостях у Дедушки Мороза»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12.00-13.15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Малое фойе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Егоров Е.Е.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Некрасова М.О.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Баженова Н.Ф.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Презентация книги «Рождество Христово» (Е. Тростникова)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00-11</w:t>
            </w:r>
            <w:r w:rsidRPr="00D97E53">
              <w:rPr>
                <w:rFonts w:ascii="Times New Roman" w:hAnsi="Times New Roman"/>
                <w:sz w:val="24"/>
                <w:szCs w:val="24"/>
              </w:rPr>
              <w:t>.</w:t>
            </w:r>
            <w:r w:rsidRPr="00D97E5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ЦДБ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Замостьян С.П.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Новогодние мульти-пульти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29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13.15 -14.15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МКУК «Георгиевский СДК»,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Тесленко Е.Н.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Новогодняя ёлка для детей работников ООО «ПРОСТОР»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Тематический вечер «На пороге Новый год!!!» в клубе «Светлица»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30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13.00- 15.00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Зенова Ж.В.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Павлий Т.М.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F97024" w:rsidRDefault="00AA3B4F" w:rsidP="000F4AFD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Новогодний бал «Снежное диско».</w:t>
            </w:r>
          </w:p>
        </w:tc>
        <w:tc>
          <w:tcPr>
            <w:tcW w:w="1740" w:type="dxa"/>
          </w:tcPr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F97024">
              <w:rPr>
                <w:rFonts w:cs="Times New Roman"/>
                <w:color w:val="000000"/>
                <w:lang w:val="ru-RU"/>
              </w:rPr>
              <w:t>31</w:t>
            </w:r>
            <w:r>
              <w:rPr>
                <w:rFonts w:cs="Times New Roman"/>
              </w:rPr>
              <w:t xml:space="preserve"> декабря</w:t>
            </w:r>
          </w:p>
          <w:p w:rsidR="00AA3B4F" w:rsidRPr="00F97024" w:rsidRDefault="00AA3B4F" w:rsidP="000F4AFD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</w:t>
            </w:r>
            <w:r w:rsidRPr="00F97024">
              <w:rPr>
                <w:rFonts w:cs="Times New Roman"/>
                <w:color w:val="000000"/>
                <w:lang w:val="ru-RU"/>
              </w:rPr>
              <w:t>.</w:t>
            </w:r>
            <w:r>
              <w:rPr>
                <w:rFonts w:cs="Times New Roman"/>
                <w:color w:val="000000"/>
                <w:lang w:val="ru-RU"/>
              </w:rPr>
              <w:t>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color w:val="000000"/>
                <w:sz w:val="24"/>
                <w:szCs w:val="24"/>
              </w:rPr>
              <w:t>МКУ «Новоульяновский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Белоусова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Новогодний вечер» - развлекательная программа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19.30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Новозаведенский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Юдин Н.М.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Голубовская О.Н.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Власов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Новогодний бал-маскарад для жителей посёлка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Фойе МКУК «Балковский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Ильина О.А.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Театрализованное  представление «Новогодние забавы»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31 декабря</w:t>
            </w:r>
          </w:p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А.В.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Цикл новогодних программ в преддверии Нового года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краевых праздниках, фестивалях, конкурсах, мероприятиях.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Медведева Н.П.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Кравченко Л.И.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Кузнецова С.В.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Тагиев С.Э.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Киселев А.С.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Молодежные дискотеки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Плясунов С.Л.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Знание законов – решение ваших проблем - правовое воспитание 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Александрийский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Ланграф О.Н. 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Плясунов С.Л.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Фестиваль творчества людей с ограниченными возможностями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Белоцерковская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Новогодние утренники</w:t>
            </w:r>
          </w:p>
          <w:p w:rsidR="00AA3B4F" w:rsidRPr="00D97E53" w:rsidRDefault="00AA3B4F" w:rsidP="000F4AFD">
            <w:pPr>
              <w:tabs>
                <w:tab w:val="left" w:pos="360"/>
                <w:tab w:val="left" w:pos="540"/>
                <w:tab w:val="left" w:pos="720"/>
                <w:tab w:val="left" w:pos="900"/>
                <w:tab w:val="left" w:pos="4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«ГГДК»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ул.Луначарского,41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Петросян М.С.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Гридасова Л.Г.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Совместно с обществом инвалидов и библиотекой -филиал№2 подготовить и провести мероприятия,посвященных «Дню инвалидов»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Нижнезольский СДК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Халдояниди В.В.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Совместно с обществом инвалидов подготовить и провести мероприятия, посвященных «Дню инвалидов»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1 декабря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Вялых И.В. 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новогодние утренники в общеобразовательных школах №21 и 22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Подготовить и провести праздничную новогоднюю программу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«Обильненский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Вялых И.В.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Бойко Е.А.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Чукунов С.А.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Дискотека для молодёжи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Каждую субботу и воскресенье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МКУ «Приэтокский СДК»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Мерцалова Г.С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Ярмарка выставка-пальто</w:t>
            </w:r>
          </w:p>
        </w:tc>
        <w:tc>
          <w:tcPr>
            <w:tcW w:w="1740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127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МБУК «ГДК»</w:t>
            </w:r>
          </w:p>
        </w:tc>
        <w:tc>
          <w:tcPr>
            <w:tcW w:w="1984" w:type="dxa"/>
            <w:vAlign w:val="center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М.Г. Баласанов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Родительские собрания  с концертами учащихся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МБУДО «ДМШ г. Георгиевска»  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Зав.отделениями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 для детей Д/С</w:t>
            </w:r>
          </w:p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«К нам спешит Новый год»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Концертный зал ДМШ 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Ремейко Н.Н.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Школьный  конкурс учащихся фортепианного отделения «Вдохновение»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МБУДО «ДМШ г. Георгиевска»  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Ованесова А.А.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Рождественский концерт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Концертный зал ДМШ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 xml:space="preserve"> Зарецкая Н.В.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Концертная программа «Посвящение в юные музыканты»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пос. Новый МБУ ДО ДШИ с.Краснокумского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Жданова Т.В.</w:t>
            </w:r>
          </w:p>
        </w:tc>
      </w:tr>
      <w:tr w:rsidR="00AA3B4F" w:rsidRPr="00D97E53" w:rsidTr="000142C8">
        <w:trPr>
          <w:trHeight w:val="257"/>
        </w:trPr>
        <w:tc>
          <w:tcPr>
            <w:tcW w:w="623" w:type="dxa"/>
          </w:tcPr>
          <w:p w:rsidR="00AA3B4F" w:rsidRPr="00D97E53" w:rsidRDefault="00AA3B4F" w:rsidP="000F4AF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Участие в музыкальном фестивале «Русская зима»</w:t>
            </w:r>
          </w:p>
        </w:tc>
        <w:tc>
          <w:tcPr>
            <w:tcW w:w="1740" w:type="dxa"/>
          </w:tcPr>
          <w:p w:rsidR="00AA3B4F" w:rsidRPr="00D97E53" w:rsidRDefault="00AA3B4F" w:rsidP="000F4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Согласно положения</w:t>
            </w:r>
          </w:p>
        </w:tc>
        <w:tc>
          <w:tcPr>
            <w:tcW w:w="2127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г.Минеральные Воды</w:t>
            </w:r>
          </w:p>
        </w:tc>
        <w:tc>
          <w:tcPr>
            <w:tcW w:w="1984" w:type="dxa"/>
          </w:tcPr>
          <w:p w:rsidR="00AA3B4F" w:rsidRPr="00D97E53" w:rsidRDefault="00AA3B4F" w:rsidP="000F4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E53">
              <w:rPr>
                <w:rFonts w:ascii="Times New Roman" w:hAnsi="Times New Roman"/>
                <w:sz w:val="24"/>
                <w:szCs w:val="24"/>
              </w:rPr>
              <w:t>Починкина Е.Н.</w:t>
            </w:r>
          </w:p>
        </w:tc>
      </w:tr>
    </w:tbl>
    <w:p w:rsidR="00AA3B4F" w:rsidRDefault="00AA3B4F" w:rsidP="00B15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B4F" w:rsidRDefault="00AA3B4F" w:rsidP="004063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культуры и туризма </w:t>
      </w:r>
    </w:p>
    <w:p w:rsidR="00AA3B4F" w:rsidRDefault="00AA3B4F" w:rsidP="004063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Георгиевского городского округа </w:t>
      </w:r>
    </w:p>
    <w:p w:rsidR="00AA3B4F" w:rsidRDefault="00AA3B4F" w:rsidP="004063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С.В. Умеренко</w:t>
      </w:r>
    </w:p>
    <w:p w:rsidR="00AA3B4F" w:rsidRDefault="00AA3B4F" w:rsidP="004063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A3B4F" w:rsidRDefault="00AA3B4F" w:rsidP="004063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A3B4F" w:rsidRPr="00992EF9" w:rsidRDefault="00AA3B4F" w:rsidP="00992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EF9">
        <w:rPr>
          <w:rFonts w:ascii="Times New Roman" w:hAnsi="Times New Roman"/>
          <w:sz w:val="24"/>
          <w:szCs w:val="24"/>
        </w:rPr>
        <w:t>Ковалева Наталья Ивановна</w:t>
      </w:r>
    </w:p>
    <w:p w:rsidR="00AA3B4F" w:rsidRPr="00992EF9" w:rsidRDefault="00AA3B4F" w:rsidP="00992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EF9">
        <w:rPr>
          <w:rFonts w:ascii="Times New Roman" w:hAnsi="Times New Roman"/>
          <w:sz w:val="24"/>
          <w:szCs w:val="24"/>
        </w:rPr>
        <w:t>8(87951)3-55-87</w:t>
      </w:r>
    </w:p>
    <w:sectPr w:rsidR="00AA3B4F" w:rsidRPr="00992EF9" w:rsidSect="006F14E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4F" w:rsidRDefault="00AA3B4F" w:rsidP="00347602">
      <w:pPr>
        <w:spacing w:after="0" w:line="240" w:lineRule="auto"/>
      </w:pPr>
      <w:r>
        <w:separator/>
      </w:r>
    </w:p>
  </w:endnote>
  <w:endnote w:type="continuationSeparator" w:id="0">
    <w:p w:rsidR="00AA3B4F" w:rsidRDefault="00AA3B4F" w:rsidP="0034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B4F" w:rsidRDefault="00AA3B4F">
    <w:pPr>
      <w:pStyle w:val="Footer"/>
      <w:jc w:val="right"/>
    </w:pPr>
    <w:fldSimple w:instr="PAGE   \* MERGEFORMAT">
      <w:r>
        <w:rPr>
          <w:noProof/>
        </w:rPr>
        <w:t>6</w:t>
      </w:r>
    </w:fldSimple>
  </w:p>
  <w:p w:rsidR="00AA3B4F" w:rsidRDefault="00AA3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4F" w:rsidRDefault="00AA3B4F" w:rsidP="00347602">
      <w:pPr>
        <w:spacing w:after="0" w:line="240" w:lineRule="auto"/>
      </w:pPr>
      <w:r>
        <w:separator/>
      </w:r>
    </w:p>
  </w:footnote>
  <w:footnote w:type="continuationSeparator" w:id="0">
    <w:p w:rsidR="00AA3B4F" w:rsidRDefault="00AA3B4F" w:rsidP="00347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4B1"/>
    <w:multiLevelType w:val="hybridMultilevel"/>
    <w:tmpl w:val="3EF4A1B4"/>
    <w:lvl w:ilvl="0" w:tplc="AFE460B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A3D19"/>
    <w:multiLevelType w:val="hybridMultilevel"/>
    <w:tmpl w:val="6DFE0B06"/>
    <w:lvl w:ilvl="0" w:tplc="D938C346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20093"/>
    <w:multiLevelType w:val="hybridMultilevel"/>
    <w:tmpl w:val="63CAD58A"/>
    <w:lvl w:ilvl="0" w:tplc="AFE460B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F42C8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17194B97"/>
    <w:multiLevelType w:val="hybridMultilevel"/>
    <w:tmpl w:val="66E83DD4"/>
    <w:lvl w:ilvl="0" w:tplc="65FE379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3474AD"/>
    <w:multiLevelType w:val="hybridMultilevel"/>
    <w:tmpl w:val="E1922B98"/>
    <w:lvl w:ilvl="0" w:tplc="D938C3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264164"/>
    <w:multiLevelType w:val="hybridMultilevel"/>
    <w:tmpl w:val="7616C51C"/>
    <w:lvl w:ilvl="0" w:tplc="AD8089B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FE1B78"/>
    <w:multiLevelType w:val="hybridMultilevel"/>
    <w:tmpl w:val="F0D26F7E"/>
    <w:lvl w:ilvl="0" w:tplc="AFE460B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EF53BE"/>
    <w:multiLevelType w:val="hybridMultilevel"/>
    <w:tmpl w:val="B960068E"/>
    <w:lvl w:ilvl="0" w:tplc="D938C3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484065"/>
    <w:multiLevelType w:val="hybridMultilevel"/>
    <w:tmpl w:val="4AC02D0A"/>
    <w:lvl w:ilvl="0" w:tplc="D938C3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6C0763"/>
    <w:multiLevelType w:val="hybridMultilevel"/>
    <w:tmpl w:val="3E6E7AC6"/>
    <w:lvl w:ilvl="0" w:tplc="AFE460B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F7E341F"/>
    <w:multiLevelType w:val="hybridMultilevel"/>
    <w:tmpl w:val="68724EB8"/>
    <w:lvl w:ilvl="0" w:tplc="96441FB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8674B9"/>
    <w:multiLevelType w:val="multilevel"/>
    <w:tmpl w:val="9FA653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1A3496"/>
    <w:multiLevelType w:val="hybridMultilevel"/>
    <w:tmpl w:val="415CD10E"/>
    <w:lvl w:ilvl="0" w:tplc="D938C3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4D40C4"/>
    <w:multiLevelType w:val="hybridMultilevel"/>
    <w:tmpl w:val="BDE69006"/>
    <w:lvl w:ilvl="0" w:tplc="D938C3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0"/>
  </w:num>
  <w:num w:numId="8">
    <w:abstractNumId w:val="14"/>
  </w:num>
  <w:num w:numId="9">
    <w:abstractNumId w:val="8"/>
  </w:num>
  <w:num w:numId="10">
    <w:abstractNumId w:val="13"/>
  </w:num>
  <w:num w:numId="11">
    <w:abstractNumId w:val="1"/>
  </w:num>
  <w:num w:numId="12">
    <w:abstractNumId w:val="9"/>
  </w:num>
  <w:num w:numId="13">
    <w:abstractNumId w:val="5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2D7"/>
    <w:rsid w:val="0000236B"/>
    <w:rsid w:val="000142C8"/>
    <w:rsid w:val="00033DD8"/>
    <w:rsid w:val="0005393B"/>
    <w:rsid w:val="000647C7"/>
    <w:rsid w:val="00072D9F"/>
    <w:rsid w:val="000A2660"/>
    <w:rsid w:val="000A631F"/>
    <w:rsid w:val="000F4AFD"/>
    <w:rsid w:val="001018C0"/>
    <w:rsid w:val="001022D7"/>
    <w:rsid w:val="00102B3D"/>
    <w:rsid w:val="0011153F"/>
    <w:rsid w:val="00121E59"/>
    <w:rsid w:val="0013126E"/>
    <w:rsid w:val="00140FFC"/>
    <w:rsid w:val="001440CE"/>
    <w:rsid w:val="00157357"/>
    <w:rsid w:val="00162B18"/>
    <w:rsid w:val="0018114D"/>
    <w:rsid w:val="00182449"/>
    <w:rsid w:val="001A4743"/>
    <w:rsid w:val="001B294F"/>
    <w:rsid w:val="001D545D"/>
    <w:rsid w:val="00205EA4"/>
    <w:rsid w:val="002537A5"/>
    <w:rsid w:val="00257BED"/>
    <w:rsid w:val="00261473"/>
    <w:rsid w:val="002632EB"/>
    <w:rsid w:val="002857A8"/>
    <w:rsid w:val="00297B2C"/>
    <w:rsid w:val="002B3C55"/>
    <w:rsid w:val="002B6D98"/>
    <w:rsid w:val="002C3411"/>
    <w:rsid w:val="0030053F"/>
    <w:rsid w:val="00304FC3"/>
    <w:rsid w:val="003109AA"/>
    <w:rsid w:val="00347602"/>
    <w:rsid w:val="00364D40"/>
    <w:rsid w:val="0037268E"/>
    <w:rsid w:val="00375D6D"/>
    <w:rsid w:val="003B112B"/>
    <w:rsid w:val="003E1D03"/>
    <w:rsid w:val="00406374"/>
    <w:rsid w:val="00411EAA"/>
    <w:rsid w:val="00412ABE"/>
    <w:rsid w:val="0042696E"/>
    <w:rsid w:val="00454EB3"/>
    <w:rsid w:val="0045548E"/>
    <w:rsid w:val="00481128"/>
    <w:rsid w:val="00483EA2"/>
    <w:rsid w:val="004852AF"/>
    <w:rsid w:val="004859FE"/>
    <w:rsid w:val="0049763F"/>
    <w:rsid w:val="004A5801"/>
    <w:rsid w:val="004B6AFF"/>
    <w:rsid w:val="004F4EC3"/>
    <w:rsid w:val="00523AFA"/>
    <w:rsid w:val="005679A5"/>
    <w:rsid w:val="005714B9"/>
    <w:rsid w:val="0058405D"/>
    <w:rsid w:val="005B545B"/>
    <w:rsid w:val="005D4731"/>
    <w:rsid w:val="005E02DC"/>
    <w:rsid w:val="006012D8"/>
    <w:rsid w:val="00603BEC"/>
    <w:rsid w:val="00634C6C"/>
    <w:rsid w:val="00635E1F"/>
    <w:rsid w:val="006461E9"/>
    <w:rsid w:val="006738C2"/>
    <w:rsid w:val="00687F0F"/>
    <w:rsid w:val="006A1236"/>
    <w:rsid w:val="006A1402"/>
    <w:rsid w:val="006A75F4"/>
    <w:rsid w:val="006D6A50"/>
    <w:rsid w:val="006E31C0"/>
    <w:rsid w:val="006F14EC"/>
    <w:rsid w:val="00720358"/>
    <w:rsid w:val="00745ABC"/>
    <w:rsid w:val="007518A5"/>
    <w:rsid w:val="00756553"/>
    <w:rsid w:val="007570D8"/>
    <w:rsid w:val="007617ED"/>
    <w:rsid w:val="00782CB9"/>
    <w:rsid w:val="00784CF5"/>
    <w:rsid w:val="007B58E5"/>
    <w:rsid w:val="007D4D0B"/>
    <w:rsid w:val="008108FA"/>
    <w:rsid w:val="00816BFF"/>
    <w:rsid w:val="0082269A"/>
    <w:rsid w:val="0083430C"/>
    <w:rsid w:val="00834D3F"/>
    <w:rsid w:val="00887B95"/>
    <w:rsid w:val="008936B4"/>
    <w:rsid w:val="0089376A"/>
    <w:rsid w:val="00895EEF"/>
    <w:rsid w:val="008D16FD"/>
    <w:rsid w:val="008F48BD"/>
    <w:rsid w:val="008F5F51"/>
    <w:rsid w:val="00912E25"/>
    <w:rsid w:val="00933DAC"/>
    <w:rsid w:val="00936B1A"/>
    <w:rsid w:val="00943719"/>
    <w:rsid w:val="00976433"/>
    <w:rsid w:val="00992EF9"/>
    <w:rsid w:val="009F564F"/>
    <w:rsid w:val="009F7172"/>
    <w:rsid w:val="00A24D80"/>
    <w:rsid w:val="00A3467D"/>
    <w:rsid w:val="00A417CB"/>
    <w:rsid w:val="00A7709A"/>
    <w:rsid w:val="00A87E1A"/>
    <w:rsid w:val="00A91E72"/>
    <w:rsid w:val="00AA1F95"/>
    <w:rsid w:val="00AA2414"/>
    <w:rsid w:val="00AA3B4F"/>
    <w:rsid w:val="00AA6B73"/>
    <w:rsid w:val="00AC07CB"/>
    <w:rsid w:val="00AC0E66"/>
    <w:rsid w:val="00AC6F2B"/>
    <w:rsid w:val="00B15985"/>
    <w:rsid w:val="00B32A16"/>
    <w:rsid w:val="00B33E96"/>
    <w:rsid w:val="00B44AF2"/>
    <w:rsid w:val="00B6249A"/>
    <w:rsid w:val="00BA7F4F"/>
    <w:rsid w:val="00BC5618"/>
    <w:rsid w:val="00BD50E3"/>
    <w:rsid w:val="00BF346E"/>
    <w:rsid w:val="00BF6F74"/>
    <w:rsid w:val="00C310E8"/>
    <w:rsid w:val="00C644BC"/>
    <w:rsid w:val="00CF2681"/>
    <w:rsid w:val="00D05A15"/>
    <w:rsid w:val="00D066CD"/>
    <w:rsid w:val="00D21F8F"/>
    <w:rsid w:val="00D35B23"/>
    <w:rsid w:val="00D42E4D"/>
    <w:rsid w:val="00D55F26"/>
    <w:rsid w:val="00D834CC"/>
    <w:rsid w:val="00D97E53"/>
    <w:rsid w:val="00DC31D8"/>
    <w:rsid w:val="00DF75E6"/>
    <w:rsid w:val="00E04C40"/>
    <w:rsid w:val="00E17681"/>
    <w:rsid w:val="00E21DFF"/>
    <w:rsid w:val="00E429D9"/>
    <w:rsid w:val="00E501B8"/>
    <w:rsid w:val="00E736F6"/>
    <w:rsid w:val="00E76494"/>
    <w:rsid w:val="00E80B1F"/>
    <w:rsid w:val="00E95477"/>
    <w:rsid w:val="00E954ED"/>
    <w:rsid w:val="00ED34A7"/>
    <w:rsid w:val="00EF5869"/>
    <w:rsid w:val="00F00435"/>
    <w:rsid w:val="00F10AE3"/>
    <w:rsid w:val="00F64E75"/>
    <w:rsid w:val="00F97024"/>
    <w:rsid w:val="00FA7BC0"/>
    <w:rsid w:val="00FE0F93"/>
    <w:rsid w:val="00FF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EC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3DD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en-US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3D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3DD8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3DD8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159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75D6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033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3DD8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33DD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Normal"/>
    <w:uiPriority w:val="99"/>
    <w:rsid w:val="002B3C55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c4">
    <w:name w:val="c4"/>
    <w:basedOn w:val="Normal"/>
    <w:uiPriority w:val="99"/>
    <w:rsid w:val="002B3C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83E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483EA2"/>
    <w:pPr>
      <w:spacing w:after="200" w:line="276" w:lineRule="auto"/>
      <w:ind w:left="720"/>
    </w:pPr>
    <w:rPr>
      <w:rFonts w:eastAsia="Times New Roman"/>
    </w:rPr>
  </w:style>
  <w:style w:type="paragraph" w:customStyle="1" w:styleId="Standard">
    <w:name w:val="Standard"/>
    <w:uiPriority w:val="99"/>
    <w:rsid w:val="00BC5618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BC5618"/>
    <w:pPr>
      <w:spacing w:after="120"/>
    </w:pPr>
  </w:style>
  <w:style w:type="character" w:customStyle="1" w:styleId="apple-converted-space">
    <w:name w:val="apple-converted-space"/>
    <w:basedOn w:val="DefaultParagraphFont"/>
    <w:uiPriority w:val="99"/>
    <w:rsid w:val="00816BFF"/>
    <w:rPr>
      <w:rFonts w:cs="Times New Roman"/>
    </w:rPr>
  </w:style>
  <w:style w:type="paragraph" w:customStyle="1" w:styleId="c7">
    <w:name w:val="c7"/>
    <w:basedOn w:val="Normal"/>
    <w:uiPriority w:val="99"/>
    <w:rsid w:val="00816B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816BFF"/>
    <w:rPr>
      <w:rFonts w:cs="Times New Roman"/>
    </w:rPr>
  </w:style>
  <w:style w:type="paragraph" w:styleId="NoSpacing">
    <w:name w:val="No Spacing"/>
    <w:uiPriority w:val="99"/>
    <w:qFormat/>
    <w:rsid w:val="00140FFC"/>
    <w:rPr>
      <w:lang w:eastAsia="en-US"/>
    </w:rPr>
  </w:style>
  <w:style w:type="character" w:styleId="Hyperlink">
    <w:name w:val="Hyperlink"/>
    <w:basedOn w:val="DefaultParagraphFont"/>
    <w:uiPriority w:val="99"/>
    <w:rsid w:val="00BA7F4F"/>
    <w:rPr>
      <w:rFonts w:cs="Times New Roman"/>
      <w:color w:val="990000"/>
      <w:u w:val="none"/>
      <w:effect w:val="none"/>
    </w:rPr>
  </w:style>
  <w:style w:type="character" w:customStyle="1" w:styleId="c2">
    <w:name w:val="c2"/>
    <w:uiPriority w:val="99"/>
    <w:rsid w:val="00BA7F4F"/>
  </w:style>
  <w:style w:type="paragraph" w:styleId="Header">
    <w:name w:val="header"/>
    <w:basedOn w:val="Normal"/>
    <w:link w:val="HeaderChar"/>
    <w:uiPriority w:val="99"/>
    <w:rsid w:val="00347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76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1079</TotalTime>
  <Pages>141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30</cp:revision>
  <dcterms:created xsi:type="dcterms:W3CDTF">2018-01-05T11:19:00Z</dcterms:created>
  <dcterms:modified xsi:type="dcterms:W3CDTF">2018-01-16T06:39:00Z</dcterms:modified>
</cp:coreProperties>
</file>